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900" w:rsidRPr="008C7900" w:rsidRDefault="008C7900" w:rsidP="008C7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Соглашение </w:t>
      </w:r>
    </w:p>
    <w:p w:rsidR="008C7900" w:rsidRPr="008C7900" w:rsidRDefault="008C7900" w:rsidP="008C7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об уступке права требования </w:t>
      </w:r>
      <w:r w:rsidR="00E7203E">
        <w:rPr>
          <w:rFonts w:ascii="Times New Roman" w:eastAsia="Times New Roman" w:hAnsi="Times New Roman" w:cs="Times New Roman"/>
          <w:b/>
          <w:lang w:eastAsia="ru-RU"/>
        </w:rPr>
        <w:t>(цессия)</w:t>
      </w:r>
    </w:p>
    <w:p w:rsidR="008C7900" w:rsidRPr="008C7900" w:rsidRDefault="008C7900" w:rsidP="008C79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C7900" w:rsidRPr="008C7900" w:rsidRDefault="001E6A47" w:rsidP="008C79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г. Москва</w:t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>
        <w:rPr>
          <w:rFonts w:ascii="Times New Roman" w:eastAsia="Times New Roman" w:hAnsi="Times New Roman" w:cs="Times New Roman"/>
          <w:lang w:eastAsia="ru-RU"/>
        </w:rPr>
        <w:tab/>
      </w:r>
      <w:r w:rsidR="008C7900" w:rsidRPr="008C7900">
        <w:rPr>
          <w:rFonts w:ascii="Times New Roman" w:eastAsia="Times New Roman" w:hAnsi="Times New Roman" w:cs="Times New Roman"/>
          <w:lang w:eastAsia="ru-RU"/>
        </w:rPr>
        <w:t xml:space="preserve">«__» </w:t>
      </w:r>
      <w:r w:rsidRPr="001E6A47">
        <w:rPr>
          <w:rFonts w:ascii="Times New Roman" w:eastAsia="Times New Roman" w:hAnsi="Times New Roman" w:cs="Times New Roman"/>
          <w:lang w:eastAsia="ru-RU"/>
        </w:rPr>
        <w:t>____</w:t>
      </w:r>
      <w:r w:rsidRPr="00B00DCB">
        <w:rPr>
          <w:rFonts w:ascii="Times New Roman" w:eastAsia="Times New Roman" w:hAnsi="Times New Roman" w:cs="Times New Roman"/>
          <w:lang w:eastAsia="ru-RU"/>
        </w:rPr>
        <w:t>___</w:t>
      </w:r>
      <w:r w:rsidRPr="001E6A47">
        <w:rPr>
          <w:rFonts w:ascii="Times New Roman" w:eastAsia="Times New Roman" w:hAnsi="Times New Roman" w:cs="Times New Roman"/>
          <w:lang w:eastAsia="ru-RU"/>
        </w:rPr>
        <w:t>___</w:t>
      </w:r>
      <w:r w:rsidR="008C7900" w:rsidRPr="008C7900">
        <w:rPr>
          <w:rFonts w:ascii="Times New Roman" w:eastAsia="Times New Roman" w:hAnsi="Times New Roman" w:cs="Times New Roman"/>
          <w:lang w:eastAsia="ru-RU"/>
        </w:rPr>
        <w:t>2018 г.</w:t>
      </w:r>
    </w:p>
    <w:p w:rsidR="008C7900" w:rsidRPr="008C7900" w:rsidRDefault="008C7900" w:rsidP="008C790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8C7900" w:rsidRPr="008C7900" w:rsidRDefault="008C7900" w:rsidP="008C7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ЗАО «Малечкино», </w:t>
      </w:r>
      <w:r w:rsidRPr="008C7900">
        <w:rPr>
          <w:rFonts w:ascii="Times New Roman" w:eastAsia="Times New Roman" w:hAnsi="Times New Roman" w:cs="Times New Roman"/>
          <w:lang w:eastAsia="ru-RU"/>
        </w:rPr>
        <w:t>в лице Конкурсного управляющего Азбиля Игоря Григорьевича,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8C7900">
        <w:rPr>
          <w:rFonts w:ascii="Times New Roman" w:eastAsia="Times New Roman" w:hAnsi="Times New Roman" w:cs="Times New Roman"/>
          <w:lang w:eastAsia="ru-RU"/>
        </w:rPr>
        <w:t>действующего на основании Определения Арбитражного суда Вологодской области от 21.07.2017 по делу № А13-6613/2013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,</w:t>
      </w:r>
      <w:r w:rsidRPr="008C7900">
        <w:rPr>
          <w:rFonts w:ascii="Times New Roman" w:eastAsia="Times New Roman" w:hAnsi="Times New Roman" w:cs="Times New Roman"/>
          <w:lang w:eastAsia="ru-RU"/>
        </w:rPr>
        <w:t xml:space="preserve"> именуемое в дальнейшем 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«</w:t>
      </w:r>
      <w:r w:rsidR="00AB0200">
        <w:rPr>
          <w:rFonts w:ascii="Times New Roman" w:eastAsia="Times New Roman" w:hAnsi="Times New Roman" w:cs="Times New Roman"/>
          <w:b/>
          <w:lang w:eastAsia="ru-RU"/>
        </w:rPr>
        <w:t>Цедент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»</w:t>
      </w:r>
      <w:r w:rsidRPr="008C7900">
        <w:rPr>
          <w:rFonts w:ascii="Times New Roman" w:eastAsia="Times New Roman" w:hAnsi="Times New Roman" w:cs="Times New Roman"/>
          <w:lang w:eastAsia="ru-RU"/>
        </w:rPr>
        <w:t>, с одной стороны, и</w:t>
      </w:r>
    </w:p>
    <w:p w:rsidR="008C7900" w:rsidRPr="008C7900" w:rsidRDefault="008C7900" w:rsidP="008C7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</w:p>
    <w:p w:rsidR="008C7900" w:rsidRPr="008C7900" w:rsidRDefault="008C7900" w:rsidP="008C79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8C7900"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8C7900">
        <w:rPr>
          <w:rFonts w:ascii="Times New Roman" w:eastAsia="Times New Roman" w:hAnsi="Times New Roman" w:cs="Times New Roman"/>
          <w:lang w:eastAsia="ru-RU"/>
        </w:rPr>
        <w:t xml:space="preserve">, в лице _________, действующего на основании ________, именуемое в дальнейшем 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«</w:t>
      </w:r>
      <w:r w:rsidR="00AB0200">
        <w:rPr>
          <w:rFonts w:ascii="Times New Roman" w:eastAsia="Times New Roman" w:hAnsi="Times New Roman" w:cs="Times New Roman"/>
          <w:b/>
          <w:lang w:eastAsia="ru-RU"/>
        </w:rPr>
        <w:t>Цессионарий</w:t>
      </w:r>
      <w:r w:rsidRPr="008C7900">
        <w:rPr>
          <w:rFonts w:ascii="Times New Roman" w:eastAsia="Times New Roman" w:hAnsi="Times New Roman" w:cs="Times New Roman"/>
          <w:b/>
          <w:lang w:eastAsia="ru-RU"/>
        </w:rPr>
        <w:t>»</w:t>
      </w:r>
      <w:r w:rsidRPr="008C7900">
        <w:rPr>
          <w:rFonts w:ascii="Times New Roman" w:eastAsia="Times New Roman" w:hAnsi="Times New Roman" w:cs="Times New Roman"/>
          <w:lang w:eastAsia="ru-RU"/>
        </w:rPr>
        <w:t xml:space="preserve">, с другой стороны, совместно именуемые «Стороны», а по отдельности «Сторона», заключили </w:t>
      </w:r>
      <w:r w:rsidR="00AB0200" w:rsidRPr="00AB0200">
        <w:rPr>
          <w:rFonts w:ascii="Times New Roman" w:eastAsia="Times New Roman" w:hAnsi="Times New Roman" w:cs="Times New Roman"/>
          <w:bCs/>
          <w:lang w:eastAsia="ru-RU"/>
        </w:rPr>
        <w:t xml:space="preserve">настоящее соглашение (далее – «Соглашение») </w:t>
      </w:r>
      <w:r w:rsidRPr="008C7900">
        <w:rPr>
          <w:rFonts w:ascii="Times New Roman" w:eastAsia="Times New Roman" w:hAnsi="Times New Roman" w:cs="Times New Roman"/>
          <w:lang w:eastAsia="ru-RU"/>
        </w:rPr>
        <w:t>о нижеследующем.</w:t>
      </w:r>
    </w:p>
    <w:p w:rsidR="008C7900" w:rsidRPr="008C7900" w:rsidRDefault="008C7900" w:rsidP="008C7900">
      <w:pPr>
        <w:spacing w:after="0" w:line="240" w:lineRule="auto"/>
        <w:ind w:firstLine="567"/>
        <w:rPr>
          <w:rFonts w:ascii="Times New Roman" w:eastAsia="Times New Roman" w:hAnsi="Times New Roman" w:cs="Times New Roman"/>
          <w:lang w:eastAsia="ru-RU"/>
        </w:rPr>
      </w:pPr>
    </w:p>
    <w:p w:rsidR="00AB0200" w:rsidRPr="00AB0200" w:rsidRDefault="00AB0200" w:rsidP="00AB0200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0200">
        <w:rPr>
          <w:rFonts w:ascii="Times New Roman" w:eastAsia="Times New Roman" w:hAnsi="Times New Roman" w:cs="Times New Roman"/>
          <w:b/>
          <w:lang w:eastAsia="ru-RU"/>
        </w:rPr>
        <w:t>Предмет Соглашения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Цедент уступает, а Цессионарий принимает 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к ______________ (далее – «Должник</w:t>
      </w:r>
      <w:r w:rsidR="00B806AB">
        <w:rPr>
          <w:rFonts w:ascii="Times New Roman" w:hAnsi="Times New Roman" w:cs="Times New Roman"/>
        </w:rPr>
        <w:t>и</w:t>
      </w:r>
      <w:r w:rsidRPr="00AB0200">
        <w:rPr>
          <w:rFonts w:ascii="Times New Roman" w:hAnsi="Times New Roman" w:cs="Times New Roman"/>
        </w:rPr>
        <w:t>»).</w:t>
      </w:r>
    </w:p>
    <w:p w:rsidR="00AB0200" w:rsidRPr="00AB0200" w:rsidRDefault="00AB0200" w:rsidP="00AB02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Уступаем</w:t>
      </w:r>
      <w:r w:rsidR="00B806AB">
        <w:rPr>
          <w:rFonts w:ascii="Times New Roman" w:hAnsi="Times New Roman" w:cs="Times New Roman"/>
        </w:rPr>
        <w:t>ы</w:t>
      </w:r>
      <w:r w:rsidRPr="00AB0200">
        <w:rPr>
          <w:rFonts w:ascii="Times New Roman" w:hAnsi="Times New Roman" w:cs="Times New Roman"/>
        </w:rPr>
        <w:t>е по настоящему Соглашению 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возникл</w:t>
      </w:r>
      <w:r w:rsidR="00B806AB">
        <w:rPr>
          <w:rFonts w:ascii="Times New Roman" w:hAnsi="Times New Roman" w:cs="Times New Roman"/>
        </w:rPr>
        <w:t>и</w:t>
      </w:r>
      <w:r w:rsidRPr="00AB0200">
        <w:rPr>
          <w:rFonts w:ascii="Times New Roman" w:hAnsi="Times New Roman" w:cs="Times New Roman"/>
        </w:rPr>
        <w:t xml:space="preserve"> у Цедента в результате ___________________. </w:t>
      </w:r>
    </w:p>
    <w:p w:rsidR="00AB0200" w:rsidRPr="00AB0200" w:rsidRDefault="00AB0200" w:rsidP="00AB020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Уступаем</w:t>
      </w:r>
      <w:r w:rsidR="00B806AB">
        <w:rPr>
          <w:rFonts w:ascii="Times New Roman" w:hAnsi="Times New Roman" w:cs="Times New Roman"/>
        </w:rPr>
        <w:t>ы</w:t>
      </w:r>
      <w:r w:rsidRPr="00AB0200">
        <w:rPr>
          <w:rFonts w:ascii="Times New Roman" w:hAnsi="Times New Roman" w:cs="Times New Roman"/>
        </w:rPr>
        <w:t>е 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подтвержда</w:t>
      </w:r>
      <w:r w:rsidR="00B806AB">
        <w:rPr>
          <w:rFonts w:ascii="Times New Roman" w:hAnsi="Times New Roman" w:cs="Times New Roman"/>
        </w:rPr>
        <w:t>ю</w:t>
      </w:r>
      <w:r w:rsidRPr="00AB0200">
        <w:rPr>
          <w:rFonts w:ascii="Times New Roman" w:hAnsi="Times New Roman" w:cs="Times New Roman"/>
        </w:rPr>
        <w:t>тся документами, которые будут переданы Цедентом Цессионарию в рамках исполнения настоящего Соглашения по акту приема-передачи.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Прав</w:t>
      </w:r>
      <w:r w:rsidR="00B806AB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Цедента переход</w:t>
      </w:r>
      <w:r w:rsidR="00B806AB">
        <w:rPr>
          <w:rFonts w:ascii="Times New Roman" w:hAnsi="Times New Roman" w:cs="Times New Roman"/>
        </w:rPr>
        <w:t>я</w:t>
      </w:r>
      <w:r w:rsidRPr="00AB0200">
        <w:rPr>
          <w:rFonts w:ascii="Times New Roman" w:hAnsi="Times New Roman" w:cs="Times New Roman"/>
        </w:rPr>
        <w:t xml:space="preserve">т к Цессионарию в полном объеме и на тех условиях, которые существуют на дату подписания настоящего Соглашения, включая __________. 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В соответствии со статьей 384 Гражданского Кодекса Российской Федерации к Цессионарию переход</w:t>
      </w:r>
      <w:r w:rsidR="00C17B35">
        <w:rPr>
          <w:rFonts w:ascii="Times New Roman" w:hAnsi="Times New Roman" w:cs="Times New Roman"/>
        </w:rPr>
        <w:t>ят</w:t>
      </w:r>
      <w:r w:rsidRPr="00AB0200">
        <w:rPr>
          <w:rFonts w:ascii="Times New Roman" w:hAnsi="Times New Roman" w:cs="Times New Roman"/>
        </w:rPr>
        <w:t xml:space="preserve"> прав</w:t>
      </w:r>
      <w:r w:rsidR="00C17B35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 Цедента </w:t>
      </w:r>
      <w:r w:rsidRPr="00C17B35">
        <w:rPr>
          <w:rFonts w:ascii="Times New Roman" w:hAnsi="Times New Roman" w:cs="Times New Roman"/>
        </w:rPr>
        <w:t xml:space="preserve">о взыскания с </w:t>
      </w:r>
      <w:r w:rsidR="00C355E3">
        <w:rPr>
          <w:rFonts w:ascii="Times New Roman" w:hAnsi="Times New Roman" w:cs="Times New Roman"/>
        </w:rPr>
        <w:t>Должников</w:t>
      </w:r>
      <w:r w:rsidRPr="00C17B35">
        <w:rPr>
          <w:rFonts w:ascii="Times New Roman" w:hAnsi="Times New Roman" w:cs="Times New Roman"/>
        </w:rPr>
        <w:t xml:space="preserve"> процентов за неправомерное пользование Должник</w:t>
      </w:r>
      <w:r w:rsidR="00C355E3">
        <w:rPr>
          <w:rFonts w:ascii="Times New Roman" w:hAnsi="Times New Roman" w:cs="Times New Roman"/>
        </w:rPr>
        <w:t>ами</w:t>
      </w:r>
      <w:r w:rsidRPr="00C17B35">
        <w:rPr>
          <w:rFonts w:ascii="Times New Roman" w:hAnsi="Times New Roman" w:cs="Times New Roman"/>
        </w:rPr>
        <w:t xml:space="preserve"> денежными средствами.</w:t>
      </w:r>
    </w:p>
    <w:p w:rsidR="00AB0200" w:rsidRPr="00AB0200" w:rsidRDefault="00AB0200" w:rsidP="00AB0200">
      <w:pPr>
        <w:pStyle w:val="a3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680"/>
        <w:contextualSpacing w:val="0"/>
        <w:jc w:val="both"/>
        <w:rPr>
          <w:rFonts w:ascii="Times New Roman" w:hAnsi="Times New Roman" w:cs="Times New Roman"/>
        </w:rPr>
      </w:pPr>
      <w:r w:rsidRPr="00AB0200">
        <w:rPr>
          <w:rFonts w:ascii="Times New Roman" w:hAnsi="Times New Roman" w:cs="Times New Roman"/>
        </w:rPr>
        <w:t>Прав</w:t>
      </w:r>
      <w:r w:rsidR="00C17B35">
        <w:rPr>
          <w:rFonts w:ascii="Times New Roman" w:hAnsi="Times New Roman" w:cs="Times New Roman"/>
        </w:rPr>
        <w:t>а</w:t>
      </w:r>
      <w:r w:rsidRPr="00AB0200">
        <w:rPr>
          <w:rFonts w:ascii="Times New Roman" w:hAnsi="Times New Roman" w:cs="Times New Roman"/>
        </w:rPr>
        <w:t xml:space="preserve"> требования, передаваем</w:t>
      </w:r>
      <w:r w:rsidR="00C17B35">
        <w:rPr>
          <w:rFonts w:ascii="Times New Roman" w:hAnsi="Times New Roman" w:cs="Times New Roman"/>
        </w:rPr>
        <w:t>ы</w:t>
      </w:r>
      <w:r w:rsidRPr="00AB0200">
        <w:rPr>
          <w:rFonts w:ascii="Times New Roman" w:hAnsi="Times New Roman" w:cs="Times New Roman"/>
        </w:rPr>
        <w:t>е по настоящему Соглашению, пере</w:t>
      </w:r>
      <w:r w:rsidR="00E7203E">
        <w:rPr>
          <w:rFonts w:ascii="Times New Roman" w:hAnsi="Times New Roman" w:cs="Times New Roman"/>
        </w:rPr>
        <w:t>ходят</w:t>
      </w:r>
      <w:r w:rsidRPr="00AB0200">
        <w:rPr>
          <w:rFonts w:ascii="Times New Roman" w:hAnsi="Times New Roman" w:cs="Times New Roman"/>
        </w:rPr>
        <w:t xml:space="preserve"> к Цессионарию с момента подписания настоящего Соглашения. </w:t>
      </w:r>
    </w:p>
    <w:p w:rsidR="00F727FC" w:rsidRDefault="00F727FC" w:rsidP="008C7900">
      <w:pPr>
        <w:spacing w:line="240" w:lineRule="auto"/>
      </w:pPr>
    </w:p>
    <w:p w:rsidR="00862B84" w:rsidRPr="007D09D8" w:rsidRDefault="00862B84" w:rsidP="00862B84">
      <w:pPr>
        <w:pStyle w:val="ConsNormal"/>
        <w:numPr>
          <w:ilvl w:val="0"/>
          <w:numId w:val="1"/>
        </w:numPr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Цена и порядок расчетов</w:t>
      </w:r>
    </w:p>
    <w:p w:rsidR="00F732D1" w:rsidRPr="00DF42DB" w:rsidRDefault="00DF42DB" w:rsidP="00DF42DB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B84">
        <w:rPr>
          <w:rFonts w:ascii="Times New Roman" w:hAnsi="Times New Roman" w:cs="Times New Roman"/>
        </w:rPr>
        <w:t>Цена</w:t>
      </w:r>
      <w:r>
        <w:rPr>
          <w:rFonts w:ascii="Times New Roman" w:hAnsi="Times New Roman" w:cs="Times New Roman"/>
        </w:rPr>
        <w:t xml:space="preserve"> </w:t>
      </w:r>
      <w:r w:rsidR="00F732D1" w:rsidRPr="00DF42DB">
        <w:rPr>
          <w:rFonts w:ascii="Times New Roman" w:hAnsi="Times New Roman" w:cs="Times New Roman"/>
        </w:rPr>
        <w:t xml:space="preserve">уступаемых прав (требований) </w:t>
      </w:r>
      <w:r>
        <w:rPr>
          <w:rFonts w:ascii="Times New Roman" w:hAnsi="Times New Roman" w:cs="Times New Roman"/>
        </w:rPr>
        <w:t>составляет</w:t>
      </w:r>
      <w:r w:rsidR="00F732D1" w:rsidRPr="00DF42DB">
        <w:rPr>
          <w:rFonts w:ascii="Times New Roman" w:hAnsi="Times New Roman" w:cs="Times New Roman"/>
        </w:rPr>
        <w:t xml:space="preserve"> ________ (_______________) рублей. </w:t>
      </w:r>
    </w:p>
    <w:p w:rsidR="00F732D1" w:rsidRDefault="00F732D1" w:rsidP="00F732D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27C8F">
        <w:rPr>
          <w:rFonts w:ascii="Times New Roman" w:hAnsi="Times New Roman" w:cs="Times New Roman"/>
        </w:rPr>
        <w:t>В счет оплаты уступаем</w:t>
      </w:r>
      <w:r>
        <w:rPr>
          <w:rFonts w:ascii="Times New Roman" w:hAnsi="Times New Roman" w:cs="Times New Roman"/>
        </w:rPr>
        <w:t>ых</w:t>
      </w:r>
      <w:r w:rsidRPr="00B27C8F">
        <w:rPr>
          <w:rFonts w:ascii="Times New Roman" w:hAnsi="Times New Roman" w:cs="Times New Roman"/>
        </w:rPr>
        <w:t xml:space="preserve"> прав</w:t>
      </w:r>
      <w:r>
        <w:rPr>
          <w:rFonts w:ascii="Times New Roman" w:hAnsi="Times New Roman" w:cs="Times New Roman"/>
        </w:rPr>
        <w:t xml:space="preserve"> </w:t>
      </w:r>
      <w:r w:rsidRPr="00B27C8F">
        <w:rPr>
          <w:rFonts w:ascii="Times New Roman" w:hAnsi="Times New Roman" w:cs="Times New Roman"/>
        </w:rPr>
        <w:t>требования</w:t>
      </w:r>
      <w:r>
        <w:rPr>
          <w:rFonts w:ascii="Times New Roman" w:hAnsi="Times New Roman" w:cs="Times New Roman"/>
        </w:rPr>
        <w:t xml:space="preserve"> засчитываются денежные средства, оплаченные Цессионарием в качестве задатка, для участия в торгах по продаже имущества Цедента (опубликованные в </w:t>
      </w:r>
      <w:r w:rsidRPr="00E7203E">
        <w:rPr>
          <w:rFonts w:ascii="Times New Roman" w:hAnsi="Times New Roman" w:cs="Times New Roman"/>
        </w:rPr>
        <w:t xml:space="preserve">газете «Коммерсантъ» № </w:t>
      </w:r>
      <w:r>
        <w:rPr>
          <w:rFonts w:ascii="Times New Roman" w:hAnsi="Times New Roman" w:cs="Times New Roman"/>
        </w:rPr>
        <w:t>_____</w:t>
      </w:r>
      <w:r w:rsidRPr="00E7203E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_____).</w:t>
      </w:r>
    </w:p>
    <w:p w:rsidR="00F732D1" w:rsidRDefault="00F732D1" w:rsidP="00F732D1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B84">
        <w:rPr>
          <w:rFonts w:ascii="Times New Roman" w:hAnsi="Times New Roman" w:cs="Times New Roman"/>
        </w:rPr>
        <w:t>Подлежащая оплате оставшаяся часть цены Договор</w:t>
      </w:r>
      <w:r w:rsidR="00B0349B">
        <w:rPr>
          <w:rFonts w:ascii="Times New Roman" w:hAnsi="Times New Roman" w:cs="Times New Roman"/>
        </w:rPr>
        <w:t>а</w:t>
      </w:r>
      <w:r w:rsidRPr="00862B84">
        <w:rPr>
          <w:rFonts w:ascii="Times New Roman" w:hAnsi="Times New Roman" w:cs="Times New Roman"/>
        </w:rPr>
        <w:t xml:space="preserve"> составляет ___________________ (____________________) рублей</w:t>
      </w:r>
      <w:r w:rsidR="00B0349B">
        <w:rPr>
          <w:rFonts w:ascii="Times New Roman" w:hAnsi="Times New Roman" w:cs="Times New Roman"/>
        </w:rPr>
        <w:t>.</w:t>
      </w:r>
    </w:p>
    <w:p w:rsidR="00B625DE" w:rsidRPr="00862B84" w:rsidRDefault="00B625DE" w:rsidP="00B625DE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862B84">
        <w:rPr>
          <w:rFonts w:ascii="Times New Roman" w:hAnsi="Times New Roman" w:cs="Times New Roman"/>
        </w:rPr>
        <w:t xml:space="preserve">Оплата оставшейся части цены </w:t>
      </w:r>
      <w:r>
        <w:rPr>
          <w:rFonts w:ascii="Times New Roman" w:hAnsi="Times New Roman" w:cs="Times New Roman"/>
        </w:rPr>
        <w:t>Договора, указанная в п. 2.3.</w:t>
      </w:r>
      <w:r w:rsidRPr="00862B84">
        <w:rPr>
          <w:rFonts w:ascii="Times New Roman" w:hAnsi="Times New Roman" w:cs="Times New Roman"/>
        </w:rPr>
        <w:t xml:space="preserve"> Договор</w:t>
      </w:r>
      <w:r>
        <w:rPr>
          <w:rFonts w:ascii="Times New Roman" w:hAnsi="Times New Roman" w:cs="Times New Roman"/>
        </w:rPr>
        <w:t>а</w:t>
      </w:r>
      <w:r w:rsidR="00DF42DB">
        <w:rPr>
          <w:rFonts w:ascii="Times New Roman" w:hAnsi="Times New Roman" w:cs="Times New Roman"/>
        </w:rPr>
        <w:t xml:space="preserve"> осуществляется Цессионарием</w:t>
      </w:r>
      <w:r w:rsidRPr="00862B84">
        <w:rPr>
          <w:rFonts w:ascii="Times New Roman" w:hAnsi="Times New Roman" w:cs="Times New Roman"/>
        </w:rPr>
        <w:t xml:space="preserve"> безналичным платежом на расчетный счет ЗАО «Малечкино», указанный в разделе 8 настоящего Договора, в течение 30 (тридцати) дней с даты подписания настоящего Договора.  </w:t>
      </w:r>
    </w:p>
    <w:p w:rsidR="00862B84" w:rsidRDefault="00862B84" w:rsidP="00862B84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C17B35" w:rsidRPr="00C17B35" w:rsidRDefault="00C17B35" w:rsidP="00C17B35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C17B35">
        <w:rPr>
          <w:rFonts w:ascii="Times New Roman" w:eastAsia="Times New Roman" w:hAnsi="Times New Roman" w:cs="Times New Roman"/>
          <w:b/>
          <w:lang w:eastAsia="ru-RU"/>
        </w:rPr>
        <w:t>Права и обязанности сторон</w:t>
      </w:r>
    </w:p>
    <w:p w:rsidR="00C17B35" w:rsidRPr="00B27C8F" w:rsidRDefault="00C17B35" w:rsidP="00B27C8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bookmarkStart w:id="0" w:name="_GoBack"/>
      <w:r w:rsidRPr="00B27C8F">
        <w:rPr>
          <w:rFonts w:ascii="Times New Roman" w:hAnsi="Times New Roman" w:cs="Times New Roman"/>
        </w:rPr>
        <w:t xml:space="preserve">Цедент обязуется передать Цессионарию все </w:t>
      </w:r>
      <w:r w:rsidR="00AE3F0B">
        <w:rPr>
          <w:rFonts w:ascii="Times New Roman" w:hAnsi="Times New Roman" w:cs="Times New Roman"/>
        </w:rPr>
        <w:t xml:space="preserve">имеющиеся у него </w:t>
      </w:r>
      <w:r w:rsidRPr="00B27C8F">
        <w:rPr>
          <w:rFonts w:ascii="Times New Roman" w:hAnsi="Times New Roman" w:cs="Times New Roman"/>
        </w:rPr>
        <w:t>документы, удостоверяющие уступаем</w:t>
      </w:r>
      <w:r w:rsidR="00B27C8F" w:rsidRPr="00B27C8F">
        <w:rPr>
          <w:rFonts w:ascii="Times New Roman" w:hAnsi="Times New Roman" w:cs="Times New Roman"/>
        </w:rPr>
        <w:t>ы</w:t>
      </w:r>
      <w:r w:rsidRPr="00B27C8F">
        <w:rPr>
          <w:rFonts w:ascii="Times New Roman" w:hAnsi="Times New Roman" w:cs="Times New Roman"/>
        </w:rPr>
        <w:t>е прав</w:t>
      </w:r>
      <w:r w:rsidR="00B27C8F" w:rsidRPr="00B27C8F">
        <w:rPr>
          <w:rFonts w:ascii="Times New Roman" w:hAnsi="Times New Roman" w:cs="Times New Roman"/>
        </w:rPr>
        <w:t>а</w:t>
      </w:r>
      <w:r w:rsidRPr="00B27C8F">
        <w:rPr>
          <w:rFonts w:ascii="Times New Roman" w:hAnsi="Times New Roman" w:cs="Times New Roman"/>
        </w:rPr>
        <w:t xml:space="preserve"> требования</w:t>
      </w:r>
      <w:r w:rsidR="00B27C8F" w:rsidRPr="00B27C8F">
        <w:rPr>
          <w:rFonts w:ascii="Times New Roman" w:hAnsi="Times New Roman" w:cs="Times New Roman"/>
        </w:rPr>
        <w:t>.</w:t>
      </w:r>
    </w:p>
    <w:bookmarkEnd w:id="0"/>
    <w:p w:rsidR="00B27C8F" w:rsidRDefault="00C17B35" w:rsidP="00B27C8F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B27C8F">
        <w:rPr>
          <w:rFonts w:ascii="Times New Roman" w:hAnsi="Times New Roman" w:cs="Times New Roman"/>
        </w:rPr>
        <w:t>Передача документов оформляется двусторонним актом, подписываемым Цедентом и Цессионарием, и являющимся неотъемлемой частью Соглашения.</w:t>
      </w:r>
    </w:p>
    <w:p w:rsidR="00C17B35" w:rsidRDefault="00C17B35" w:rsidP="008C7900">
      <w:pPr>
        <w:spacing w:line="240" w:lineRule="auto"/>
      </w:pPr>
    </w:p>
    <w:p w:rsidR="008C23A4" w:rsidRPr="008C23A4" w:rsidRDefault="008C23A4" w:rsidP="008C23A4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8C23A4">
        <w:rPr>
          <w:rFonts w:ascii="Times New Roman" w:eastAsia="Times New Roman" w:hAnsi="Times New Roman" w:cs="Times New Roman"/>
          <w:b/>
          <w:lang w:eastAsia="ru-RU"/>
        </w:rPr>
        <w:t>Ответственность сторон</w:t>
      </w:r>
    </w:p>
    <w:p w:rsidR="009B7289" w:rsidRDefault="008C23A4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C23A4">
        <w:rPr>
          <w:rFonts w:ascii="Times New Roman" w:hAnsi="Times New Roman" w:cs="Times New Roman"/>
        </w:rPr>
        <w:t>Цедент отвечает перед Цессионарием</w:t>
      </w:r>
      <w:r w:rsidR="009B7289">
        <w:rPr>
          <w:rFonts w:ascii="Times New Roman" w:hAnsi="Times New Roman" w:cs="Times New Roman"/>
        </w:rPr>
        <w:t xml:space="preserve"> за недействительность переданных</w:t>
      </w:r>
      <w:r w:rsidRPr="008C23A4">
        <w:rPr>
          <w:rFonts w:ascii="Times New Roman" w:hAnsi="Times New Roman" w:cs="Times New Roman"/>
        </w:rPr>
        <w:t xml:space="preserve"> ему </w:t>
      </w:r>
      <w:r w:rsidR="009B7289">
        <w:rPr>
          <w:rFonts w:ascii="Times New Roman" w:hAnsi="Times New Roman" w:cs="Times New Roman"/>
        </w:rPr>
        <w:t xml:space="preserve">прав </w:t>
      </w:r>
      <w:r w:rsidRPr="008C23A4">
        <w:rPr>
          <w:rFonts w:ascii="Times New Roman" w:hAnsi="Times New Roman" w:cs="Times New Roman"/>
        </w:rPr>
        <w:t>требования.</w:t>
      </w:r>
    </w:p>
    <w:p w:rsidR="008C23A4" w:rsidRPr="009B7289" w:rsidRDefault="008C23A4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Цедент не несет ответственности перед Цессионарием за неисполнение переданн</w:t>
      </w:r>
      <w:r w:rsidR="009B7289">
        <w:rPr>
          <w:rFonts w:ascii="Times New Roman" w:hAnsi="Times New Roman" w:cs="Times New Roman"/>
        </w:rPr>
        <w:t>ых</w:t>
      </w:r>
      <w:r w:rsidRPr="009B7289">
        <w:rPr>
          <w:rFonts w:ascii="Times New Roman" w:hAnsi="Times New Roman" w:cs="Times New Roman"/>
        </w:rPr>
        <w:t xml:space="preserve"> ему </w:t>
      </w:r>
      <w:r w:rsidR="009B7289">
        <w:rPr>
          <w:rFonts w:ascii="Times New Roman" w:hAnsi="Times New Roman" w:cs="Times New Roman"/>
        </w:rPr>
        <w:t xml:space="preserve">прав </w:t>
      </w:r>
      <w:r w:rsidRPr="009B7289">
        <w:rPr>
          <w:rFonts w:ascii="Times New Roman" w:hAnsi="Times New Roman" w:cs="Times New Roman"/>
        </w:rPr>
        <w:t>требования Должником</w:t>
      </w:r>
      <w:r w:rsidR="009B7289">
        <w:rPr>
          <w:rFonts w:ascii="Times New Roman" w:hAnsi="Times New Roman" w:cs="Times New Roman"/>
        </w:rPr>
        <w:t>.</w:t>
      </w:r>
    </w:p>
    <w:p w:rsidR="008C23A4" w:rsidRPr="006B5880" w:rsidRDefault="008C23A4" w:rsidP="008C23A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8C23A4">
        <w:rPr>
          <w:rFonts w:ascii="Times New Roman" w:hAnsi="Times New Roman" w:cs="Times New Roman"/>
        </w:rPr>
        <w:t>Во всех других случаях неисполнения или ненадлежащего исполнения обязательств</w:t>
      </w:r>
      <w:r w:rsidR="009B7289">
        <w:rPr>
          <w:rFonts w:ascii="Times New Roman" w:hAnsi="Times New Roman" w:cs="Times New Roman"/>
        </w:rPr>
        <w:t>,</w:t>
      </w:r>
      <w:r w:rsidRPr="008C23A4">
        <w:rPr>
          <w:rFonts w:ascii="Times New Roman" w:hAnsi="Times New Roman" w:cs="Times New Roman"/>
        </w:rPr>
        <w:t xml:space="preserve"> вытекающих из Соглашения, Стороны несут ответственность в соответствии с действующим законодательством РФ.</w:t>
      </w:r>
    </w:p>
    <w:p w:rsidR="006B5880" w:rsidRDefault="006B5880" w:rsidP="008C23A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B5880">
        <w:rPr>
          <w:rFonts w:ascii="Times New Roman" w:hAnsi="Times New Roman" w:cs="Times New Roman"/>
        </w:rPr>
        <w:lastRenderedPageBreak/>
        <w:t xml:space="preserve">В случае нарушения </w:t>
      </w:r>
      <w:r>
        <w:rPr>
          <w:rFonts w:ascii="Times New Roman" w:hAnsi="Times New Roman" w:cs="Times New Roman"/>
        </w:rPr>
        <w:t>Цессионарием</w:t>
      </w:r>
      <w:r w:rsidRPr="006B5880">
        <w:rPr>
          <w:rFonts w:ascii="Times New Roman" w:hAnsi="Times New Roman" w:cs="Times New Roman"/>
        </w:rPr>
        <w:t xml:space="preserve"> сроков оплаты приобретенного Имущества, Договор расторгается </w:t>
      </w:r>
      <w:r w:rsidRPr="00AB0200">
        <w:rPr>
          <w:rFonts w:ascii="Times New Roman" w:hAnsi="Times New Roman" w:cs="Times New Roman"/>
        </w:rPr>
        <w:t>Цедент</w:t>
      </w:r>
      <w:r>
        <w:rPr>
          <w:rFonts w:ascii="Times New Roman" w:hAnsi="Times New Roman" w:cs="Times New Roman"/>
        </w:rPr>
        <w:t>ом</w:t>
      </w:r>
      <w:r w:rsidRPr="006B5880">
        <w:rPr>
          <w:rFonts w:ascii="Times New Roman" w:hAnsi="Times New Roman" w:cs="Times New Roman"/>
        </w:rPr>
        <w:t xml:space="preserve"> в одностороннем порядке. В этом случае задаток, внесенный </w:t>
      </w:r>
      <w:r>
        <w:rPr>
          <w:rFonts w:ascii="Times New Roman" w:hAnsi="Times New Roman" w:cs="Times New Roman"/>
        </w:rPr>
        <w:t>Цессионарием</w:t>
      </w:r>
      <w:r w:rsidRPr="006B5880">
        <w:rPr>
          <w:rFonts w:ascii="Times New Roman" w:hAnsi="Times New Roman" w:cs="Times New Roman"/>
        </w:rPr>
        <w:t>, не возвращается, а включается в состав конкурсной массы.</w:t>
      </w:r>
    </w:p>
    <w:p w:rsidR="009B7289" w:rsidRDefault="009B7289" w:rsidP="009B7289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9B7289" w:rsidRPr="009B7289" w:rsidRDefault="009B7289" w:rsidP="009B728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7289">
        <w:rPr>
          <w:rFonts w:ascii="Times New Roman" w:eastAsia="Times New Roman" w:hAnsi="Times New Roman" w:cs="Times New Roman"/>
          <w:b/>
          <w:lang w:eastAsia="ru-RU"/>
        </w:rPr>
        <w:t>Форс-мажор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Стороны освобождаются от ответственности за частичное или полное неисполнение своих обязательств по Соглашению, если их исполнению препятствует чрезвычайное и непредотвратимое при данных условиях обстоятельство (непреодолимая сила).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При наступлении обстоятельств, указанных в п. 4.1 Соглашения, каждая Сторона должна без промедления известить о них в письменном виде другую Сторону.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В случаях наступления обстоятельств, предусмотренных в п. 4.1 Соглашения, срок выполнения Стороной обязательств по Соглашению отодвигается соразмерно времени, в течение которого действуют эти обстоятельства и их последствия.</w:t>
      </w:r>
    </w:p>
    <w:p w:rsidR="009B7289" w:rsidRPr="008C23A4" w:rsidRDefault="009B7289" w:rsidP="009B7289">
      <w:pPr>
        <w:pStyle w:val="a3"/>
        <w:tabs>
          <w:tab w:val="left" w:pos="1134"/>
        </w:tabs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9B7289" w:rsidRPr="009B7289" w:rsidRDefault="009B7289" w:rsidP="009B7289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9B7289">
        <w:rPr>
          <w:rFonts w:ascii="Times New Roman" w:eastAsia="Times New Roman" w:hAnsi="Times New Roman" w:cs="Times New Roman"/>
          <w:b/>
          <w:lang w:eastAsia="ru-RU"/>
        </w:rPr>
        <w:t>Разрешение споров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Все споры и разногласия, которые могут возникнуть между Сторонами по вопросам, не нашедшим своего разрешения в тексте Соглашения, будут разрешаться путем переговоров на основе действующего законодательства Российской Федерации.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Стороны договорились соблюдать претензионный порядок разрешения споров.</w:t>
      </w:r>
    </w:p>
    <w:p w:rsidR="009B7289" w:rsidRPr="009B7289" w:rsidRDefault="009B7289" w:rsidP="009B7289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B7289">
        <w:rPr>
          <w:rFonts w:ascii="Times New Roman" w:hAnsi="Times New Roman" w:cs="Times New Roman"/>
        </w:rPr>
        <w:t>При невозможности урегулировать разногласия в процессе переговоров, споры разрешаются в суде в порядке, установленном действующим законодательством Российской Федерации.</w:t>
      </w:r>
    </w:p>
    <w:p w:rsidR="00657BA2" w:rsidRPr="00657BA2" w:rsidRDefault="00657BA2" w:rsidP="00657BA2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57BA2">
        <w:rPr>
          <w:rFonts w:ascii="Times New Roman" w:eastAsia="Times New Roman" w:hAnsi="Times New Roman" w:cs="Times New Roman"/>
          <w:b/>
          <w:lang w:eastAsia="ru-RU"/>
        </w:rPr>
        <w:t>Заключительные положения</w:t>
      </w:r>
    </w:p>
    <w:p w:rsidR="00657BA2" w:rsidRPr="00657BA2" w:rsidRDefault="00657BA2" w:rsidP="00657BA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7B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Настоящее </w:t>
      </w:r>
      <w:r w:rsidRPr="00657BA2">
        <w:rPr>
          <w:rFonts w:ascii="Times New Roman" w:hAnsi="Times New Roman" w:cs="Times New Roman"/>
        </w:rPr>
        <w:t>Соглашение вступает в силу с момента его подписания Сторонами.</w:t>
      </w:r>
    </w:p>
    <w:p w:rsidR="00657BA2" w:rsidRPr="00657BA2" w:rsidRDefault="00657BA2" w:rsidP="00657BA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7BA2">
        <w:rPr>
          <w:rFonts w:ascii="Times New Roman" w:hAnsi="Times New Roman" w:cs="Times New Roman"/>
        </w:rPr>
        <w:t xml:space="preserve">Все изменения и дополнения к Соглашению действительны, если совершены в письменной форме и подписаны обеими Сторонами. Соответствующие изменения и дополнения являются неотъемлемой частью Соглашения. </w:t>
      </w:r>
    </w:p>
    <w:p w:rsidR="00657BA2" w:rsidRPr="00657BA2" w:rsidRDefault="00657BA2" w:rsidP="00657BA2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657BA2">
        <w:rPr>
          <w:rFonts w:ascii="Times New Roman" w:hAnsi="Times New Roman" w:cs="Times New Roman"/>
        </w:rPr>
        <w:t xml:space="preserve">Соглашение составлено в двух экземплярах, по одному для каждой из Сторон. </w:t>
      </w:r>
    </w:p>
    <w:p w:rsidR="008C23A4" w:rsidRDefault="008C23A4" w:rsidP="008C7900">
      <w:pPr>
        <w:spacing w:line="240" w:lineRule="auto"/>
      </w:pPr>
    </w:p>
    <w:p w:rsidR="00657BA2" w:rsidRPr="00657BA2" w:rsidRDefault="00657BA2" w:rsidP="00657BA2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Р</w:t>
      </w:r>
      <w:r w:rsidRPr="00657BA2">
        <w:rPr>
          <w:rFonts w:ascii="Times New Roman" w:eastAsia="Times New Roman" w:hAnsi="Times New Roman" w:cs="Times New Roman"/>
          <w:b/>
          <w:lang w:eastAsia="ru-RU"/>
        </w:rPr>
        <w:t>еквизиты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и подписи</w:t>
      </w:r>
      <w:r w:rsidRPr="00657BA2">
        <w:rPr>
          <w:rFonts w:ascii="Times New Roman" w:eastAsia="Times New Roman" w:hAnsi="Times New Roman" w:cs="Times New Roman"/>
          <w:b/>
          <w:lang w:eastAsia="ru-RU"/>
        </w:rPr>
        <w:t xml:space="preserve"> Сторон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2"/>
      </w:tblGrid>
      <w:tr w:rsidR="00657BA2" w:rsidRPr="00657BA2" w:rsidTr="00657BA2">
        <w:tc>
          <w:tcPr>
            <w:tcW w:w="4653" w:type="dxa"/>
            <w:tcMar>
              <w:top w:w="57" w:type="dxa"/>
              <w:left w:w="227" w:type="dxa"/>
              <w:bottom w:w="57" w:type="dxa"/>
              <w:right w:w="227" w:type="dxa"/>
            </w:tcMar>
          </w:tcPr>
          <w:p w:rsidR="00657BA2" w:rsidRDefault="00657BA2" w:rsidP="00657BA2">
            <w:pPr>
              <w:pStyle w:val="ConsNormal"/>
              <w:ind w:firstLine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57BA2">
              <w:rPr>
                <w:rFonts w:ascii="Times New Roman" w:eastAsia="MS Mincho" w:hAnsi="Times New Roman"/>
                <w:b/>
                <w:sz w:val="22"/>
                <w:szCs w:val="22"/>
              </w:rPr>
              <w:t>Цедент: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266D13">
              <w:rPr>
                <w:rFonts w:ascii="Times New Roman" w:hAnsi="Times New Roman"/>
                <w:b/>
                <w:sz w:val="22"/>
                <w:szCs w:val="22"/>
              </w:rPr>
              <w:t>ЗАО «Малечкино»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266D13">
              <w:rPr>
                <w:rFonts w:ascii="Times New Roman" w:hAnsi="Times New Roman"/>
                <w:sz w:val="22"/>
                <w:szCs w:val="22"/>
              </w:rPr>
              <w:t>ОГРН 1033500885307</w:t>
            </w:r>
            <w:r>
              <w:rPr>
                <w:rFonts w:ascii="Times New Roman" w:hAnsi="Times New Roman"/>
                <w:sz w:val="22"/>
                <w:szCs w:val="22"/>
              </w:rPr>
              <w:t>, ИНН 3523001163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</w:t>
            </w:r>
            <w:r w:rsidRPr="00266D13">
              <w:rPr>
                <w:rFonts w:ascii="Times New Roman" w:hAnsi="Times New Roman"/>
                <w:sz w:val="22"/>
                <w:szCs w:val="22"/>
              </w:rPr>
              <w:t>дрес:</w:t>
            </w:r>
            <w:r w:rsidRPr="00266D13">
              <w:rPr>
                <w:rFonts w:ascii="Times New Roman" w:hAnsi="Times New Roman"/>
                <w:bCs/>
                <w:sz w:val="22"/>
                <w:szCs w:val="22"/>
              </w:rPr>
              <w:t xml:space="preserve"> 162691, Вологодская область, Череп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овецкий район, п. Малечкино, ул. </w:t>
            </w:r>
            <w:r w:rsidRPr="00266D13">
              <w:rPr>
                <w:rFonts w:ascii="Times New Roman" w:hAnsi="Times New Roman"/>
                <w:bCs/>
                <w:sz w:val="22"/>
                <w:szCs w:val="22"/>
              </w:rPr>
              <w:t>Победы, д.2Б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р/с 40702810735290000309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 w:rsidRPr="0050469E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t>банке Санкт-Петербургский РФ АО </w:t>
            </w:r>
            <w:r w:rsidRPr="0050469E">
              <w:rPr>
                <w:rFonts w:ascii="Times New Roman" w:hAnsi="Times New Roman"/>
                <w:sz w:val="22"/>
                <w:szCs w:val="22"/>
              </w:rPr>
              <w:t xml:space="preserve">«Россельхозбанк» г. Санкт-Петербург, 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к/с 30101810900000000910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БИК 044030910</w:t>
            </w: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  <w:p w:rsidR="00657BA2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  <w:r w:rsidRPr="0050469E">
              <w:rPr>
                <w:rFonts w:ascii="Times New Roman" w:hAnsi="Times New Roman"/>
                <w:b/>
                <w:sz w:val="22"/>
                <w:szCs w:val="22"/>
              </w:rPr>
              <w:t>Конкурсный управляющий</w:t>
            </w:r>
          </w:p>
          <w:p w:rsidR="00657BA2" w:rsidRPr="0050469E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57BA2" w:rsidRPr="0050469E" w:rsidRDefault="00657BA2" w:rsidP="00657BA2">
            <w:pPr>
              <w:pStyle w:val="ConsNormal"/>
              <w:ind w:firstLine="0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657BA2" w:rsidRPr="008C7900" w:rsidRDefault="00657BA2" w:rsidP="00657BA2">
            <w:r w:rsidRPr="0050469E">
              <w:rPr>
                <w:rFonts w:ascii="Times New Roman" w:hAnsi="Times New Roman"/>
                <w:b/>
              </w:rPr>
              <w:t>_____________________/И.Г. Азбиль</w:t>
            </w:r>
          </w:p>
          <w:p w:rsidR="00657BA2" w:rsidRPr="00657BA2" w:rsidRDefault="00657BA2" w:rsidP="00C355E3">
            <w:pPr>
              <w:keepNext/>
              <w:jc w:val="center"/>
              <w:rPr>
                <w:rFonts w:ascii="Times New Roman" w:eastAsia="MS Mincho" w:hAnsi="Times New Roman" w:cs="Times New Roman"/>
                <w:b/>
              </w:rPr>
            </w:pPr>
          </w:p>
          <w:p w:rsidR="00657BA2" w:rsidRPr="001E6A47" w:rsidRDefault="00657BA2" w:rsidP="00C355E3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4702" w:type="dxa"/>
            <w:tcMar>
              <w:top w:w="57" w:type="dxa"/>
              <w:left w:w="227" w:type="dxa"/>
              <w:bottom w:w="57" w:type="dxa"/>
              <w:right w:w="227" w:type="dxa"/>
            </w:tcMar>
          </w:tcPr>
          <w:p w:rsidR="00657BA2" w:rsidRPr="00657BA2" w:rsidRDefault="00657BA2" w:rsidP="00C355E3">
            <w:pPr>
              <w:keepNext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657BA2">
              <w:rPr>
                <w:rFonts w:ascii="Times New Roman" w:eastAsia="MS Mincho" w:hAnsi="Times New Roman" w:cs="Times New Roman"/>
                <w:b/>
              </w:rPr>
              <w:t>Цессионарий:</w:t>
            </w:r>
          </w:p>
          <w:p w:rsidR="00657BA2" w:rsidRPr="00657BA2" w:rsidRDefault="00657BA2" w:rsidP="00C355E3">
            <w:pPr>
              <w:jc w:val="center"/>
              <w:rPr>
                <w:rFonts w:ascii="Times New Roman" w:eastAsia="MS Mincho" w:hAnsi="Times New Roman" w:cs="Times New Roman"/>
                <w:spacing w:val="-4"/>
              </w:rPr>
            </w:pPr>
          </w:p>
        </w:tc>
      </w:tr>
    </w:tbl>
    <w:p w:rsidR="00657BA2" w:rsidRPr="008C7900" w:rsidRDefault="00657BA2" w:rsidP="00657BA2">
      <w:pPr>
        <w:spacing w:line="240" w:lineRule="auto"/>
      </w:pPr>
    </w:p>
    <w:sectPr w:rsidR="00657BA2" w:rsidRPr="008C7900" w:rsidSect="0003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626DE"/>
    <w:multiLevelType w:val="multilevel"/>
    <w:tmpl w:val="AABA10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803" w:hanging="10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1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" w15:restartNumberingAfterBreak="0">
    <w:nsid w:val="39C618C5"/>
    <w:multiLevelType w:val="multilevel"/>
    <w:tmpl w:val="BDBEC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5EF141D"/>
    <w:multiLevelType w:val="multilevel"/>
    <w:tmpl w:val="BDBEC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5FE63CFA"/>
    <w:multiLevelType w:val="multilevel"/>
    <w:tmpl w:val="B94660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65" w:hanging="10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51" w:hanging="10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9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7" w:hanging="109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4" w15:restartNumberingAfterBreak="0">
    <w:nsid w:val="625C305C"/>
    <w:multiLevelType w:val="multilevel"/>
    <w:tmpl w:val="BDBEC3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B52"/>
    <w:rsid w:val="0003663B"/>
    <w:rsid w:val="00071B52"/>
    <w:rsid w:val="00142098"/>
    <w:rsid w:val="001E6A47"/>
    <w:rsid w:val="0023343E"/>
    <w:rsid w:val="00244327"/>
    <w:rsid w:val="00657BA2"/>
    <w:rsid w:val="006B5880"/>
    <w:rsid w:val="0077022C"/>
    <w:rsid w:val="007B65BA"/>
    <w:rsid w:val="00862B84"/>
    <w:rsid w:val="008C23A4"/>
    <w:rsid w:val="008C7900"/>
    <w:rsid w:val="009872D3"/>
    <w:rsid w:val="009B7289"/>
    <w:rsid w:val="00AB0200"/>
    <w:rsid w:val="00AB6495"/>
    <w:rsid w:val="00AE3F0B"/>
    <w:rsid w:val="00B00DCB"/>
    <w:rsid w:val="00B0349B"/>
    <w:rsid w:val="00B27C8F"/>
    <w:rsid w:val="00B625DE"/>
    <w:rsid w:val="00B806AB"/>
    <w:rsid w:val="00C17B35"/>
    <w:rsid w:val="00C355E3"/>
    <w:rsid w:val="00DF42DB"/>
    <w:rsid w:val="00E7203E"/>
    <w:rsid w:val="00E7732D"/>
    <w:rsid w:val="00F727FC"/>
    <w:rsid w:val="00F732D1"/>
    <w:rsid w:val="00FB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23FE54-2B96-4239-B5C3-3A4910FD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6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0200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onsPlusNormal">
    <w:name w:val="ConsPlusNormal"/>
    <w:rsid w:val="00B27C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table" w:styleId="a4">
    <w:name w:val="Table Grid"/>
    <w:basedOn w:val="a1"/>
    <w:uiPriority w:val="59"/>
    <w:rsid w:val="00657BA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657BA2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C98DF116</Template>
  <TotalTime>0</TotalTime>
  <Pages>2</Pages>
  <Words>745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Юлианна Р.</dc:creator>
  <cp:lastModifiedBy>Армен А.</cp:lastModifiedBy>
  <cp:revision>2</cp:revision>
  <dcterms:created xsi:type="dcterms:W3CDTF">2018-06-14T12:06:00Z</dcterms:created>
  <dcterms:modified xsi:type="dcterms:W3CDTF">2018-06-14T12:06:00Z</dcterms:modified>
</cp:coreProperties>
</file>