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49" w:rsidRPr="00AC7DC6" w:rsidRDefault="00453549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643C41">
        <w:rPr>
          <w:rFonts w:ascii="Times New Roman" w:hAnsi="Times New Roman"/>
          <w:color w:val="auto"/>
          <w:sz w:val="22"/>
          <w:szCs w:val="22"/>
        </w:rPr>
        <w:t>ДО</w:t>
      </w:r>
      <w:r w:rsidRPr="00AC7DC6">
        <w:rPr>
          <w:rFonts w:ascii="Times New Roman" w:hAnsi="Times New Roman"/>
          <w:color w:val="auto"/>
          <w:sz w:val="22"/>
          <w:szCs w:val="22"/>
        </w:rPr>
        <w:t>ГОВОР</w:t>
      </w:r>
    </w:p>
    <w:p w:rsidR="00453549" w:rsidRPr="00AC7DC6" w:rsidRDefault="00453549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AC7DC6">
        <w:rPr>
          <w:rFonts w:ascii="Times New Roman" w:hAnsi="Times New Roman"/>
          <w:color w:val="auto"/>
          <w:sz w:val="22"/>
          <w:szCs w:val="22"/>
        </w:rPr>
        <w:t>купли-продажи доли в объекте недвижимого имущества</w:t>
      </w:r>
    </w:p>
    <w:p w:rsidR="00453549" w:rsidRPr="00AC7DC6" w:rsidRDefault="00453549" w:rsidP="005E3836">
      <w:pPr>
        <w:pStyle w:val="BodyTextIndent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453549" w:rsidRPr="00AC7DC6" w:rsidRDefault="00453549" w:rsidP="005E3836">
      <w:pPr>
        <w:pStyle w:val="BodyTextIndent3"/>
        <w:spacing w:after="0" w:line="240" w:lineRule="auto"/>
        <w:ind w:left="0"/>
        <w:rPr>
          <w:rFonts w:ascii="Times New Roman" w:hAnsi="Times New Roman"/>
          <w:sz w:val="22"/>
          <w:szCs w:val="22"/>
        </w:rPr>
      </w:pPr>
      <w:r w:rsidRPr="00AC7DC6">
        <w:rPr>
          <w:rFonts w:ascii="Times New Roman" w:hAnsi="Times New Roman"/>
          <w:sz w:val="22"/>
          <w:szCs w:val="22"/>
        </w:rPr>
        <w:t>г. Владивосток Приморского края</w:t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  <w:t xml:space="preserve">                                     «__» ________ 2019 года</w:t>
      </w:r>
    </w:p>
    <w:p w:rsidR="00453549" w:rsidRPr="00AC7DC6" w:rsidRDefault="00453549" w:rsidP="005E3836">
      <w:pPr>
        <w:pStyle w:val="BodyTextIndent3"/>
        <w:spacing w:after="0" w:line="240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453549" w:rsidRPr="00AC7DC6" w:rsidRDefault="00453549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 xml:space="preserve">Болдырев Сергей Алексеевич, </w:t>
      </w:r>
      <w:r w:rsidRPr="00AC7DC6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в лице финансового управляющего Полонского Дмитрия Евгеньевича, действующего на основании решения Арбитражного суда Приморского края от 18 июля 2017 года по делу №А51-12709/2017, с одной стороны, и </w:t>
      </w:r>
    </w:p>
    <w:p w:rsidR="00453549" w:rsidRPr="00AC7DC6" w:rsidRDefault="00453549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________________________________________________, именуем__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____________________________________________________________________________, с другой стороны, а совместно именуемые </w:t>
      </w:r>
      <w:r w:rsidRPr="00AC7DC6">
        <w:rPr>
          <w:rFonts w:ascii="Times New Roman" w:hAnsi="Times New Roman" w:cs="Times New Roman"/>
          <w:b/>
          <w:sz w:val="22"/>
          <w:szCs w:val="22"/>
        </w:rPr>
        <w:t>«Стороны»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 </w:t>
      </w:r>
    </w:p>
    <w:p w:rsidR="00453549" w:rsidRPr="00AC7DC6" w:rsidRDefault="00453549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453549" w:rsidRPr="00AC7DC6" w:rsidRDefault="00453549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AC7DC6">
        <w:rPr>
          <w:rFonts w:ascii="Times New Roman" w:hAnsi="Times New Roman"/>
          <w:b w:val="0"/>
          <w:sz w:val="22"/>
          <w:szCs w:val="22"/>
        </w:rPr>
        <w:t>руководствуясь ч.19 ст.110, ч.3 ст.139 и ч.ч.1 и 3 ст.213.26 Федерального закона РФ «О несостоятельности (банкротстве)» от 26 октября 2</w:t>
      </w:r>
      <w:r>
        <w:rPr>
          <w:rFonts w:ascii="Times New Roman" w:hAnsi="Times New Roman"/>
          <w:b w:val="0"/>
          <w:sz w:val="22"/>
          <w:szCs w:val="22"/>
        </w:rPr>
        <w:t>002 года №127-ФЗ, а также п.п.3.10, 3.13.</w:t>
      </w:r>
      <w:r w:rsidRPr="00AC7DC6">
        <w:rPr>
          <w:rFonts w:ascii="Times New Roman" w:hAnsi="Times New Roman"/>
          <w:b w:val="0"/>
          <w:sz w:val="22"/>
          <w:szCs w:val="22"/>
        </w:rPr>
        <w:t xml:space="preserve"> и главой 5 положения о</w:t>
      </w:r>
      <w:r w:rsidRPr="00AC7DC6">
        <w:rPr>
          <w:rFonts w:ascii="Times New Roman" w:hAnsi="Times New Roman"/>
          <w:b w:val="0"/>
          <w:color w:val="FF0000"/>
          <w:sz w:val="22"/>
          <w:szCs w:val="22"/>
        </w:rPr>
        <w:t xml:space="preserve"> </w:t>
      </w:r>
      <w:r w:rsidRPr="00AC7DC6">
        <w:rPr>
          <w:rFonts w:ascii="Times New Roman" w:hAnsi="Times New Roman"/>
          <w:b w:val="0"/>
          <w:sz w:val="22"/>
          <w:szCs w:val="22"/>
        </w:rPr>
        <w:t>порядке и об условиях продажи имущества Болдырева С.А., утвержденного определением Арбитражного суда Приморского края от 4 марта 2019 года по делу №А51-12709/2017</w:t>
      </w:r>
      <w:r w:rsidRPr="00AC7DC6">
        <w:rPr>
          <w:rFonts w:ascii="Times New Roman" w:hAnsi="Times New Roman"/>
          <w:b w:val="0"/>
          <w:spacing w:val="1"/>
          <w:sz w:val="22"/>
          <w:szCs w:val="22"/>
        </w:rPr>
        <w:t xml:space="preserve">, </w:t>
      </w:r>
      <w:r w:rsidRPr="00AC7DC6">
        <w:rPr>
          <w:rFonts w:ascii="Times New Roman" w:hAnsi="Times New Roman"/>
          <w:b w:val="0"/>
          <w:sz w:val="22"/>
          <w:szCs w:val="22"/>
        </w:rPr>
        <w:t>заключили настоящий договор о нижеследующем:</w:t>
      </w:r>
    </w:p>
    <w:p w:rsidR="00453549" w:rsidRPr="00AC7DC6" w:rsidRDefault="00453549" w:rsidP="005E3836">
      <w:pPr>
        <w:spacing w:after="0" w:line="240" w:lineRule="auto"/>
        <w:rPr>
          <w:rFonts w:ascii="Times New Roman" w:hAnsi="Times New Roman"/>
        </w:rPr>
      </w:pPr>
    </w:p>
    <w:p w:rsidR="00453549" w:rsidRPr="00AC7DC6" w:rsidRDefault="00453549" w:rsidP="005E3836">
      <w:pPr>
        <w:pStyle w:val="a"/>
        <w:numPr>
          <w:ilvl w:val="0"/>
          <w:numId w:val="1"/>
        </w:numPr>
        <w:spacing w:before="0" w:after="0" w:line="240" w:lineRule="auto"/>
        <w:ind w:left="0" w:hanging="426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Предмет договора.</w:t>
      </w:r>
    </w:p>
    <w:p w:rsidR="00453549" w:rsidRPr="00AC7DC6" w:rsidRDefault="00453549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53549" w:rsidRPr="00AC7DC6" w:rsidRDefault="00453549" w:rsidP="00B52F4E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 соответствии с условиями настоящего договора Продавец обязуется пер</w:t>
      </w:r>
      <w:r>
        <w:rPr>
          <w:rFonts w:ascii="Times New Roman" w:hAnsi="Times New Roman" w:cs="Times New Roman"/>
          <w:sz w:val="22"/>
          <w:szCs w:val="22"/>
        </w:rPr>
        <w:t>едать в собственность Покупателю</w:t>
      </w:r>
      <w:r w:rsidRPr="00AC7DC6">
        <w:rPr>
          <w:rFonts w:ascii="Times New Roman" w:hAnsi="Times New Roman" w:cs="Times New Roman"/>
          <w:sz w:val="22"/>
          <w:szCs w:val="22"/>
        </w:rPr>
        <w:t xml:space="preserve"> долю, равную ½ в праве общей собственности на жилое помещение (квартиру) №47 с кадастровым номером 64:48:030219:4733, общей площадью 50,4 кв.м., в доме по адресу: Саратовская область, г. Саратов, ул. Вольская, д.11-а, а Покупатель принять ее и оплатить </w:t>
      </w:r>
      <w:r>
        <w:rPr>
          <w:rFonts w:ascii="Times New Roman" w:hAnsi="Times New Roman" w:cs="Times New Roman"/>
          <w:sz w:val="22"/>
          <w:szCs w:val="22"/>
        </w:rPr>
        <w:t xml:space="preserve">согласно </w:t>
      </w:r>
      <w:r w:rsidRPr="00AC7DC6">
        <w:rPr>
          <w:rFonts w:ascii="Times New Roman" w:hAnsi="Times New Roman" w:cs="Times New Roman"/>
          <w:sz w:val="22"/>
          <w:szCs w:val="22"/>
        </w:rPr>
        <w:t>условиям настоящего договора (далее по тексту – «доля в праве собственности на квартиру»).</w:t>
      </w:r>
    </w:p>
    <w:p w:rsidR="00453549" w:rsidRPr="00AC7DC6" w:rsidRDefault="00453549" w:rsidP="00B52F4E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Доля принадлежит Продавцу на праве собственности, о чем в Едином государственном реестре недвижимости «__» __________ 2018 года сделана запись регистрации №_________.</w:t>
      </w:r>
    </w:p>
    <w:p w:rsidR="00453549" w:rsidRPr="00AC7DC6" w:rsidRDefault="00453549" w:rsidP="00B52F4E">
      <w:pPr>
        <w:pStyle w:val="4"/>
        <w:numPr>
          <w:ilvl w:val="1"/>
          <w:numId w:val="1"/>
        </w:numPr>
        <w:spacing w:line="240" w:lineRule="auto"/>
        <w:ind w:left="540" w:hanging="540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Продавец гарантирует, что на момент заключения настоящего договора доля в праве собственности на квартиру не отчуждена, не заложена, под арестом (запрещением) и в             споре не состоит, вещными и обязательственными правами третьих лиц не обременена, ограничений в использовании не имеет.</w:t>
      </w:r>
    </w:p>
    <w:p w:rsidR="00453549" w:rsidRPr="00AC7DC6" w:rsidRDefault="00453549" w:rsidP="005E3836">
      <w:pPr>
        <w:pStyle w:val="4"/>
        <w:tabs>
          <w:tab w:val="left" w:pos="4080"/>
        </w:tabs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ab/>
      </w:r>
    </w:p>
    <w:p w:rsidR="00453549" w:rsidRPr="00AC7DC6" w:rsidRDefault="00453549" w:rsidP="005E3836">
      <w:pPr>
        <w:pStyle w:val="4"/>
        <w:numPr>
          <w:ilvl w:val="0"/>
          <w:numId w:val="1"/>
        </w:numPr>
        <w:spacing w:line="240" w:lineRule="auto"/>
        <w:ind w:left="426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>Стоимость доли в праве собственности на квартиру и порядок ее оплаты.</w:t>
      </w:r>
    </w:p>
    <w:p w:rsidR="00453549" w:rsidRPr="00AC7DC6" w:rsidRDefault="00453549" w:rsidP="005E3836">
      <w:pPr>
        <w:pStyle w:val="4"/>
        <w:spacing w:line="240" w:lineRule="auto"/>
        <w:ind w:left="426" w:firstLine="0"/>
        <w:rPr>
          <w:rFonts w:ascii="Times New Roman" w:hAnsi="Times New Roman" w:cs="Times New Roman"/>
          <w:b/>
          <w:sz w:val="22"/>
          <w:szCs w:val="22"/>
        </w:rPr>
      </w:pPr>
    </w:p>
    <w:p w:rsidR="00453549" w:rsidRPr="00AC7DC6" w:rsidRDefault="0045354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Стоимость доли в праве собственности на квартиру составляет _______________________ (_______________________________) рублей.</w:t>
      </w:r>
    </w:p>
    <w:p w:rsidR="00453549" w:rsidRPr="00AC7DC6" w:rsidRDefault="0045354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Задаток в</w:t>
      </w:r>
      <w:r>
        <w:rPr>
          <w:rFonts w:ascii="Times New Roman" w:hAnsi="Times New Roman"/>
        </w:rPr>
        <w:t xml:space="preserve"> размере 90</w:t>
      </w:r>
      <w:bookmarkStart w:id="0" w:name="_GoBack"/>
      <w:bookmarkEnd w:id="0"/>
      <w:r w:rsidRPr="00AC7DC6">
        <w:rPr>
          <w:rFonts w:ascii="Times New Roman" w:hAnsi="Times New Roman"/>
        </w:rPr>
        <w:t>000 рублей, перечисленный Покупателем на расчетный счет оператора электронной площадки в соответствии с договором о внесении задатка №__ от «__» _____ 2019 года, засчитывается в счет оплаты за долю в праве собственности на квартиру.</w:t>
      </w:r>
    </w:p>
    <w:p w:rsidR="00453549" w:rsidRPr="00AC7DC6" w:rsidRDefault="0045354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С учетом положений п.2.2. настоящего договора Покупатель обязан уплатить Продавцу денежные средства в размере ____________ (________________________________________) рублей.</w:t>
      </w:r>
    </w:p>
    <w:p w:rsidR="00453549" w:rsidRPr="00AC7DC6" w:rsidRDefault="0045354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Оплата за долю в праве собственности на квартиру производится Покупателем посредством перечисления денежных средств на банковский счет Продавца в течение 10 (десяти) календарных дней с даты подписания настоящего договора.</w:t>
      </w:r>
    </w:p>
    <w:p w:rsidR="00453549" w:rsidRPr="00AC7DC6" w:rsidRDefault="00453549" w:rsidP="005E3836">
      <w:pPr>
        <w:pStyle w:val="4"/>
        <w:tabs>
          <w:tab w:val="num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53549" w:rsidRPr="00AC7DC6" w:rsidRDefault="00453549" w:rsidP="005E3836">
      <w:pPr>
        <w:pStyle w:val="1"/>
        <w:numPr>
          <w:ilvl w:val="0"/>
          <w:numId w:val="1"/>
        </w:numPr>
        <w:tabs>
          <w:tab w:val="num" w:pos="426"/>
        </w:tabs>
        <w:ind w:left="426" w:hanging="426"/>
        <w:jc w:val="center"/>
        <w:rPr>
          <w:b/>
          <w:sz w:val="22"/>
          <w:szCs w:val="22"/>
        </w:rPr>
      </w:pPr>
      <w:r w:rsidRPr="00AC7DC6">
        <w:rPr>
          <w:b/>
          <w:sz w:val="22"/>
          <w:szCs w:val="22"/>
        </w:rPr>
        <w:t>Передача доли в праве собственности на квартиру, обязанности сторон.</w:t>
      </w:r>
    </w:p>
    <w:p w:rsidR="00453549" w:rsidRPr="00AC7DC6" w:rsidRDefault="00453549" w:rsidP="005E3836">
      <w:pPr>
        <w:pStyle w:val="1"/>
        <w:ind w:left="360"/>
        <w:rPr>
          <w:b/>
          <w:sz w:val="22"/>
          <w:szCs w:val="22"/>
        </w:rPr>
      </w:pPr>
    </w:p>
    <w:p w:rsidR="00453549" w:rsidRPr="00AC7DC6" w:rsidRDefault="00453549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Покупатель обязан оплатить долю в праве собственности на квартиру в порядке и на условиях, предусмотренных главой 2 настоящего договора. Обязанность Покупателя по оплате доли считается исполненной надлежащим образом в момент зачисления денежных средств на счет Продавца.</w:t>
      </w:r>
    </w:p>
    <w:p w:rsidR="00453549" w:rsidRPr="00AC7DC6" w:rsidRDefault="00453549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 xml:space="preserve">Продавец обязуется передать Покупателю долю в праве собственности на квартиру, а              также правоустанавливающую и иную документацию на нее по акту приема-передачи              после ее оплаты Покупателем в полном объеме. </w:t>
      </w:r>
    </w:p>
    <w:p w:rsidR="00453549" w:rsidRPr="00AC7DC6" w:rsidRDefault="00453549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Покупатель обязан принять долю в праве собственности на квартиру, а также документацию на нее от Продавца в сроки и на условиях, предусмотренных п.3.2. настоящего договора.</w:t>
      </w:r>
    </w:p>
    <w:p w:rsidR="00453549" w:rsidRPr="00AC7DC6" w:rsidRDefault="00453549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 xml:space="preserve">Стороны обязаны представить в орган, осуществляющий государственную регистрацию прав на недвижимость, все документы, необходимые для государственной регистрации перехода права собственности на долю от Продавца к Покупателю.  </w:t>
      </w:r>
    </w:p>
    <w:p w:rsidR="00453549" w:rsidRPr="00AC7DC6" w:rsidRDefault="00453549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 xml:space="preserve">Все расходы, связанные с государственной регистрацией перехода права собственности на долю, несет Покупатель.  </w:t>
      </w:r>
    </w:p>
    <w:p w:rsidR="00453549" w:rsidRPr="00AC7DC6" w:rsidRDefault="00453549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Право собственности на долю возникает у Покупателя с момента государственной регистрации перехода права собственности на нее.</w:t>
      </w:r>
    </w:p>
    <w:p w:rsidR="00453549" w:rsidRPr="00AC7DC6" w:rsidRDefault="00453549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453549" w:rsidRPr="00AC7DC6" w:rsidRDefault="00453549" w:rsidP="005E3836">
      <w:pPr>
        <w:pStyle w:val="BodyTextInden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2"/>
          <w:szCs w:val="22"/>
        </w:rPr>
      </w:pPr>
      <w:r w:rsidRPr="00AC7DC6">
        <w:rPr>
          <w:rFonts w:ascii="Times New Roman" w:hAnsi="Times New Roman"/>
          <w:b/>
          <w:sz w:val="22"/>
          <w:szCs w:val="22"/>
        </w:rPr>
        <w:t>Заключительные положения.</w:t>
      </w:r>
    </w:p>
    <w:p w:rsidR="00453549" w:rsidRPr="00AC7DC6" w:rsidRDefault="00453549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453549" w:rsidRPr="00AC7DC6" w:rsidRDefault="00453549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Настоящий договор вступает в силу и считается заключенным с момента его нотариального удостоверения.</w:t>
      </w:r>
    </w:p>
    <w:p w:rsidR="00453549" w:rsidRPr="00AC7DC6" w:rsidRDefault="00453549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Порядок, установленный ст.250 Гражданского кодекса РФ, в части извещения остальных участников долевой собственности о намерении продать долю в праве собственности на квартиру Покупателю в целях реализации данными лицами преимущественного права покупки доли, Продавцом соблюден.</w:t>
      </w:r>
    </w:p>
    <w:p w:rsidR="00453549" w:rsidRPr="00AC7DC6" w:rsidRDefault="00453549" w:rsidP="009362E1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условий настояще</w:t>
      </w:r>
      <w:r>
        <w:rPr>
          <w:rFonts w:ascii="Times New Roman" w:hAnsi="Times New Roman" w:cs="Times New Roman"/>
          <w:sz w:val="22"/>
          <w:szCs w:val="22"/>
        </w:rPr>
        <w:t>го договора С</w:t>
      </w:r>
      <w:r w:rsidRPr="00AC7DC6">
        <w:rPr>
          <w:rFonts w:ascii="Times New Roman" w:hAnsi="Times New Roman" w:cs="Times New Roman"/>
          <w:sz w:val="22"/>
          <w:szCs w:val="22"/>
        </w:rPr>
        <w:t>тороны несут ответственность, предусмотренную действующим законодательством РФ.</w:t>
      </w:r>
    </w:p>
    <w:p w:rsidR="00453549" w:rsidRPr="00AC7DC6" w:rsidRDefault="00453549" w:rsidP="009362E1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Настоящий договор составлен в четырех экземплярах, по одному экземпляру для каж</w:t>
      </w:r>
      <w:r>
        <w:rPr>
          <w:rFonts w:ascii="Times New Roman" w:hAnsi="Times New Roman" w:cs="Times New Roman"/>
          <w:sz w:val="22"/>
          <w:szCs w:val="22"/>
        </w:rPr>
        <w:t>дой  из С</w:t>
      </w:r>
      <w:r w:rsidRPr="00AC7DC6">
        <w:rPr>
          <w:rFonts w:ascii="Times New Roman" w:hAnsi="Times New Roman" w:cs="Times New Roman"/>
          <w:sz w:val="22"/>
          <w:szCs w:val="22"/>
        </w:rPr>
        <w:t>торон, один экземпляр для нотариуса и один экземпляр для органа, осуществляющего государственную регистрацию прав на недвижимость.</w:t>
      </w:r>
    </w:p>
    <w:p w:rsidR="00453549" w:rsidRPr="00AC7DC6" w:rsidRDefault="00453549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Все споры, возникающие по настоящему договору, решаются сторонами мирным путем посредств</w:t>
      </w:r>
      <w:r>
        <w:rPr>
          <w:rFonts w:ascii="Times New Roman" w:hAnsi="Times New Roman" w:cs="Times New Roman"/>
          <w:sz w:val="22"/>
          <w:szCs w:val="22"/>
        </w:rPr>
        <w:t>ом переговоров. В случае, если С</w:t>
      </w:r>
      <w:r w:rsidRPr="00AC7DC6">
        <w:rPr>
          <w:rFonts w:ascii="Times New Roman" w:hAnsi="Times New Roman" w:cs="Times New Roman"/>
          <w:sz w:val="22"/>
          <w:szCs w:val="22"/>
        </w:rPr>
        <w:t>тороны не достигнут согласия в ходе переговоров, спор подлежит рассмотрению в судебном порядке соответствии с положениями действующего процессуального законодательства РФ.</w:t>
      </w:r>
    </w:p>
    <w:p w:rsidR="00453549" w:rsidRPr="00AC7DC6" w:rsidRDefault="00453549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Во всем остальном, что не урегулировано по</w:t>
      </w:r>
      <w:r>
        <w:rPr>
          <w:rFonts w:ascii="Times New Roman" w:hAnsi="Times New Roman" w:cs="Times New Roman"/>
          <w:sz w:val="22"/>
          <w:szCs w:val="22"/>
        </w:rPr>
        <w:t>ложениями настоящего договора, С</w:t>
      </w:r>
      <w:r w:rsidRPr="00AC7DC6">
        <w:rPr>
          <w:rFonts w:ascii="Times New Roman" w:hAnsi="Times New Roman" w:cs="Times New Roman"/>
          <w:sz w:val="22"/>
          <w:szCs w:val="22"/>
        </w:rPr>
        <w:t>тороны руководствуются положениями действующего гражданского законодательства РФ.</w:t>
      </w:r>
    </w:p>
    <w:p w:rsidR="00453549" w:rsidRPr="00AC7DC6" w:rsidRDefault="00453549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53549" w:rsidRPr="00AC7DC6" w:rsidRDefault="00453549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53549" w:rsidRPr="00AC7DC6" w:rsidRDefault="00453549" w:rsidP="005E3836">
      <w:pPr>
        <w:pStyle w:val="a"/>
        <w:numPr>
          <w:ilvl w:val="0"/>
          <w:numId w:val="1"/>
        </w:numPr>
        <w:tabs>
          <w:tab w:val="num" w:pos="360"/>
        </w:tabs>
        <w:spacing w:before="0" w:after="0" w:line="240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 Адреса и подписи сторон.</w:t>
      </w:r>
    </w:p>
    <w:p w:rsidR="00453549" w:rsidRPr="00AC7DC6" w:rsidRDefault="00453549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53549" w:rsidRPr="00AC7DC6" w:rsidRDefault="00453549" w:rsidP="00B618E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</w:rPr>
      </w:pPr>
      <w:r w:rsidRPr="00AC7DC6">
        <w:rPr>
          <w:rFonts w:ascii="Times New Roman" w:hAnsi="Times New Roman"/>
          <w:b/>
        </w:rPr>
        <w:t xml:space="preserve">Продавец: Болдырев Сергей Алексеевич </w:t>
      </w:r>
    </w:p>
    <w:p w:rsidR="00453549" w:rsidRPr="00AC7DC6" w:rsidRDefault="00453549" w:rsidP="007A0621">
      <w:pPr>
        <w:spacing w:after="0" w:line="240" w:lineRule="auto"/>
        <w:rPr>
          <w:rFonts w:ascii="Times New Roman" w:hAnsi="Times New Roman"/>
        </w:rPr>
      </w:pPr>
      <w:r w:rsidRPr="00AC7DC6">
        <w:rPr>
          <w:rFonts w:ascii="Times New Roman" w:hAnsi="Times New Roman"/>
        </w:rPr>
        <w:t>692701, Приморский край, Хасанский район, пгт. Славянка, ул. 50 лет Октября, д.14, кв.7</w:t>
      </w:r>
    </w:p>
    <w:p w:rsidR="00453549" w:rsidRPr="00AC7DC6" w:rsidRDefault="00453549" w:rsidP="007A0621">
      <w:pPr>
        <w:spacing w:after="0" w:line="240" w:lineRule="auto"/>
        <w:rPr>
          <w:rFonts w:ascii="Times New Roman" w:hAnsi="Times New Roman"/>
        </w:rPr>
      </w:pPr>
    </w:p>
    <w:p w:rsidR="00453549" w:rsidRPr="00AC7DC6" w:rsidRDefault="00453549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Финансовый управляющий</w:t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  <w:t>Д.Е. Полонский</w:t>
      </w:r>
    </w:p>
    <w:p w:rsidR="00453549" w:rsidRPr="00AC7DC6" w:rsidRDefault="00453549" w:rsidP="005E3836">
      <w:pPr>
        <w:spacing w:after="0" w:line="240" w:lineRule="auto"/>
        <w:rPr>
          <w:rFonts w:ascii="Times New Roman" w:hAnsi="Times New Roman"/>
        </w:rPr>
      </w:pPr>
    </w:p>
    <w:p w:rsidR="00453549" w:rsidRPr="00AC7DC6" w:rsidRDefault="00453549" w:rsidP="005E3836">
      <w:pPr>
        <w:spacing w:after="0" w:line="240" w:lineRule="auto"/>
        <w:rPr>
          <w:rFonts w:ascii="Times New Roman" w:hAnsi="Times New Roman"/>
        </w:rPr>
      </w:pPr>
    </w:p>
    <w:p w:rsidR="00453549" w:rsidRPr="00AC7DC6" w:rsidRDefault="00453549" w:rsidP="005E3836">
      <w:pPr>
        <w:pStyle w:val="a"/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Покупатель: ________________________________________________________________________</w:t>
      </w:r>
    </w:p>
    <w:p w:rsidR="00453549" w:rsidRPr="00AC7DC6" w:rsidRDefault="00453549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____________________________________________________________________________________</w:t>
      </w:r>
    </w:p>
    <w:p w:rsidR="00453549" w:rsidRPr="00AC7DC6" w:rsidRDefault="00453549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____________________________________________________________________________________</w:t>
      </w:r>
    </w:p>
    <w:p w:rsidR="00453549" w:rsidRPr="00AC7DC6" w:rsidRDefault="00453549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</w:p>
    <w:p w:rsidR="00453549" w:rsidRPr="00AC7DC6" w:rsidRDefault="00453549" w:rsidP="007A67C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</w:t>
      </w:r>
    </w:p>
    <w:p w:rsidR="00453549" w:rsidRPr="00643C41" w:rsidRDefault="00453549">
      <w:pPr>
        <w:rPr>
          <w:rFonts w:ascii="Times New Roman" w:hAnsi="Times New Roman"/>
        </w:rPr>
      </w:pPr>
    </w:p>
    <w:sectPr w:rsidR="00453549" w:rsidRPr="00643C41" w:rsidSect="009362E1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11D3"/>
    <w:multiLevelType w:val="multilevel"/>
    <w:tmpl w:val="0F9AF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836"/>
    <w:rsid w:val="000005D1"/>
    <w:rsid w:val="00002361"/>
    <w:rsid w:val="0000239F"/>
    <w:rsid w:val="000023FE"/>
    <w:rsid w:val="000042B8"/>
    <w:rsid w:val="000043AE"/>
    <w:rsid w:val="00005170"/>
    <w:rsid w:val="0000662F"/>
    <w:rsid w:val="00007B8C"/>
    <w:rsid w:val="00007DEA"/>
    <w:rsid w:val="000107F3"/>
    <w:rsid w:val="00010897"/>
    <w:rsid w:val="000115A8"/>
    <w:rsid w:val="00012103"/>
    <w:rsid w:val="000130EA"/>
    <w:rsid w:val="00013273"/>
    <w:rsid w:val="000139C9"/>
    <w:rsid w:val="000145FB"/>
    <w:rsid w:val="00015474"/>
    <w:rsid w:val="00016C75"/>
    <w:rsid w:val="00017E06"/>
    <w:rsid w:val="00020585"/>
    <w:rsid w:val="000211C0"/>
    <w:rsid w:val="00021961"/>
    <w:rsid w:val="00021C24"/>
    <w:rsid w:val="00022881"/>
    <w:rsid w:val="00022C5E"/>
    <w:rsid w:val="0002466D"/>
    <w:rsid w:val="000270C6"/>
    <w:rsid w:val="00027A13"/>
    <w:rsid w:val="000306AE"/>
    <w:rsid w:val="00030F50"/>
    <w:rsid w:val="00032702"/>
    <w:rsid w:val="00033277"/>
    <w:rsid w:val="00033359"/>
    <w:rsid w:val="0003401E"/>
    <w:rsid w:val="000358AF"/>
    <w:rsid w:val="000375C9"/>
    <w:rsid w:val="000400A6"/>
    <w:rsid w:val="00040A3E"/>
    <w:rsid w:val="00040D74"/>
    <w:rsid w:val="00042005"/>
    <w:rsid w:val="00043241"/>
    <w:rsid w:val="000432ED"/>
    <w:rsid w:val="00044C44"/>
    <w:rsid w:val="00045390"/>
    <w:rsid w:val="00045A3D"/>
    <w:rsid w:val="00046503"/>
    <w:rsid w:val="00046BAF"/>
    <w:rsid w:val="00046C94"/>
    <w:rsid w:val="000476AE"/>
    <w:rsid w:val="0005041D"/>
    <w:rsid w:val="00050751"/>
    <w:rsid w:val="00051F76"/>
    <w:rsid w:val="0005259D"/>
    <w:rsid w:val="0005619A"/>
    <w:rsid w:val="0005683F"/>
    <w:rsid w:val="0005762E"/>
    <w:rsid w:val="00057664"/>
    <w:rsid w:val="000600CE"/>
    <w:rsid w:val="000604B7"/>
    <w:rsid w:val="0006123C"/>
    <w:rsid w:val="0006180A"/>
    <w:rsid w:val="00062599"/>
    <w:rsid w:val="000626ED"/>
    <w:rsid w:val="00063482"/>
    <w:rsid w:val="00063AEB"/>
    <w:rsid w:val="00063C90"/>
    <w:rsid w:val="00064844"/>
    <w:rsid w:val="000648CA"/>
    <w:rsid w:val="00066768"/>
    <w:rsid w:val="00066D64"/>
    <w:rsid w:val="00066D6D"/>
    <w:rsid w:val="00066D84"/>
    <w:rsid w:val="0006737A"/>
    <w:rsid w:val="000706D3"/>
    <w:rsid w:val="00070B83"/>
    <w:rsid w:val="00070F19"/>
    <w:rsid w:val="00071374"/>
    <w:rsid w:val="00073D1F"/>
    <w:rsid w:val="00074EC9"/>
    <w:rsid w:val="00075CC6"/>
    <w:rsid w:val="00076030"/>
    <w:rsid w:val="00080141"/>
    <w:rsid w:val="00080355"/>
    <w:rsid w:val="000824AB"/>
    <w:rsid w:val="000845E4"/>
    <w:rsid w:val="000853CA"/>
    <w:rsid w:val="0008685D"/>
    <w:rsid w:val="00086C15"/>
    <w:rsid w:val="0009088A"/>
    <w:rsid w:val="0009128C"/>
    <w:rsid w:val="000924C5"/>
    <w:rsid w:val="00093518"/>
    <w:rsid w:val="00093C1B"/>
    <w:rsid w:val="00093C58"/>
    <w:rsid w:val="00094B35"/>
    <w:rsid w:val="00096625"/>
    <w:rsid w:val="00096DF7"/>
    <w:rsid w:val="00097E3A"/>
    <w:rsid w:val="000A038D"/>
    <w:rsid w:val="000A0B0B"/>
    <w:rsid w:val="000A30BC"/>
    <w:rsid w:val="000A3522"/>
    <w:rsid w:val="000A38BC"/>
    <w:rsid w:val="000A3AD5"/>
    <w:rsid w:val="000A43F2"/>
    <w:rsid w:val="000A461E"/>
    <w:rsid w:val="000A48E9"/>
    <w:rsid w:val="000A59A6"/>
    <w:rsid w:val="000A6233"/>
    <w:rsid w:val="000A78EE"/>
    <w:rsid w:val="000B0004"/>
    <w:rsid w:val="000B04F4"/>
    <w:rsid w:val="000B0C99"/>
    <w:rsid w:val="000B14E6"/>
    <w:rsid w:val="000B17B9"/>
    <w:rsid w:val="000B1ADC"/>
    <w:rsid w:val="000B30E9"/>
    <w:rsid w:val="000B4AA6"/>
    <w:rsid w:val="000B6105"/>
    <w:rsid w:val="000C0F3E"/>
    <w:rsid w:val="000C1126"/>
    <w:rsid w:val="000C2E00"/>
    <w:rsid w:val="000C4268"/>
    <w:rsid w:val="000C439F"/>
    <w:rsid w:val="000C6506"/>
    <w:rsid w:val="000C7006"/>
    <w:rsid w:val="000C7873"/>
    <w:rsid w:val="000C7E9F"/>
    <w:rsid w:val="000D095B"/>
    <w:rsid w:val="000D09F6"/>
    <w:rsid w:val="000D1960"/>
    <w:rsid w:val="000D1BD2"/>
    <w:rsid w:val="000D60F9"/>
    <w:rsid w:val="000D6289"/>
    <w:rsid w:val="000D6D2A"/>
    <w:rsid w:val="000E0950"/>
    <w:rsid w:val="000E134A"/>
    <w:rsid w:val="000E174B"/>
    <w:rsid w:val="000E1ABE"/>
    <w:rsid w:val="000E2C73"/>
    <w:rsid w:val="000E30F4"/>
    <w:rsid w:val="000E3359"/>
    <w:rsid w:val="000E5556"/>
    <w:rsid w:val="000E55A3"/>
    <w:rsid w:val="000F0107"/>
    <w:rsid w:val="000F13E6"/>
    <w:rsid w:val="000F17F6"/>
    <w:rsid w:val="000F2656"/>
    <w:rsid w:val="000F2B7B"/>
    <w:rsid w:val="000F3025"/>
    <w:rsid w:val="000F40F4"/>
    <w:rsid w:val="000F617A"/>
    <w:rsid w:val="000F6348"/>
    <w:rsid w:val="00100BF6"/>
    <w:rsid w:val="001017D0"/>
    <w:rsid w:val="00101F50"/>
    <w:rsid w:val="00102F93"/>
    <w:rsid w:val="00103613"/>
    <w:rsid w:val="001038D7"/>
    <w:rsid w:val="0010471A"/>
    <w:rsid w:val="00105A0A"/>
    <w:rsid w:val="001063EE"/>
    <w:rsid w:val="0010718F"/>
    <w:rsid w:val="00107BDE"/>
    <w:rsid w:val="001105C6"/>
    <w:rsid w:val="00111C40"/>
    <w:rsid w:val="001124A9"/>
    <w:rsid w:val="00113FEE"/>
    <w:rsid w:val="00117188"/>
    <w:rsid w:val="001176A5"/>
    <w:rsid w:val="00117BC4"/>
    <w:rsid w:val="00120033"/>
    <w:rsid w:val="00120C10"/>
    <w:rsid w:val="00120DEE"/>
    <w:rsid w:val="00121A28"/>
    <w:rsid w:val="0012208F"/>
    <w:rsid w:val="00122A2B"/>
    <w:rsid w:val="00122D61"/>
    <w:rsid w:val="00123579"/>
    <w:rsid w:val="00123AAA"/>
    <w:rsid w:val="00123BC2"/>
    <w:rsid w:val="001241E4"/>
    <w:rsid w:val="00124661"/>
    <w:rsid w:val="00125E08"/>
    <w:rsid w:val="00127571"/>
    <w:rsid w:val="0013010D"/>
    <w:rsid w:val="00130542"/>
    <w:rsid w:val="00130FF8"/>
    <w:rsid w:val="00131CE4"/>
    <w:rsid w:val="00132FC6"/>
    <w:rsid w:val="00133DB6"/>
    <w:rsid w:val="001348BC"/>
    <w:rsid w:val="00134C55"/>
    <w:rsid w:val="00135891"/>
    <w:rsid w:val="00135D3A"/>
    <w:rsid w:val="00136968"/>
    <w:rsid w:val="001369B7"/>
    <w:rsid w:val="00137116"/>
    <w:rsid w:val="00137232"/>
    <w:rsid w:val="0014149C"/>
    <w:rsid w:val="00143050"/>
    <w:rsid w:val="001438B5"/>
    <w:rsid w:val="001438FB"/>
    <w:rsid w:val="00143CDC"/>
    <w:rsid w:val="00144675"/>
    <w:rsid w:val="00145523"/>
    <w:rsid w:val="00145E98"/>
    <w:rsid w:val="001462FE"/>
    <w:rsid w:val="00146330"/>
    <w:rsid w:val="001474BE"/>
    <w:rsid w:val="00147AD0"/>
    <w:rsid w:val="00147D97"/>
    <w:rsid w:val="00147ED2"/>
    <w:rsid w:val="00147F00"/>
    <w:rsid w:val="00150941"/>
    <w:rsid w:val="00150B2A"/>
    <w:rsid w:val="00150ECE"/>
    <w:rsid w:val="0015130A"/>
    <w:rsid w:val="001521E3"/>
    <w:rsid w:val="00152C93"/>
    <w:rsid w:val="00153940"/>
    <w:rsid w:val="00153FFB"/>
    <w:rsid w:val="0015468F"/>
    <w:rsid w:val="001546F9"/>
    <w:rsid w:val="00155453"/>
    <w:rsid w:val="0015549A"/>
    <w:rsid w:val="00155EDC"/>
    <w:rsid w:val="00155F1C"/>
    <w:rsid w:val="0016077B"/>
    <w:rsid w:val="00160EF7"/>
    <w:rsid w:val="001615D0"/>
    <w:rsid w:val="00161BD1"/>
    <w:rsid w:val="0016399C"/>
    <w:rsid w:val="00164853"/>
    <w:rsid w:val="00165421"/>
    <w:rsid w:val="001654C7"/>
    <w:rsid w:val="00165D86"/>
    <w:rsid w:val="00167E77"/>
    <w:rsid w:val="0017024E"/>
    <w:rsid w:val="00170601"/>
    <w:rsid w:val="00170B56"/>
    <w:rsid w:val="0017112A"/>
    <w:rsid w:val="00171EEA"/>
    <w:rsid w:val="00172782"/>
    <w:rsid w:val="00172C7C"/>
    <w:rsid w:val="0017331F"/>
    <w:rsid w:val="0017371B"/>
    <w:rsid w:val="0017383F"/>
    <w:rsid w:val="00174575"/>
    <w:rsid w:val="001757FD"/>
    <w:rsid w:val="00175FA5"/>
    <w:rsid w:val="00176223"/>
    <w:rsid w:val="001762D2"/>
    <w:rsid w:val="00176D4F"/>
    <w:rsid w:val="00177090"/>
    <w:rsid w:val="00177A63"/>
    <w:rsid w:val="00180444"/>
    <w:rsid w:val="00180E10"/>
    <w:rsid w:val="00181882"/>
    <w:rsid w:val="001823A8"/>
    <w:rsid w:val="00182A2C"/>
    <w:rsid w:val="00182AE2"/>
    <w:rsid w:val="00183771"/>
    <w:rsid w:val="00183BDA"/>
    <w:rsid w:val="001840A7"/>
    <w:rsid w:val="001844DE"/>
    <w:rsid w:val="00185D2C"/>
    <w:rsid w:val="00186E54"/>
    <w:rsid w:val="00187C55"/>
    <w:rsid w:val="001916CD"/>
    <w:rsid w:val="001932F6"/>
    <w:rsid w:val="00193B23"/>
    <w:rsid w:val="00193F13"/>
    <w:rsid w:val="00194F15"/>
    <w:rsid w:val="00195421"/>
    <w:rsid w:val="00195530"/>
    <w:rsid w:val="00195DC5"/>
    <w:rsid w:val="00196976"/>
    <w:rsid w:val="001A1851"/>
    <w:rsid w:val="001A4DE3"/>
    <w:rsid w:val="001A5EEF"/>
    <w:rsid w:val="001A63F8"/>
    <w:rsid w:val="001A73A9"/>
    <w:rsid w:val="001B085A"/>
    <w:rsid w:val="001B1EBA"/>
    <w:rsid w:val="001B2E06"/>
    <w:rsid w:val="001B3303"/>
    <w:rsid w:val="001B34C9"/>
    <w:rsid w:val="001B3C45"/>
    <w:rsid w:val="001B411A"/>
    <w:rsid w:val="001B5AA5"/>
    <w:rsid w:val="001B60A1"/>
    <w:rsid w:val="001B702D"/>
    <w:rsid w:val="001B7D70"/>
    <w:rsid w:val="001C17C3"/>
    <w:rsid w:val="001C1F5F"/>
    <w:rsid w:val="001C25E0"/>
    <w:rsid w:val="001C3482"/>
    <w:rsid w:val="001C475B"/>
    <w:rsid w:val="001C51D2"/>
    <w:rsid w:val="001C539F"/>
    <w:rsid w:val="001C5CEB"/>
    <w:rsid w:val="001C5FBF"/>
    <w:rsid w:val="001C7E37"/>
    <w:rsid w:val="001C7FAA"/>
    <w:rsid w:val="001D04E1"/>
    <w:rsid w:val="001D273A"/>
    <w:rsid w:val="001D28C2"/>
    <w:rsid w:val="001D3915"/>
    <w:rsid w:val="001D52D6"/>
    <w:rsid w:val="001D544C"/>
    <w:rsid w:val="001D5623"/>
    <w:rsid w:val="001D574F"/>
    <w:rsid w:val="001D689C"/>
    <w:rsid w:val="001E19F7"/>
    <w:rsid w:val="001E205E"/>
    <w:rsid w:val="001E47BC"/>
    <w:rsid w:val="001E47E9"/>
    <w:rsid w:val="001E5134"/>
    <w:rsid w:val="001E6C95"/>
    <w:rsid w:val="001E6CE2"/>
    <w:rsid w:val="001E7980"/>
    <w:rsid w:val="001F03D4"/>
    <w:rsid w:val="001F0613"/>
    <w:rsid w:val="001F0BE4"/>
    <w:rsid w:val="001F203D"/>
    <w:rsid w:val="001F2DDD"/>
    <w:rsid w:val="001F4EF2"/>
    <w:rsid w:val="001F50A6"/>
    <w:rsid w:val="001F5146"/>
    <w:rsid w:val="001F5987"/>
    <w:rsid w:val="001F7E52"/>
    <w:rsid w:val="00200219"/>
    <w:rsid w:val="0020298D"/>
    <w:rsid w:val="0020414D"/>
    <w:rsid w:val="00205364"/>
    <w:rsid w:val="00206357"/>
    <w:rsid w:val="002065C6"/>
    <w:rsid w:val="0021079C"/>
    <w:rsid w:val="00210F52"/>
    <w:rsid w:val="00210FC2"/>
    <w:rsid w:val="00211400"/>
    <w:rsid w:val="00212913"/>
    <w:rsid w:val="0021388F"/>
    <w:rsid w:val="00213ED8"/>
    <w:rsid w:val="002141D7"/>
    <w:rsid w:val="00214273"/>
    <w:rsid w:val="002147A2"/>
    <w:rsid w:val="00214D67"/>
    <w:rsid w:val="0021595D"/>
    <w:rsid w:val="00216098"/>
    <w:rsid w:val="00217208"/>
    <w:rsid w:val="0021727D"/>
    <w:rsid w:val="00217297"/>
    <w:rsid w:val="002178BC"/>
    <w:rsid w:val="00217DA5"/>
    <w:rsid w:val="0022082C"/>
    <w:rsid w:val="002218EC"/>
    <w:rsid w:val="0022192A"/>
    <w:rsid w:val="00224591"/>
    <w:rsid w:val="002246A6"/>
    <w:rsid w:val="002247F2"/>
    <w:rsid w:val="00225C67"/>
    <w:rsid w:val="00226C22"/>
    <w:rsid w:val="00226EF3"/>
    <w:rsid w:val="00227963"/>
    <w:rsid w:val="00227C8F"/>
    <w:rsid w:val="00231373"/>
    <w:rsid w:val="00231784"/>
    <w:rsid w:val="00231ADC"/>
    <w:rsid w:val="00231C08"/>
    <w:rsid w:val="00231D63"/>
    <w:rsid w:val="002325A8"/>
    <w:rsid w:val="002326CD"/>
    <w:rsid w:val="0023270C"/>
    <w:rsid w:val="00232A0E"/>
    <w:rsid w:val="002335A1"/>
    <w:rsid w:val="0023389C"/>
    <w:rsid w:val="00235AF7"/>
    <w:rsid w:val="00236629"/>
    <w:rsid w:val="002377B1"/>
    <w:rsid w:val="00237BE5"/>
    <w:rsid w:val="002410BC"/>
    <w:rsid w:val="002415C1"/>
    <w:rsid w:val="00242CCF"/>
    <w:rsid w:val="00242F19"/>
    <w:rsid w:val="0024340C"/>
    <w:rsid w:val="00244343"/>
    <w:rsid w:val="00244E42"/>
    <w:rsid w:val="002451AE"/>
    <w:rsid w:val="00246080"/>
    <w:rsid w:val="0024779C"/>
    <w:rsid w:val="00250C60"/>
    <w:rsid w:val="00250EF3"/>
    <w:rsid w:val="0025195D"/>
    <w:rsid w:val="00251A39"/>
    <w:rsid w:val="00253B36"/>
    <w:rsid w:val="00254B24"/>
    <w:rsid w:val="00254CFB"/>
    <w:rsid w:val="00255A64"/>
    <w:rsid w:val="002574E2"/>
    <w:rsid w:val="002576B3"/>
    <w:rsid w:val="00257D72"/>
    <w:rsid w:val="00257F5F"/>
    <w:rsid w:val="00262F24"/>
    <w:rsid w:val="00263091"/>
    <w:rsid w:val="00265340"/>
    <w:rsid w:val="00265F97"/>
    <w:rsid w:val="002664F6"/>
    <w:rsid w:val="0026756D"/>
    <w:rsid w:val="00267E61"/>
    <w:rsid w:val="00270133"/>
    <w:rsid w:val="002702B9"/>
    <w:rsid w:val="00270F0D"/>
    <w:rsid w:val="0027133C"/>
    <w:rsid w:val="002721F2"/>
    <w:rsid w:val="00272D2F"/>
    <w:rsid w:val="00272D52"/>
    <w:rsid w:val="00273017"/>
    <w:rsid w:val="00273B20"/>
    <w:rsid w:val="00273E8C"/>
    <w:rsid w:val="00274D30"/>
    <w:rsid w:val="00275A12"/>
    <w:rsid w:val="00281531"/>
    <w:rsid w:val="00281F49"/>
    <w:rsid w:val="00282116"/>
    <w:rsid w:val="00282144"/>
    <w:rsid w:val="00282817"/>
    <w:rsid w:val="00282834"/>
    <w:rsid w:val="00282A7D"/>
    <w:rsid w:val="002833AC"/>
    <w:rsid w:val="00283B36"/>
    <w:rsid w:val="00283E73"/>
    <w:rsid w:val="00286562"/>
    <w:rsid w:val="0028681F"/>
    <w:rsid w:val="002907DF"/>
    <w:rsid w:val="002916C0"/>
    <w:rsid w:val="00291C28"/>
    <w:rsid w:val="00292015"/>
    <w:rsid w:val="00295619"/>
    <w:rsid w:val="00296245"/>
    <w:rsid w:val="00296B57"/>
    <w:rsid w:val="0029765E"/>
    <w:rsid w:val="00297A35"/>
    <w:rsid w:val="00297A5F"/>
    <w:rsid w:val="002A02CC"/>
    <w:rsid w:val="002A1633"/>
    <w:rsid w:val="002A3B96"/>
    <w:rsid w:val="002A5255"/>
    <w:rsid w:val="002A7905"/>
    <w:rsid w:val="002A7EA8"/>
    <w:rsid w:val="002B0617"/>
    <w:rsid w:val="002B0B52"/>
    <w:rsid w:val="002B27DA"/>
    <w:rsid w:val="002B34DC"/>
    <w:rsid w:val="002B40DF"/>
    <w:rsid w:val="002B4C07"/>
    <w:rsid w:val="002B5421"/>
    <w:rsid w:val="002B5AAC"/>
    <w:rsid w:val="002B6D56"/>
    <w:rsid w:val="002B7B75"/>
    <w:rsid w:val="002C10A6"/>
    <w:rsid w:val="002C249C"/>
    <w:rsid w:val="002C2584"/>
    <w:rsid w:val="002C2658"/>
    <w:rsid w:val="002C3C3F"/>
    <w:rsid w:val="002C3E19"/>
    <w:rsid w:val="002C44C9"/>
    <w:rsid w:val="002C4AEB"/>
    <w:rsid w:val="002C4BFF"/>
    <w:rsid w:val="002C6189"/>
    <w:rsid w:val="002C6DE1"/>
    <w:rsid w:val="002C713F"/>
    <w:rsid w:val="002D026C"/>
    <w:rsid w:val="002D2B1E"/>
    <w:rsid w:val="002D2C46"/>
    <w:rsid w:val="002D309F"/>
    <w:rsid w:val="002D3DA6"/>
    <w:rsid w:val="002D4FE2"/>
    <w:rsid w:val="002D52DA"/>
    <w:rsid w:val="002D5654"/>
    <w:rsid w:val="002D5E2F"/>
    <w:rsid w:val="002D7068"/>
    <w:rsid w:val="002D7ED5"/>
    <w:rsid w:val="002E070E"/>
    <w:rsid w:val="002E14FB"/>
    <w:rsid w:val="002E2958"/>
    <w:rsid w:val="002E29FA"/>
    <w:rsid w:val="002E41ED"/>
    <w:rsid w:val="002E4570"/>
    <w:rsid w:val="002E47E2"/>
    <w:rsid w:val="002E549C"/>
    <w:rsid w:val="002E5BF0"/>
    <w:rsid w:val="002F0A9A"/>
    <w:rsid w:val="002F1232"/>
    <w:rsid w:val="002F1A81"/>
    <w:rsid w:val="002F1B28"/>
    <w:rsid w:val="002F31BE"/>
    <w:rsid w:val="002F413C"/>
    <w:rsid w:val="002F5ED9"/>
    <w:rsid w:val="002F61B1"/>
    <w:rsid w:val="002F6D12"/>
    <w:rsid w:val="002F76C5"/>
    <w:rsid w:val="002F7B8C"/>
    <w:rsid w:val="002F7E7F"/>
    <w:rsid w:val="003000F6"/>
    <w:rsid w:val="00300B41"/>
    <w:rsid w:val="003012F1"/>
    <w:rsid w:val="00302694"/>
    <w:rsid w:val="003034EA"/>
    <w:rsid w:val="00303A1E"/>
    <w:rsid w:val="00303C66"/>
    <w:rsid w:val="003043BE"/>
    <w:rsid w:val="00304D3A"/>
    <w:rsid w:val="00304FCB"/>
    <w:rsid w:val="0030606C"/>
    <w:rsid w:val="00306CB1"/>
    <w:rsid w:val="00307299"/>
    <w:rsid w:val="0030749F"/>
    <w:rsid w:val="00307960"/>
    <w:rsid w:val="003079F7"/>
    <w:rsid w:val="00307BEC"/>
    <w:rsid w:val="00310167"/>
    <w:rsid w:val="00310BCA"/>
    <w:rsid w:val="0031138B"/>
    <w:rsid w:val="00313F77"/>
    <w:rsid w:val="00314480"/>
    <w:rsid w:val="00314534"/>
    <w:rsid w:val="00315D5F"/>
    <w:rsid w:val="003162FB"/>
    <w:rsid w:val="003163E9"/>
    <w:rsid w:val="0031664A"/>
    <w:rsid w:val="00316676"/>
    <w:rsid w:val="00316ADB"/>
    <w:rsid w:val="00317160"/>
    <w:rsid w:val="0032182B"/>
    <w:rsid w:val="00323367"/>
    <w:rsid w:val="00323F15"/>
    <w:rsid w:val="00324113"/>
    <w:rsid w:val="0032447B"/>
    <w:rsid w:val="00325BD9"/>
    <w:rsid w:val="00325D82"/>
    <w:rsid w:val="003260EC"/>
    <w:rsid w:val="003264D9"/>
    <w:rsid w:val="00326885"/>
    <w:rsid w:val="00327D54"/>
    <w:rsid w:val="00327DB2"/>
    <w:rsid w:val="003305EE"/>
    <w:rsid w:val="0033094D"/>
    <w:rsid w:val="00331C6E"/>
    <w:rsid w:val="003321BF"/>
    <w:rsid w:val="0033294B"/>
    <w:rsid w:val="00333359"/>
    <w:rsid w:val="003334E3"/>
    <w:rsid w:val="00333599"/>
    <w:rsid w:val="0033489B"/>
    <w:rsid w:val="00335C62"/>
    <w:rsid w:val="00336CA8"/>
    <w:rsid w:val="00340C4F"/>
    <w:rsid w:val="003418C6"/>
    <w:rsid w:val="00341AEB"/>
    <w:rsid w:val="00342E7E"/>
    <w:rsid w:val="00342FF8"/>
    <w:rsid w:val="003431D3"/>
    <w:rsid w:val="00343450"/>
    <w:rsid w:val="00343AF6"/>
    <w:rsid w:val="003443F3"/>
    <w:rsid w:val="00344F60"/>
    <w:rsid w:val="0034558C"/>
    <w:rsid w:val="00345E97"/>
    <w:rsid w:val="0034645C"/>
    <w:rsid w:val="00346CD7"/>
    <w:rsid w:val="00346D85"/>
    <w:rsid w:val="00347123"/>
    <w:rsid w:val="0034772E"/>
    <w:rsid w:val="003478F8"/>
    <w:rsid w:val="00350AD8"/>
    <w:rsid w:val="00351175"/>
    <w:rsid w:val="003516B1"/>
    <w:rsid w:val="0035242A"/>
    <w:rsid w:val="00353310"/>
    <w:rsid w:val="00354011"/>
    <w:rsid w:val="00354575"/>
    <w:rsid w:val="00355258"/>
    <w:rsid w:val="0035542D"/>
    <w:rsid w:val="00355EA8"/>
    <w:rsid w:val="003561E2"/>
    <w:rsid w:val="003562B8"/>
    <w:rsid w:val="0035648D"/>
    <w:rsid w:val="003574D1"/>
    <w:rsid w:val="00360565"/>
    <w:rsid w:val="00360C69"/>
    <w:rsid w:val="00361620"/>
    <w:rsid w:val="003617C5"/>
    <w:rsid w:val="00361C58"/>
    <w:rsid w:val="003622CA"/>
    <w:rsid w:val="00362A39"/>
    <w:rsid w:val="0036349F"/>
    <w:rsid w:val="00363534"/>
    <w:rsid w:val="00364C1D"/>
    <w:rsid w:val="00365B1A"/>
    <w:rsid w:val="003669CF"/>
    <w:rsid w:val="00366C80"/>
    <w:rsid w:val="00366F89"/>
    <w:rsid w:val="003726D2"/>
    <w:rsid w:val="00373BE8"/>
    <w:rsid w:val="00374B40"/>
    <w:rsid w:val="0037577B"/>
    <w:rsid w:val="00375837"/>
    <w:rsid w:val="00375DB0"/>
    <w:rsid w:val="00376B17"/>
    <w:rsid w:val="003775A6"/>
    <w:rsid w:val="003801AC"/>
    <w:rsid w:val="003806F6"/>
    <w:rsid w:val="00382C91"/>
    <w:rsid w:val="00382D58"/>
    <w:rsid w:val="00382D82"/>
    <w:rsid w:val="00383075"/>
    <w:rsid w:val="00383B11"/>
    <w:rsid w:val="00384F75"/>
    <w:rsid w:val="0038570D"/>
    <w:rsid w:val="00386886"/>
    <w:rsid w:val="003872E8"/>
    <w:rsid w:val="003873F4"/>
    <w:rsid w:val="003900AF"/>
    <w:rsid w:val="0039077B"/>
    <w:rsid w:val="003915C6"/>
    <w:rsid w:val="00392A13"/>
    <w:rsid w:val="0039314A"/>
    <w:rsid w:val="00394387"/>
    <w:rsid w:val="00394D86"/>
    <w:rsid w:val="00395957"/>
    <w:rsid w:val="0039654E"/>
    <w:rsid w:val="00396A69"/>
    <w:rsid w:val="003A0070"/>
    <w:rsid w:val="003A1054"/>
    <w:rsid w:val="003A1716"/>
    <w:rsid w:val="003A26E0"/>
    <w:rsid w:val="003A398C"/>
    <w:rsid w:val="003A3DCE"/>
    <w:rsid w:val="003A3DD2"/>
    <w:rsid w:val="003A6FDC"/>
    <w:rsid w:val="003B0855"/>
    <w:rsid w:val="003B1F44"/>
    <w:rsid w:val="003B2ECD"/>
    <w:rsid w:val="003B3213"/>
    <w:rsid w:val="003B4CE6"/>
    <w:rsid w:val="003B68DD"/>
    <w:rsid w:val="003B7A67"/>
    <w:rsid w:val="003C07DD"/>
    <w:rsid w:val="003C17B7"/>
    <w:rsid w:val="003C1A18"/>
    <w:rsid w:val="003C2BAC"/>
    <w:rsid w:val="003C3003"/>
    <w:rsid w:val="003C320E"/>
    <w:rsid w:val="003C4F7B"/>
    <w:rsid w:val="003C57DA"/>
    <w:rsid w:val="003C6153"/>
    <w:rsid w:val="003C639E"/>
    <w:rsid w:val="003C733C"/>
    <w:rsid w:val="003D2234"/>
    <w:rsid w:val="003D41D5"/>
    <w:rsid w:val="003D485D"/>
    <w:rsid w:val="003D4AD9"/>
    <w:rsid w:val="003D4C6E"/>
    <w:rsid w:val="003D5CC8"/>
    <w:rsid w:val="003D61A9"/>
    <w:rsid w:val="003D6BD1"/>
    <w:rsid w:val="003D76D6"/>
    <w:rsid w:val="003E033C"/>
    <w:rsid w:val="003E1D2A"/>
    <w:rsid w:val="003E2040"/>
    <w:rsid w:val="003E25C3"/>
    <w:rsid w:val="003E27FD"/>
    <w:rsid w:val="003E5744"/>
    <w:rsid w:val="003E5C58"/>
    <w:rsid w:val="003E6A53"/>
    <w:rsid w:val="003E6DC2"/>
    <w:rsid w:val="003E7AE2"/>
    <w:rsid w:val="003E7B67"/>
    <w:rsid w:val="003F0365"/>
    <w:rsid w:val="003F0DDB"/>
    <w:rsid w:val="003F0E15"/>
    <w:rsid w:val="003F1366"/>
    <w:rsid w:val="003F2087"/>
    <w:rsid w:val="003F25CC"/>
    <w:rsid w:val="003F2D43"/>
    <w:rsid w:val="003F3756"/>
    <w:rsid w:val="003F3F89"/>
    <w:rsid w:val="003F43F1"/>
    <w:rsid w:val="003F4419"/>
    <w:rsid w:val="003F4676"/>
    <w:rsid w:val="003F54CA"/>
    <w:rsid w:val="003F561E"/>
    <w:rsid w:val="003F5D61"/>
    <w:rsid w:val="003F69F7"/>
    <w:rsid w:val="003F6C82"/>
    <w:rsid w:val="003F6DBC"/>
    <w:rsid w:val="003F7AEC"/>
    <w:rsid w:val="00401283"/>
    <w:rsid w:val="004019B4"/>
    <w:rsid w:val="00402084"/>
    <w:rsid w:val="00402B36"/>
    <w:rsid w:val="00403E20"/>
    <w:rsid w:val="00405E67"/>
    <w:rsid w:val="004069F4"/>
    <w:rsid w:val="00406B5C"/>
    <w:rsid w:val="0040743C"/>
    <w:rsid w:val="004074B2"/>
    <w:rsid w:val="00407E70"/>
    <w:rsid w:val="00410407"/>
    <w:rsid w:val="00410817"/>
    <w:rsid w:val="0041292E"/>
    <w:rsid w:val="004129CC"/>
    <w:rsid w:val="004135FC"/>
    <w:rsid w:val="004138A5"/>
    <w:rsid w:val="00413D18"/>
    <w:rsid w:val="004149BD"/>
    <w:rsid w:val="00415885"/>
    <w:rsid w:val="00416535"/>
    <w:rsid w:val="00421262"/>
    <w:rsid w:val="00421E6A"/>
    <w:rsid w:val="00423596"/>
    <w:rsid w:val="004243A6"/>
    <w:rsid w:val="00424E83"/>
    <w:rsid w:val="00425129"/>
    <w:rsid w:val="00425460"/>
    <w:rsid w:val="00425FCA"/>
    <w:rsid w:val="00426856"/>
    <w:rsid w:val="004276C8"/>
    <w:rsid w:val="004304C3"/>
    <w:rsid w:val="00430878"/>
    <w:rsid w:val="004323B5"/>
    <w:rsid w:val="00432CF8"/>
    <w:rsid w:val="00433053"/>
    <w:rsid w:val="00433F0B"/>
    <w:rsid w:val="00434BB8"/>
    <w:rsid w:val="00435C38"/>
    <w:rsid w:val="00436C47"/>
    <w:rsid w:val="0043785A"/>
    <w:rsid w:val="00437D50"/>
    <w:rsid w:val="00437F3E"/>
    <w:rsid w:val="00444795"/>
    <w:rsid w:val="0044523A"/>
    <w:rsid w:val="0044563B"/>
    <w:rsid w:val="00445775"/>
    <w:rsid w:val="0044650C"/>
    <w:rsid w:val="00450ED4"/>
    <w:rsid w:val="00452417"/>
    <w:rsid w:val="004524AE"/>
    <w:rsid w:val="0045292A"/>
    <w:rsid w:val="00452986"/>
    <w:rsid w:val="00453549"/>
    <w:rsid w:val="00453B37"/>
    <w:rsid w:val="004541DB"/>
    <w:rsid w:val="004541DC"/>
    <w:rsid w:val="004543F5"/>
    <w:rsid w:val="0045521E"/>
    <w:rsid w:val="00455CBB"/>
    <w:rsid w:val="004572DE"/>
    <w:rsid w:val="0046129E"/>
    <w:rsid w:val="00461D7E"/>
    <w:rsid w:val="004620BA"/>
    <w:rsid w:val="004637BD"/>
    <w:rsid w:val="00463DF7"/>
    <w:rsid w:val="00464C5B"/>
    <w:rsid w:val="00465960"/>
    <w:rsid w:val="00465B22"/>
    <w:rsid w:val="00465CF1"/>
    <w:rsid w:val="004665F6"/>
    <w:rsid w:val="0046676C"/>
    <w:rsid w:val="00466AF5"/>
    <w:rsid w:val="0047089B"/>
    <w:rsid w:val="00471521"/>
    <w:rsid w:val="00471B8D"/>
    <w:rsid w:val="00471FF3"/>
    <w:rsid w:val="00472AC9"/>
    <w:rsid w:val="004731B0"/>
    <w:rsid w:val="00473E25"/>
    <w:rsid w:val="00473FE4"/>
    <w:rsid w:val="0047471C"/>
    <w:rsid w:val="0047475D"/>
    <w:rsid w:val="004769D7"/>
    <w:rsid w:val="00480BAF"/>
    <w:rsid w:val="00481591"/>
    <w:rsid w:val="00481D8B"/>
    <w:rsid w:val="00482263"/>
    <w:rsid w:val="004827FC"/>
    <w:rsid w:val="00482D34"/>
    <w:rsid w:val="00482DF6"/>
    <w:rsid w:val="00486377"/>
    <w:rsid w:val="00486D24"/>
    <w:rsid w:val="00486E1F"/>
    <w:rsid w:val="00487A3E"/>
    <w:rsid w:val="004907FA"/>
    <w:rsid w:val="00490AF4"/>
    <w:rsid w:val="0049121D"/>
    <w:rsid w:val="00491EB7"/>
    <w:rsid w:val="004928E9"/>
    <w:rsid w:val="00492A1B"/>
    <w:rsid w:val="00493AFB"/>
    <w:rsid w:val="00493F53"/>
    <w:rsid w:val="00494793"/>
    <w:rsid w:val="0049576E"/>
    <w:rsid w:val="0049779D"/>
    <w:rsid w:val="00497A40"/>
    <w:rsid w:val="004A0BC3"/>
    <w:rsid w:val="004A0F59"/>
    <w:rsid w:val="004A0F5C"/>
    <w:rsid w:val="004A1AF1"/>
    <w:rsid w:val="004A1F72"/>
    <w:rsid w:val="004A23A3"/>
    <w:rsid w:val="004A5FE0"/>
    <w:rsid w:val="004A7204"/>
    <w:rsid w:val="004B0090"/>
    <w:rsid w:val="004B0E2D"/>
    <w:rsid w:val="004B4D32"/>
    <w:rsid w:val="004B5841"/>
    <w:rsid w:val="004B63D3"/>
    <w:rsid w:val="004B72E4"/>
    <w:rsid w:val="004B77B5"/>
    <w:rsid w:val="004C02D8"/>
    <w:rsid w:val="004C04E3"/>
    <w:rsid w:val="004C0829"/>
    <w:rsid w:val="004C1044"/>
    <w:rsid w:val="004C21D0"/>
    <w:rsid w:val="004C2511"/>
    <w:rsid w:val="004C2AC3"/>
    <w:rsid w:val="004C5626"/>
    <w:rsid w:val="004C6D00"/>
    <w:rsid w:val="004C73C0"/>
    <w:rsid w:val="004D07B3"/>
    <w:rsid w:val="004D0B6B"/>
    <w:rsid w:val="004D2972"/>
    <w:rsid w:val="004D2AB0"/>
    <w:rsid w:val="004D313B"/>
    <w:rsid w:val="004D3BA3"/>
    <w:rsid w:val="004D3F6D"/>
    <w:rsid w:val="004D4E25"/>
    <w:rsid w:val="004D5739"/>
    <w:rsid w:val="004D58AD"/>
    <w:rsid w:val="004D66FB"/>
    <w:rsid w:val="004D6A8A"/>
    <w:rsid w:val="004D7BE6"/>
    <w:rsid w:val="004E1381"/>
    <w:rsid w:val="004E1BEA"/>
    <w:rsid w:val="004E24D5"/>
    <w:rsid w:val="004E2E7C"/>
    <w:rsid w:val="004E33CF"/>
    <w:rsid w:val="004E46A8"/>
    <w:rsid w:val="004F1497"/>
    <w:rsid w:val="004F3B1B"/>
    <w:rsid w:val="004F432A"/>
    <w:rsid w:val="004F4539"/>
    <w:rsid w:val="004F461B"/>
    <w:rsid w:val="004F4A10"/>
    <w:rsid w:val="004F5EAA"/>
    <w:rsid w:val="004F6095"/>
    <w:rsid w:val="004F653E"/>
    <w:rsid w:val="004F69B4"/>
    <w:rsid w:val="004F701C"/>
    <w:rsid w:val="004F7946"/>
    <w:rsid w:val="004F7F66"/>
    <w:rsid w:val="00501D2E"/>
    <w:rsid w:val="00501FA1"/>
    <w:rsid w:val="00502C36"/>
    <w:rsid w:val="00504454"/>
    <w:rsid w:val="00504EF5"/>
    <w:rsid w:val="00504FC7"/>
    <w:rsid w:val="00505026"/>
    <w:rsid w:val="00505B18"/>
    <w:rsid w:val="005074DF"/>
    <w:rsid w:val="00511B77"/>
    <w:rsid w:val="00511CF5"/>
    <w:rsid w:val="00511D10"/>
    <w:rsid w:val="00512EA7"/>
    <w:rsid w:val="0051352E"/>
    <w:rsid w:val="00513CB1"/>
    <w:rsid w:val="00515748"/>
    <w:rsid w:val="005158D7"/>
    <w:rsid w:val="00515AA2"/>
    <w:rsid w:val="00516051"/>
    <w:rsid w:val="00516055"/>
    <w:rsid w:val="00516C5B"/>
    <w:rsid w:val="005174CB"/>
    <w:rsid w:val="00520F7A"/>
    <w:rsid w:val="00522244"/>
    <w:rsid w:val="005222EA"/>
    <w:rsid w:val="005223A7"/>
    <w:rsid w:val="00522D60"/>
    <w:rsid w:val="0052305E"/>
    <w:rsid w:val="0052314F"/>
    <w:rsid w:val="00524B55"/>
    <w:rsid w:val="005254D6"/>
    <w:rsid w:val="00525987"/>
    <w:rsid w:val="005264D8"/>
    <w:rsid w:val="00526D0D"/>
    <w:rsid w:val="00527433"/>
    <w:rsid w:val="005303D1"/>
    <w:rsid w:val="00531361"/>
    <w:rsid w:val="005313B1"/>
    <w:rsid w:val="0053153E"/>
    <w:rsid w:val="005317B5"/>
    <w:rsid w:val="00531C17"/>
    <w:rsid w:val="005336B9"/>
    <w:rsid w:val="00533AE1"/>
    <w:rsid w:val="00533CDA"/>
    <w:rsid w:val="005341A3"/>
    <w:rsid w:val="005341CD"/>
    <w:rsid w:val="00535642"/>
    <w:rsid w:val="00537C84"/>
    <w:rsid w:val="005401CC"/>
    <w:rsid w:val="00540F13"/>
    <w:rsid w:val="0054102F"/>
    <w:rsid w:val="00542113"/>
    <w:rsid w:val="00542C62"/>
    <w:rsid w:val="00542F52"/>
    <w:rsid w:val="0054341F"/>
    <w:rsid w:val="00543F5A"/>
    <w:rsid w:val="00544A8E"/>
    <w:rsid w:val="00544D05"/>
    <w:rsid w:val="00545551"/>
    <w:rsid w:val="00545910"/>
    <w:rsid w:val="00551C75"/>
    <w:rsid w:val="00552F16"/>
    <w:rsid w:val="0055388A"/>
    <w:rsid w:val="00553CED"/>
    <w:rsid w:val="00554818"/>
    <w:rsid w:val="005567E2"/>
    <w:rsid w:val="00560BAE"/>
    <w:rsid w:val="005612AB"/>
    <w:rsid w:val="0056186B"/>
    <w:rsid w:val="00561F83"/>
    <w:rsid w:val="0056206B"/>
    <w:rsid w:val="00562F16"/>
    <w:rsid w:val="005641C0"/>
    <w:rsid w:val="0056432F"/>
    <w:rsid w:val="00564C29"/>
    <w:rsid w:val="00565109"/>
    <w:rsid w:val="00565DB0"/>
    <w:rsid w:val="00566796"/>
    <w:rsid w:val="00567F96"/>
    <w:rsid w:val="005701EF"/>
    <w:rsid w:val="00570AFC"/>
    <w:rsid w:val="005713EB"/>
    <w:rsid w:val="005716CB"/>
    <w:rsid w:val="005717C4"/>
    <w:rsid w:val="00572263"/>
    <w:rsid w:val="00573FE8"/>
    <w:rsid w:val="005745EF"/>
    <w:rsid w:val="00574957"/>
    <w:rsid w:val="00577094"/>
    <w:rsid w:val="00577467"/>
    <w:rsid w:val="00581C5B"/>
    <w:rsid w:val="00582DCA"/>
    <w:rsid w:val="00583503"/>
    <w:rsid w:val="00585716"/>
    <w:rsid w:val="005862A9"/>
    <w:rsid w:val="00587A2A"/>
    <w:rsid w:val="00590C89"/>
    <w:rsid w:val="00591129"/>
    <w:rsid w:val="00591C49"/>
    <w:rsid w:val="00591FA1"/>
    <w:rsid w:val="005922FD"/>
    <w:rsid w:val="0059240C"/>
    <w:rsid w:val="005934DD"/>
    <w:rsid w:val="00594019"/>
    <w:rsid w:val="0059430E"/>
    <w:rsid w:val="0059494D"/>
    <w:rsid w:val="005952C1"/>
    <w:rsid w:val="00595AC9"/>
    <w:rsid w:val="00597586"/>
    <w:rsid w:val="00597659"/>
    <w:rsid w:val="005978E4"/>
    <w:rsid w:val="00597E22"/>
    <w:rsid w:val="005A0214"/>
    <w:rsid w:val="005A04F0"/>
    <w:rsid w:val="005A1105"/>
    <w:rsid w:val="005A1327"/>
    <w:rsid w:val="005A1CFA"/>
    <w:rsid w:val="005A2C46"/>
    <w:rsid w:val="005A3301"/>
    <w:rsid w:val="005A3719"/>
    <w:rsid w:val="005A3988"/>
    <w:rsid w:val="005A3A82"/>
    <w:rsid w:val="005A433F"/>
    <w:rsid w:val="005A4914"/>
    <w:rsid w:val="005A4B1E"/>
    <w:rsid w:val="005A4BCE"/>
    <w:rsid w:val="005A67D4"/>
    <w:rsid w:val="005A680C"/>
    <w:rsid w:val="005A6C67"/>
    <w:rsid w:val="005A74EF"/>
    <w:rsid w:val="005A7B50"/>
    <w:rsid w:val="005A7D04"/>
    <w:rsid w:val="005B126B"/>
    <w:rsid w:val="005B1714"/>
    <w:rsid w:val="005B1F55"/>
    <w:rsid w:val="005B29DA"/>
    <w:rsid w:val="005B3297"/>
    <w:rsid w:val="005B468A"/>
    <w:rsid w:val="005B4C3B"/>
    <w:rsid w:val="005B5B9C"/>
    <w:rsid w:val="005B5DF5"/>
    <w:rsid w:val="005B667C"/>
    <w:rsid w:val="005B669B"/>
    <w:rsid w:val="005B67F5"/>
    <w:rsid w:val="005C05C5"/>
    <w:rsid w:val="005C13D9"/>
    <w:rsid w:val="005C1A7C"/>
    <w:rsid w:val="005C2128"/>
    <w:rsid w:val="005C28BD"/>
    <w:rsid w:val="005C3545"/>
    <w:rsid w:val="005C40AF"/>
    <w:rsid w:val="005C4EA5"/>
    <w:rsid w:val="005C5063"/>
    <w:rsid w:val="005C7DC4"/>
    <w:rsid w:val="005D0425"/>
    <w:rsid w:val="005D0DF3"/>
    <w:rsid w:val="005D1B23"/>
    <w:rsid w:val="005D2AFC"/>
    <w:rsid w:val="005D3334"/>
    <w:rsid w:val="005D4E60"/>
    <w:rsid w:val="005D50CC"/>
    <w:rsid w:val="005D52DD"/>
    <w:rsid w:val="005D5382"/>
    <w:rsid w:val="005D5CE9"/>
    <w:rsid w:val="005D6B5D"/>
    <w:rsid w:val="005E025E"/>
    <w:rsid w:val="005E068B"/>
    <w:rsid w:val="005E081D"/>
    <w:rsid w:val="005E0EAE"/>
    <w:rsid w:val="005E21F1"/>
    <w:rsid w:val="005E3836"/>
    <w:rsid w:val="005E4DA0"/>
    <w:rsid w:val="005E63AE"/>
    <w:rsid w:val="005E6BA0"/>
    <w:rsid w:val="005E70C7"/>
    <w:rsid w:val="005F029E"/>
    <w:rsid w:val="005F1290"/>
    <w:rsid w:val="005F4DF8"/>
    <w:rsid w:val="005F53D8"/>
    <w:rsid w:val="005F6495"/>
    <w:rsid w:val="005F6C3F"/>
    <w:rsid w:val="005F6FD3"/>
    <w:rsid w:val="006000D3"/>
    <w:rsid w:val="00601F8D"/>
    <w:rsid w:val="006027A6"/>
    <w:rsid w:val="00602966"/>
    <w:rsid w:val="00602F5A"/>
    <w:rsid w:val="006049E6"/>
    <w:rsid w:val="006058B2"/>
    <w:rsid w:val="00605D41"/>
    <w:rsid w:val="00605E85"/>
    <w:rsid w:val="006068F1"/>
    <w:rsid w:val="0061257A"/>
    <w:rsid w:val="00613215"/>
    <w:rsid w:val="00613615"/>
    <w:rsid w:val="006138E7"/>
    <w:rsid w:val="00613A4B"/>
    <w:rsid w:val="006143AA"/>
    <w:rsid w:val="00615210"/>
    <w:rsid w:val="00616C23"/>
    <w:rsid w:val="00620678"/>
    <w:rsid w:val="00622793"/>
    <w:rsid w:val="0062287D"/>
    <w:rsid w:val="0062492D"/>
    <w:rsid w:val="006259B2"/>
    <w:rsid w:val="00625EB7"/>
    <w:rsid w:val="00626737"/>
    <w:rsid w:val="0062795F"/>
    <w:rsid w:val="00627D5C"/>
    <w:rsid w:val="00630C74"/>
    <w:rsid w:val="00630DEE"/>
    <w:rsid w:val="00631280"/>
    <w:rsid w:val="00631ED2"/>
    <w:rsid w:val="00632C0F"/>
    <w:rsid w:val="006331AA"/>
    <w:rsid w:val="00633525"/>
    <w:rsid w:val="00634141"/>
    <w:rsid w:val="00637B62"/>
    <w:rsid w:val="00637C9E"/>
    <w:rsid w:val="00637FBE"/>
    <w:rsid w:val="0064040B"/>
    <w:rsid w:val="00640C33"/>
    <w:rsid w:val="0064119F"/>
    <w:rsid w:val="00642692"/>
    <w:rsid w:val="006427A4"/>
    <w:rsid w:val="0064281C"/>
    <w:rsid w:val="00643C39"/>
    <w:rsid w:val="00643C41"/>
    <w:rsid w:val="00643CFD"/>
    <w:rsid w:val="006447D8"/>
    <w:rsid w:val="00645B20"/>
    <w:rsid w:val="00645D29"/>
    <w:rsid w:val="006473B0"/>
    <w:rsid w:val="00647FA3"/>
    <w:rsid w:val="00650E02"/>
    <w:rsid w:val="00651436"/>
    <w:rsid w:val="00651FF8"/>
    <w:rsid w:val="00652032"/>
    <w:rsid w:val="0065233C"/>
    <w:rsid w:val="00652908"/>
    <w:rsid w:val="006529E8"/>
    <w:rsid w:val="00652C56"/>
    <w:rsid w:val="00652EC1"/>
    <w:rsid w:val="006538B1"/>
    <w:rsid w:val="00653C1F"/>
    <w:rsid w:val="00653CFC"/>
    <w:rsid w:val="00655656"/>
    <w:rsid w:val="00655B52"/>
    <w:rsid w:val="00655CF4"/>
    <w:rsid w:val="006570D6"/>
    <w:rsid w:val="006575F9"/>
    <w:rsid w:val="0065770C"/>
    <w:rsid w:val="006579EC"/>
    <w:rsid w:val="006603D0"/>
    <w:rsid w:val="00662405"/>
    <w:rsid w:val="00662DF9"/>
    <w:rsid w:val="00664717"/>
    <w:rsid w:val="006654D3"/>
    <w:rsid w:val="00665C49"/>
    <w:rsid w:val="00665F4B"/>
    <w:rsid w:val="00666E5F"/>
    <w:rsid w:val="00666FC0"/>
    <w:rsid w:val="00667326"/>
    <w:rsid w:val="00670276"/>
    <w:rsid w:val="006719E2"/>
    <w:rsid w:val="00671BBF"/>
    <w:rsid w:val="00671C4B"/>
    <w:rsid w:val="00673665"/>
    <w:rsid w:val="00673CFB"/>
    <w:rsid w:val="006756CF"/>
    <w:rsid w:val="006772D8"/>
    <w:rsid w:val="00677621"/>
    <w:rsid w:val="0067769F"/>
    <w:rsid w:val="00677BF9"/>
    <w:rsid w:val="00680213"/>
    <w:rsid w:val="006804EA"/>
    <w:rsid w:val="006805F0"/>
    <w:rsid w:val="006813F8"/>
    <w:rsid w:val="00683365"/>
    <w:rsid w:val="00683915"/>
    <w:rsid w:val="00684799"/>
    <w:rsid w:val="00684ADE"/>
    <w:rsid w:val="00684CAB"/>
    <w:rsid w:val="00684E6B"/>
    <w:rsid w:val="00684F88"/>
    <w:rsid w:val="00686505"/>
    <w:rsid w:val="00690370"/>
    <w:rsid w:val="006906ED"/>
    <w:rsid w:val="00690D31"/>
    <w:rsid w:val="00690ED7"/>
    <w:rsid w:val="006917A3"/>
    <w:rsid w:val="0069185A"/>
    <w:rsid w:val="00691BE9"/>
    <w:rsid w:val="0069269B"/>
    <w:rsid w:val="00692C2A"/>
    <w:rsid w:val="00692D74"/>
    <w:rsid w:val="00693CEC"/>
    <w:rsid w:val="00693FE6"/>
    <w:rsid w:val="0069474C"/>
    <w:rsid w:val="00695492"/>
    <w:rsid w:val="00696F21"/>
    <w:rsid w:val="00697037"/>
    <w:rsid w:val="006971CD"/>
    <w:rsid w:val="006974C6"/>
    <w:rsid w:val="006A0A58"/>
    <w:rsid w:val="006A248F"/>
    <w:rsid w:val="006A497E"/>
    <w:rsid w:val="006A4BD8"/>
    <w:rsid w:val="006A4E07"/>
    <w:rsid w:val="006A6B30"/>
    <w:rsid w:val="006A6BFE"/>
    <w:rsid w:val="006B1DA1"/>
    <w:rsid w:val="006B3262"/>
    <w:rsid w:val="006B3DAA"/>
    <w:rsid w:val="006B3F75"/>
    <w:rsid w:val="006B4732"/>
    <w:rsid w:val="006B5924"/>
    <w:rsid w:val="006B6147"/>
    <w:rsid w:val="006B65F0"/>
    <w:rsid w:val="006B6D69"/>
    <w:rsid w:val="006B732B"/>
    <w:rsid w:val="006B7440"/>
    <w:rsid w:val="006C0948"/>
    <w:rsid w:val="006C12C7"/>
    <w:rsid w:val="006C1617"/>
    <w:rsid w:val="006C2E7E"/>
    <w:rsid w:val="006C2EF3"/>
    <w:rsid w:val="006C36AF"/>
    <w:rsid w:val="006C4829"/>
    <w:rsid w:val="006C4F44"/>
    <w:rsid w:val="006C5425"/>
    <w:rsid w:val="006C5CCD"/>
    <w:rsid w:val="006C7F09"/>
    <w:rsid w:val="006D0D1D"/>
    <w:rsid w:val="006D115C"/>
    <w:rsid w:val="006D1181"/>
    <w:rsid w:val="006D140E"/>
    <w:rsid w:val="006D2B19"/>
    <w:rsid w:val="006D3A5A"/>
    <w:rsid w:val="006D43A9"/>
    <w:rsid w:val="006D470E"/>
    <w:rsid w:val="006D5079"/>
    <w:rsid w:val="006D68BC"/>
    <w:rsid w:val="006D6A01"/>
    <w:rsid w:val="006D71F9"/>
    <w:rsid w:val="006D7B04"/>
    <w:rsid w:val="006D7F04"/>
    <w:rsid w:val="006E0173"/>
    <w:rsid w:val="006E2B26"/>
    <w:rsid w:val="006E2DA4"/>
    <w:rsid w:val="006E41F5"/>
    <w:rsid w:val="006E49DC"/>
    <w:rsid w:val="006E5222"/>
    <w:rsid w:val="006E5FD1"/>
    <w:rsid w:val="006E66F7"/>
    <w:rsid w:val="006E6C54"/>
    <w:rsid w:val="006E758E"/>
    <w:rsid w:val="006F0AB1"/>
    <w:rsid w:val="006F0C68"/>
    <w:rsid w:val="006F146A"/>
    <w:rsid w:val="006F1540"/>
    <w:rsid w:val="006F1CB6"/>
    <w:rsid w:val="006F4C70"/>
    <w:rsid w:val="006F5149"/>
    <w:rsid w:val="006F5B6A"/>
    <w:rsid w:val="006F5FC3"/>
    <w:rsid w:val="006F68CD"/>
    <w:rsid w:val="006F739F"/>
    <w:rsid w:val="0070093D"/>
    <w:rsid w:val="00700C57"/>
    <w:rsid w:val="007019F8"/>
    <w:rsid w:val="00701E37"/>
    <w:rsid w:val="00702676"/>
    <w:rsid w:val="00703529"/>
    <w:rsid w:val="00703B88"/>
    <w:rsid w:val="00704159"/>
    <w:rsid w:val="0070437C"/>
    <w:rsid w:val="00704515"/>
    <w:rsid w:val="00706934"/>
    <w:rsid w:val="00710369"/>
    <w:rsid w:val="0071267B"/>
    <w:rsid w:val="00712DF1"/>
    <w:rsid w:val="0071341A"/>
    <w:rsid w:val="0071440E"/>
    <w:rsid w:val="00714A3E"/>
    <w:rsid w:val="00714C94"/>
    <w:rsid w:val="00714C9B"/>
    <w:rsid w:val="0071580F"/>
    <w:rsid w:val="00716273"/>
    <w:rsid w:val="007163D1"/>
    <w:rsid w:val="00716FDB"/>
    <w:rsid w:val="00717BE5"/>
    <w:rsid w:val="00723867"/>
    <w:rsid w:val="00723CA7"/>
    <w:rsid w:val="00724DB4"/>
    <w:rsid w:val="00730492"/>
    <w:rsid w:val="00730807"/>
    <w:rsid w:val="00731F82"/>
    <w:rsid w:val="00732008"/>
    <w:rsid w:val="0073201D"/>
    <w:rsid w:val="007331D4"/>
    <w:rsid w:val="00734610"/>
    <w:rsid w:val="00736499"/>
    <w:rsid w:val="00736CEB"/>
    <w:rsid w:val="00741111"/>
    <w:rsid w:val="0074161C"/>
    <w:rsid w:val="00742567"/>
    <w:rsid w:val="007433E3"/>
    <w:rsid w:val="00743472"/>
    <w:rsid w:val="007435D9"/>
    <w:rsid w:val="00743DCB"/>
    <w:rsid w:val="00743DFD"/>
    <w:rsid w:val="007447F5"/>
    <w:rsid w:val="0074541F"/>
    <w:rsid w:val="007454EF"/>
    <w:rsid w:val="0074613B"/>
    <w:rsid w:val="007466A9"/>
    <w:rsid w:val="007473E5"/>
    <w:rsid w:val="0074758F"/>
    <w:rsid w:val="007475D3"/>
    <w:rsid w:val="007477EF"/>
    <w:rsid w:val="00750380"/>
    <w:rsid w:val="00750653"/>
    <w:rsid w:val="00750663"/>
    <w:rsid w:val="007510DD"/>
    <w:rsid w:val="00751C3A"/>
    <w:rsid w:val="00751ECF"/>
    <w:rsid w:val="00754248"/>
    <w:rsid w:val="00755C65"/>
    <w:rsid w:val="00761345"/>
    <w:rsid w:val="007614D9"/>
    <w:rsid w:val="00761D98"/>
    <w:rsid w:val="00764B71"/>
    <w:rsid w:val="00766368"/>
    <w:rsid w:val="00767D69"/>
    <w:rsid w:val="00770B35"/>
    <w:rsid w:val="00770D41"/>
    <w:rsid w:val="00771819"/>
    <w:rsid w:val="00771FE5"/>
    <w:rsid w:val="0077355E"/>
    <w:rsid w:val="00773B8D"/>
    <w:rsid w:val="007744DA"/>
    <w:rsid w:val="00774CCE"/>
    <w:rsid w:val="00774EA1"/>
    <w:rsid w:val="007766E1"/>
    <w:rsid w:val="00780193"/>
    <w:rsid w:val="00781B1D"/>
    <w:rsid w:val="00783618"/>
    <w:rsid w:val="00783830"/>
    <w:rsid w:val="00784A4D"/>
    <w:rsid w:val="00785E39"/>
    <w:rsid w:val="0078694D"/>
    <w:rsid w:val="00786DDA"/>
    <w:rsid w:val="00787072"/>
    <w:rsid w:val="007874FA"/>
    <w:rsid w:val="007907BA"/>
    <w:rsid w:val="00790E13"/>
    <w:rsid w:val="007912D0"/>
    <w:rsid w:val="00791721"/>
    <w:rsid w:val="00792758"/>
    <w:rsid w:val="00792CCA"/>
    <w:rsid w:val="00794294"/>
    <w:rsid w:val="0079593B"/>
    <w:rsid w:val="007976F6"/>
    <w:rsid w:val="007A0621"/>
    <w:rsid w:val="007A07DB"/>
    <w:rsid w:val="007A0B5D"/>
    <w:rsid w:val="007A159B"/>
    <w:rsid w:val="007A1CC8"/>
    <w:rsid w:val="007A3B96"/>
    <w:rsid w:val="007A4314"/>
    <w:rsid w:val="007A5D77"/>
    <w:rsid w:val="007A601D"/>
    <w:rsid w:val="007A6041"/>
    <w:rsid w:val="007A67C5"/>
    <w:rsid w:val="007A6E2F"/>
    <w:rsid w:val="007A751D"/>
    <w:rsid w:val="007A7A9D"/>
    <w:rsid w:val="007A7C4F"/>
    <w:rsid w:val="007A7F32"/>
    <w:rsid w:val="007B1D3D"/>
    <w:rsid w:val="007B2C21"/>
    <w:rsid w:val="007B3BE0"/>
    <w:rsid w:val="007B3BF7"/>
    <w:rsid w:val="007B47B1"/>
    <w:rsid w:val="007B4B28"/>
    <w:rsid w:val="007B50D2"/>
    <w:rsid w:val="007B6EB7"/>
    <w:rsid w:val="007C200B"/>
    <w:rsid w:val="007C2C8C"/>
    <w:rsid w:val="007C3186"/>
    <w:rsid w:val="007C3393"/>
    <w:rsid w:val="007C3791"/>
    <w:rsid w:val="007C488E"/>
    <w:rsid w:val="007C49CD"/>
    <w:rsid w:val="007C4B88"/>
    <w:rsid w:val="007C4D3B"/>
    <w:rsid w:val="007C5F08"/>
    <w:rsid w:val="007C6348"/>
    <w:rsid w:val="007C6D7D"/>
    <w:rsid w:val="007D0495"/>
    <w:rsid w:val="007D0EFF"/>
    <w:rsid w:val="007D2521"/>
    <w:rsid w:val="007D31D7"/>
    <w:rsid w:val="007D378F"/>
    <w:rsid w:val="007D4015"/>
    <w:rsid w:val="007D4477"/>
    <w:rsid w:val="007D5554"/>
    <w:rsid w:val="007D5581"/>
    <w:rsid w:val="007D562E"/>
    <w:rsid w:val="007D630B"/>
    <w:rsid w:val="007D76F6"/>
    <w:rsid w:val="007E20FE"/>
    <w:rsid w:val="007E25D4"/>
    <w:rsid w:val="007E3AB4"/>
    <w:rsid w:val="007E3BDB"/>
    <w:rsid w:val="007E453E"/>
    <w:rsid w:val="007E491B"/>
    <w:rsid w:val="007E4FE1"/>
    <w:rsid w:val="007E52DD"/>
    <w:rsid w:val="007E533C"/>
    <w:rsid w:val="007E5350"/>
    <w:rsid w:val="007E7EC2"/>
    <w:rsid w:val="007F000E"/>
    <w:rsid w:val="007F020A"/>
    <w:rsid w:val="007F209E"/>
    <w:rsid w:val="007F31DE"/>
    <w:rsid w:val="007F3FDE"/>
    <w:rsid w:val="007F45E2"/>
    <w:rsid w:val="007F49DD"/>
    <w:rsid w:val="007F5B6F"/>
    <w:rsid w:val="007F5CE2"/>
    <w:rsid w:val="007F7A05"/>
    <w:rsid w:val="0080019A"/>
    <w:rsid w:val="008005C8"/>
    <w:rsid w:val="0080138D"/>
    <w:rsid w:val="008019BC"/>
    <w:rsid w:val="0080206C"/>
    <w:rsid w:val="00802B55"/>
    <w:rsid w:val="00802E0F"/>
    <w:rsid w:val="00803719"/>
    <w:rsid w:val="00803EBB"/>
    <w:rsid w:val="00804F67"/>
    <w:rsid w:val="00805062"/>
    <w:rsid w:val="00805529"/>
    <w:rsid w:val="00805BEE"/>
    <w:rsid w:val="00805F95"/>
    <w:rsid w:val="00811979"/>
    <w:rsid w:val="00811F2E"/>
    <w:rsid w:val="00812308"/>
    <w:rsid w:val="00812987"/>
    <w:rsid w:val="00814B5A"/>
    <w:rsid w:val="00814D76"/>
    <w:rsid w:val="008156A5"/>
    <w:rsid w:val="00815CBB"/>
    <w:rsid w:val="00816D5E"/>
    <w:rsid w:val="008172FD"/>
    <w:rsid w:val="008202DB"/>
    <w:rsid w:val="008209ED"/>
    <w:rsid w:val="00820CE9"/>
    <w:rsid w:val="008211A4"/>
    <w:rsid w:val="00821B8A"/>
    <w:rsid w:val="00823289"/>
    <w:rsid w:val="0082371C"/>
    <w:rsid w:val="00823C55"/>
    <w:rsid w:val="008249A6"/>
    <w:rsid w:val="008256F7"/>
    <w:rsid w:val="00825827"/>
    <w:rsid w:val="008266BE"/>
    <w:rsid w:val="00830839"/>
    <w:rsid w:val="0083117C"/>
    <w:rsid w:val="00831342"/>
    <w:rsid w:val="008314D0"/>
    <w:rsid w:val="008323E6"/>
    <w:rsid w:val="008330B6"/>
    <w:rsid w:val="00834342"/>
    <w:rsid w:val="0083461D"/>
    <w:rsid w:val="00836C36"/>
    <w:rsid w:val="00837C5A"/>
    <w:rsid w:val="00840556"/>
    <w:rsid w:val="0084112E"/>
    <w:rsid w:val="00841E8D"/>
    <w:rsid w:val="00843D59"/>
    <w:rsid w:val="00843F8F"/>
    <w:rsid w:val="00844453"/>
    <w:rsid w:val="00844520"/>
    <w:rsid w:val="0084470D"/>
    <w:rsid w:val="00846B91"/>
    <w:rsid w:val="00846D2B"/>
    <w:rsid w:val="00846E0C"/>
    <w:rsid w:val="0085039E"/>
    <w:rsid w:val="008511AE"/>
    <w:rsid w:val="008515B7"/>
    <w:rsid w:val="00852B92"/>
    <w:rsid w:val="008534DB"/>
    <w:rsid w:val="0085359B"/>
    <w:rsid w:val="00853AAB"/>
    <w:rsid w:val="00853D36"/>
    <w:rsid w:val="008540EA"/>
    <w:rsid w:val="008561A1"/>
    <w:rsid w:val="008561FF"/>
    <w:rsid w:val="0085636C"/>
    <w:rsid w:val="008563C7"/>
    <w:rsid w:val="00861B94"/>
    <w:rsid w:val="00864D51"/>
    <w:rsid w:val="00866030"/>
    <w:rsid w:val="00867382"/>
    <w:rsid w:val="0086756A"/>
    <w:rsid w:val="008676DE"/>
    <w:rsid w:val="00870530"/>
    <w:rsid w:val="00872B44"/>
    <w:rsid w:val="0087354B"/>
    <w:rsid w:val="00873789"/>
    <w:rsid w:val="008741F3"/>
    <w:rsid w:val="00874348"/>
    <w:rsid w:val="008767D7"/>
    <w:rsid w:val="008776C7"/>
    <w:rsid w:val="00877B9F"/>
    <w:rsid w:val="00880CAA"/>
    <w:rsid w:val="00881E9A"/>
    <w:rsid w:val="008827A0"/>
    <w:rsid w:val="00883053"/>
    <w:rsid w:val="0088439A"/>
    <w:rsid w:val="00885BC6"/>
    <w:rsid w:val="00886C0A"/>
    <w:rsid w:val="00890568"/>
    <w:rsid w:val="00892CAA"/>
    <w:rsid w:val="008930DF"/>
    <w:rsid w:val="00893446"/>
    <w:rsid w:val="0089593D"/>
    <w:rsid w:val="00895A29"/>
    <w:rsid w:val="00895F02"/>
    <w:rsid w:val="008968AB"/>
    <w:rsid w:val="00896A89"/>
    <w:rsid w:val="00897614"/>
    <w:rsid w:val="008A04D9"/>
    <w:rsid w:val="008A0B95"/>
    <w:rsid w:val="008A1EA9"/>
    <w:rsid w:val="008A27B7"/>
    <w:rsid w:val="008A37BB"/>
    <w:rsid w:val="008A415B"/>
    <w:rsid w:val="008A499D"/>
    <w:rsid w:val="008A57C1"/>
    <w:rsid w:val="008A5A44"/>
    <w:rsid w:val="008A6192"/>
    <w:rsid w:val="008A644C"/>
    <w:rsid w:val="008A6AF3"/>
    <w:rsid w:val="008A766E"/>
    <w:rsid w:val="008A7F40"/>
    <w:rsid w:val="008A7FE0"/>
    <w:rsid w:val="008B0446"/>
    <w:rsid w:val="008B1539"/>
    <w:rsid w:val="008B17EC"/>
    <w:rsid w:val="008B1AA9"/>
    <w:rsid w:val="008B1EA0"/>
    <w:rsid w:val="008B22A5"/>
    <w:rsid w:val="008B327B"/>
    <w:rsid w:val="008B4CCB"/>
    <w:rsid w:val="008B5128"/>
    <w:rsid w:val="008B5513"/>
    <w:rsid w:val="008B6227"/>
    <w:rsid w:val="008B661E"/>
    <w:rsid w:val="008B7246"/>
    <w:rsid w:val="008B7F66"/>
    <w:rsid w:val="008C111C"/>
    <w:rsid w:val="008C115E"/>
    <w:rsid w:val="008C18C8"/>
    <w:rsid w:val="008C2043"/>
    <w:rsid w:val="008C282A"/>
    <w:rsid w:val="008C4485"/>
    <w:rsid w:val="008C58BA"/>
    <w:rsid w:val="008C5BE4"/>
    <w:rsid w:val="008C641A"/>
    <w:rsid w:val="008C6A89"/>
    <w:rsid w:val="008C71C2"/>
    <w:rsid w:val="008C7B59"/>
    <w:rsid w:val="008C7BF2"/>
    <w:rsid w:val="008D1935"/>
    <w:rsid w:val="008D2547"/>
    <w:rsid w:val="008D2ABB"/>
    <w:rsid w:val="008D2EAF"/>
    <w:rsid w:val="008D32A7"/>
    <w:rsid w:val="008D398E"/>
    <w:rsid w:val="008D3E98"/>
    <w:rsid w:val="008D3EEF"/>
    <w:rsid w:val="008D5880"/>
    <w:rsid w:val="008D5CB0"/>
    <w:rsid w:val="008D65D7"/>
    <w:rsid w:val="008D66BE"/>
    <w:rsid w:val="008D67C3"/>
    <w:rsid w:val="008D713D"/>
    <w:rsid w:val="008D7402"/>
    <w:rsid w:val="008E0065"/>
    <w:rsid w:val="008E178C"/>
    <w:rsid w:val="008E1FF8"/>
    <w:rsid w:val="008E2431"/>
    <w:rsid w:val="008E3660"/>
    <w:rsid w:val="008E459F"/>
    <w:rsid w:val="008E4DF7"/>
    <w:rsid w:val="008E515C"/>
    <w:rsid w:val="008E52BA"/>
    <w:rsid w:val="008E5729"/>
    <w:rsid w:val="008E62DD"/>
    <w:rsid w:val="008E6A0F"/>
    <w:rsid w:val="008E752A"/>
    <w:rsid w:val="008F03B2"/>
    <w:rsid w:val="008F0710"/>
    <w:rsid w:val="008F3707"/>
    <w:rsid w:val="008F535A"/>
    <w:rsid w:val="008F588A"/>
    <w:rsid w:val="008F622B"/>
    <w:rsid w:val="008F6343"/>
    <w:rsid w:val="008F6929"/>
    <w:rsid w:val="008F6AFD"/>
    <w:rsid w:val="008F76F8"/>
    <w:rsid w:val="0090010E"/>
    <w:rsid w:val="009010FC"/>
    <w:rsid w:val="0090152B"/>
    <w:rsid w:val="00901840"/>
    <w:rsid w:val="00902702"/>
    <w:rsid w:val="00902FB4"/>
    <w:rsid w:val="00903BFE"/>
    <w:rsid w:val="00903EF0"/>
    <w:rsid w:val="00904000"/>
    <w:rsid w:val="00905F1F"/>
    <w:rsid w:val="009062AD"/>
    <w:rsid w:val="00906321"/>
    <w:rsid w:val="00906575"/>
    <w:rsid w:val="009068B7"/>
    <w:rsid w:val="00907D2E"/>
    <w:rsid w:val="00910BF5"/>
    <w:rsid w:val="00911548"/>
    <w:rsid w:val="0091157D"/>
    <w:rsid w:val="00911E29"/>
    <w:rsid w:val="009126DC"/>
    <w:rsid w:val="00912FD2"/>
    <w:rsid w:val="00914116"/>
    <w:rsid w:val="009147BE"/>
    <w:rsid w:val="0091633F"/>
    <w:rsid w:val="00916D46"/>
    <w:rsid w:val="00920782"/>
    <w:rsid w:val="00920EAC"/>
    <w:rsid w:val="009217DD"/>
    <w:rsid w:val="009223AF"/>
    <w:rsid w:val="00922868"/>
    <w:rsid w:val="009236DC"/>
    <w:rsid w:val="00925B55"/>
    <w:rsid w:val="00926419"/>
    <w:rsid w:val="009268FB"/>
    <w:rsid w:val="00926E5A"/>
    <w:rsid w:val="00926F25"/>
    <w:rsid w:val="009272B3"/>
    <w:rsid w:val="00931037"/>
    <w:rsid w:val="0093152D"/>
    <w:rsid w:val="00932CB9"/>
    <w:rsid w:val="00933AB9"/>
    <w:rsid w:val="00934B75"/>
    <w:rsid w:val="009362E1"/>
    <w:rsid w:val="00937ED2"/>
    <w:rsid w:val="00940A7D"/>
    <w:rsid w:val="00941362"/>
    <w:rsid w:val="00941B1E"/>
    <w:rsid w:val="009427C2"/>
    <w:rsid w:val="00942DA7"/>
    <w:rsid w:val="0094300B"/>
    <w:rsid w:val="0094383F"/>
    <w:rsid w:val="009455D5"/>
    <w:rsid w:val="00946334"/>
    <w:rsid w:val="00947ADC"/>
    <w:rsid w:val="00947FBA"/>
    <w:rsid w:val="00951C23"/>
    <w:rsid w:val="00951E0E"/>
    <w:rsid w:val="00951F31"/>
    <w:rsid w:val="00952189"/>
    <w:rsid w:val="0095375F"/>
    <w:rsid w:val="0095407A"/>
    <w:rsid w:val="00954355"/>
    <w:rsid w:val="00954E6C"/>
    <w:rsid w:val="00954F9E"/>
    <w:rsid w:val="00955279"/>
    <w:rsid w:val="00955718"/>
    <w:rsid w:val="00955999"/>
    <w:rsid w:val="00955E54"/>
    <w:rsid w:val="00956EC9"/>
    <w:rsid w:val="00956F94"/>
    <w:rsid w:val="009572B2"/>
    <w:rsid w:val="00957B08"/>
    <w:rsid w:val="009601DE"/>
    <w:rsid w:val="009615FE"/>
    <w:rsid w:val="00961966"/>
    <w:rsid w:val="00962745"/>
    <w:rsid w:val="00962D69"/>
    <w:rsid w:val="0096359F"/>
    <w:rsid w:val="00963E84"/>
    <w:rsid w:val="00965644"/>
    <w:rsid w:val="0096597F"/>
    <w:rsid w:val="00965CB9"/>
    <w:rsid w:val="00965E82"/>
    <w:rsid w:val="0096730E"/>
    <w:rsid w:val="00967365"/>
    <w:rsid w:val="00967742"/>
    <w:rsid w:val="009677AD"/>
    <w:rsid w:val="009679A7"/>
    <w:rsid w:val="00970FAA"/>
    <w:rsid w:val="009719C8"/>
    <w:rsid w:val="00971E4E"/>
    <w:rsid w:val="00972399"/>
    <w:rsid w:val="00972FBF"/>
    <w:rsid w:val="0097434D"/>
    <w:rsid w:val="009747E4"/>
    <w:rsid w:val="00974946"/>
    <w:rsid w:val="00974E84"/>
    <w:rsid w:val="0097650D"/>
    <w:rsid w:val="00976B07"/>
    <w:rsid w:val="00980436"/>
    <w:rsid w:val="00982C62"/>
    <w:rsid w:val="00984082"/>
    <w:rsid w:val="00984518"/>
    <w:rsid w:val="00984A4C"/>
    <w:rsid w:val="00985E79"/>
    <w:rsid w:val="0098648D"/>
    <w:rsid w:val="009865D1"/>
    <w:rsid w:val="00986662"/>
    <w:rsid w:val="00986E19"/>
    <w:rsid w:val="0098730E"/>
    <w:rsid w:val="00987A7C"/>
    <w:rsid w:val="00992EEC"/>
    <w:rsid w:val="00993A92"/>
    <w:rsid w:val="00993FF1"/>
    <w:rsid w:val="00994035"/>
    <w:rsid w:val="00994721"/>
    <w:rsid w:val="0099514B"/>
    <w:rsid w:val="009976B6"/>
    <w:rsid w:val="00997B81"/>
    <w:rsid w:val="00997E8A"/>
    <w:rsid w:val="009A1327"/>
    <w:rsid w:val="009A1865"/>
    <w:rsid w:val="009A2379"/>
    <w:rsid w:val="009A239D"/>
    <w:rsid w:val="009A25ED"/>
    <w:rsid w:val="009A31FD"/>
    <w:rsid w:val="009A3DC9"/>
    <w:rsid w:val="009A57CB"/>
    <w:rsid w:val="009A5BC7"/>
    <w:rsid w:val="009B0372"/>
    <w:rsid w:val="009B04FF"/>
    <w:rsid w:val="009B0B0A"/>
    <w:rsid w:val="009B0EED"/>
    <w:rsid w:val="009B13BB"/>
    <w:rsid w:val="009B1CDD"/>
    <w:rsid w:val="009B1DF8"/>
    <w:rsid w:val="009B43D0"/>
    <w:rsid w:val="009B4CC3"/>
    <w:rsid w:val="009B546C"/>
    <w:rsid w:val="009B5A0C"/>
    <w:rsid w:val="009B6374"/>
    <w:rsid w:val="009B6B83"/>
    <w:rsid w:val="009B7EDD"/>
    <w:rsid w:val="009C15A8"/>
    <w:rsid w:val="009C44FC"/>
    <w:rsid w:val="009C49AD"/>
    <w:rsid w:val="009C49F6"/>
    <w:rsid w:val="009C4DBE"/>
    <w:rsid w:val="009C4FA0"/>
    <w:rsid w:val="009C589D"/>
    <w:rsid w:val="009C6A29"/>
    <w:rsid w:val="009C7602"/>
    <w:rsid w:val="009D0092"/>
    <w:rsid w:val="009D1C6A"/>
    <w:rsid w:val="009D1F89"/>
    <w:rsid w:val="009D2A5E"/>
    <w:rsid w:val="009D2C24"/>
    <w:rsid w:val="009D2C62"/>
    <w:rsid w:val="009D36A1"/>
    <w:rsid w:val="009D3861"/>
    <w:rsid w:val="009D3B29"/>
    <w:rsid w:val="009D3EED"/>
    <w:rsid w:val="009D44E1"/>
    <w:rsid w:val="009D48E9"/>
    <w:rsid w:val="009D4C28"/>
    <w:rsid w:val="009D51C6"/>
    <w:rsid w:val="009D7332"/>
    <w:rsid w:val="009E09F0"/>
    <w:rsid w:val="009E1A42"/>
    <w:rsid w:val="009E1F8B"/>
    <w:rsid w:val="009E43D3"/>
    <w:rsid w:val="009E47D3"/>
    <w:rsid w:val="009E5E12"/>
    <w:rsid w:val="009E5EB8"/>
    <w:rsid w:val="009E5F78"/>
    <w:rsid w:val="009E63F1"/>
    <w:rsid w:val="009F06EC"/>
    <w:rsid w:val="009F089E"/>
    <w:rsid w:val="009F1D06"/>
    <w:rsid w:val="009F268F"/>
    <w:rsid w:val="009F3554"/>
    <w:rsid w:val="009F4C03"/>
    <w:rsid w:val="009F4CAD"/>
    <w:rsid w:val="009F54BC"/>
    <w:rsid w:val="009F6150"/>
    <w:rsid w:val="009F79BB"/>
    <w:rsid w:val="009F7EAF"/>
    <w:rsid w:val="00A00FE5"/>
    <w:rsid w:val="00A01192"/>
    <w:rsid w:val="00A013BE"/>
    <w:rsid w:val="00A0210F"/>
    <w:rsid w:val="00A02483"/>
    <w:rsid w:val="00A04212"/>
    <w:rsid w:val="00A0471B"/>
    <w:rsid w:val="00A04E57"/>
    <w:rsid w:val="00A05652"/>
    <w:rsid w:val="00A109CC"/>
    <w:rsid w:val="00A11123"/>
    <w:rsid w:val="00A12375"/>
    <w:rsid w:val="00A12412"/>
    <w:rsid w:val="00A12B2C"/>
    <w:rsid w:val="00A131E3"/>
    <w:rsid w:val="00A138A6"/>
    <w:rsid w:val="00A1486B"/>
    <w:rsid w:val="00A157AE"/>
    <w:rsid w:val="00A15D35"/>
    <w:rsid w:val="00A15F52"/>
    <w:rsid w:val="00A16686"/>
    <w:rsid w:val="00A169E8"/>
    <w:rsid w:val="00A16ABC"/>
    <w:rsid w:val="00A17E71"/>
    <w:rsid w:val="00A206D7"/>
    <w:rsid w:val="00A21F8A"/>
    <w:rsid w:val="00A2235D"/>
    <w:rsid w:val="00A241B3"/>
    <w:rsid w:val="00A24965"/>
    <w:rsid w:val="00A24E5B"/>
    <w:rsid w:val="00A25CC0"/>
    <w:rsid w:val="00A2645F"/>
    <w:rsid w:val="00A267EF"/>
    <w:rsid w:val="00A26871"/>
    <w:rsid w:val="00A26A51"/>
    <w:rsid w:val="00A30002"/>
    <w:rsid w:val="00A30EA1"/>
    <w:rsid w:val="00A32185"/>
    <w:rsid w:val="00A32962"/>
    <w:rsid w:val="00A3309B"/>
    <w:rsid w:val="00A338D0"/>
    <w:rsid w:val="00A33DAE"/>
    <w:rsid w:val="00A354D7"/>
    <w:rsid w:val="00A36638"/>
    <w:rsid w:val="00A36AC2"/>
    <w:rsid w:val="00A37007"/>
    <w:rsid w:val="00A4130C"/>
    <w:rsid w:val="00A41356"/>
    <w:rsid w:val="00A4135D"/>
    <w:rsid w:val="00A4189E"/>
    <w:rsid w:val="00A41D52"/>
    <w:rsid w:val="00A41D8D"/>
    <w:rsid w:val="00A42774"/>
    <w:rsid w:val="00A43ACF"/>
    <w:rsid w:val="00A4418D"/>
    <w:rsid w:val="00A442FE"/>
    <w:rsid w:val="00A44639"/>
    <w:rsid w:val="00A44837"/>
    <w:rsid w:val="00A45005"/>
    <w:rsid w:val="00A45251"/>
    <w:rsid w:val="00A46509"/>
    <w:rsid w:val="00A47E0B"/>
    <w:rsid w:val="00A510E6"/>
    <w:rsid w:val="00A517E7"/>
    <w:rsid w:val="00A522F4"/>
    <w:rsid w:val="00A532CB"/>
    <w:rsid w:val="00A55F72"/>
    <w:rsid w:val="00A56928"/>
    <w:rsid w:val="00A57056"/>
    <w:rsid w:val="00A57864"/>
    <w:rsid w:val="00A603D6"/>
    <w:rsid w:val="00A6058A"/>
    <w:rsid w:val="00A60EF0"/>
    <w:rsid w:val="00A62E93"/>
    <w:rsid w:val="00A63495"/>
    <w:rsid w:val="00A6527A"/>
    <w:rsid w:val="00A6699D"/>
    <w:rsid w:val="00A66D6A"/>
    <w:rsid w:val="00A6769F"/>
    <w:rsid w:val="00A7340E"/>
    <w:rsid w:val="00A75138"/>
    <w:rsid w:val="00A752EA"/>
    <w:rsid w:val="00A75FC3"/>
    <w:rsid w:val="00A76931"/>
    <w:rsid w:val="00A81CF2"/>
    <w:rsid w:val="00A84609"/>
    <w:rsid w:val="00A84DAD"/>
    <w:rsid w:val="00A85D0C"/>
    <w:rsid w:val="00A86617"/>
    <w:rsid w:val="00A876A1"/>
    <w:rsid w:val="00A87786"/>
    <w:rsid w:val="00A877A3"/>
    <w:rsid w:val="00A90937"/>
    <w:rsid w:val="00A9102C"/>
    <w:rsid w:val="00A91477"/>
    <w:rsid w:val="00A91501"/>
    <w:rsid w:val="00A91862"/>
    <w:rsid w:val="00A91DD5"/>
    <w:rsid w:val="00A92BB6"/>
    <w:rsid w:val="00A92FDB"/>
    <w:rsid w:val="00A9302C"/>
    <w:rsid w:val="00A93B1D"/>
    <w:rsid w:val="00A93C33"/>
    <w:rsid w:val="00A95ACC"/>
    <w:rsid w:val="00A95BA1"/>
    <w:rsid w:val="00A97CB0"/>
    <w:rsid w:val="00AA0A3A"/>
    <w:rsid w:val="00AA0CBC"/>
    <w:rsid w:val="00AA102D"/>
    <w:rsid w:val="00AA1400"/>
    <w:rsid w:val="00AA2092"/>
    <w:rsid w:val="00AA2238"/>
    <w:rsid w:val="00AA2EB7"/>
    <w:rsid w:val="00AA39BD"/>
    <w:rsid w:val="00AA3C0E"/>
    <w:rsid w:val="00AA5244"/>
    <w:rsid w:val="00AA5F20"/>
    <w:rsid w:val="00AA64A2"/>
    <w:rsid w:val="00AA7DD5"/>
    <w:rsid w:val="00AA7E99"/>
    <w:rsid w:val="00AB1541"/>
    <w:rsid w:val="00AB1933"/>
    <w:rsid w:val="00AB28B5"/>
    <w:rsid w:val="00AB3BA4"/>
    <w:rsid w:val="00AB4450"/>
    <w:rsid w:val="00AB4564"/>
    <w:rsid w:val="00AB47C9"/>
    <w:rsid w:val="00AB4A62"/>
    <w:rsid w:val="00AB50F9"/>
    <w:rsid w:val="00AB53E8"/>
    <w:rsid w:val="00AB5989"/>
    <w:rsid w:val="00AB7A20"/>
    <w:rsid w:val="00AC0B50"/>
    <w:rsid w:val="00AC0EC1"/>
    <w:rsid w:val="00AC18C2"/>
    <w:rsid w:val="00AC1CA2"/>
    <w:rsid w:val="00AC1EC8"/>
    <w:rsid w:val="00AC275E"/>
    <w:rsid w:val="00AC3D7B"/>
    <w:rsid w:val="00AC5627"/>
    <w:rsid w:val="00AC7982"/>
    <w:rsid w:val="00AC7CE9"/>
    <w:rsid w:val="00AC7DC6"/>
    <w:rsid w:val="00AD140D"/>
    <w:rsid w:val="00AD1A67"/>
    <w:rsid w:val="00AD279C"/>
    <w:rsid w:val="00AD2F53"/>
    <w:rsid w:val="00AD31BE"/>
    <w:rsid w:val="00AD346A"/>
    <w:rsid w:val="00AD3D44"/>
    <w:rsid w:val="00AD3E22"/>
    <w:rsid w:val="00AD4136"/>
    <w:rsid w:val="00AD44F2"/>
    <w:rsid w:val="00AD45A9"/>
    <w:rsid w:val="00AD55FD"/>
    <w:rsid w:val="00AD576D"/>
    <w:rsid w:val="00AD5CFA"/>
    <w:rsid w:val="00AD61B1"/>
    <w:rsid w:val="00AD786D"/>
    <w:rsid w:val="00AE02CE"/>
    <w:rsid w:val="00AE09D6"/>
    <w:rsid w:val="00AE0C7D"/>
    <w:rsid w:val="00AE212B"/>
    <w:rsid w:val="00AE231B"/>
    <w:rsid w:val="00AE2972"/>
    <w:rsid w:val="00AE537E"/>
    <w:rsid w:val="00AE645E"/>
    <w:rsid w:val="00AE657E"/>
    <w:rsid w:val="00AE7023"/>
    <w:rsid w:val="00AE7751"/>
    <w:rsid w:val="00AF190D"/>
    <w:rsid w:val="00AF2DC7"/>
    <w:rsid w:val="00AF48F4"/>
    <w:rsid w:val="00AF4B8C"/>
    <w:rsid w:val="00AF595B"/>
    <w:rsid w:val="00AF5A72"/>
    <w:rsid w:val="00AF5D09"/>
    <w:rsid w:val="00AF6AEC"/>
    <w:rsid w:val="00AF7022"/>
    <w:rsid w:val="00AF7390"/>
    <w:rsid w:val="00AF7468"/>
    <w:rsid w:val="00AF74AD"/>
    <w:rsid w:val="00AF788F"/>
    <w:rsid w:val="00B00354"/>
    <w:rsid w:val="00B00911"/>
    <w:rsid w:val="00B00E77"/>
    <w:rsid w:val="00B01636"/>
    <w:rsid w:val="00B03BAC"/>
    <w:rsid w:val="00B03E8D"/>
    <w:rsid w:val="00B04400"/>
    <w:rsid w:val="00B046B7"/>
    <w:rsid w:val="00B04C5B"/>
    <w:rsid w:val="00B0554A"/>
    <w:rsid w:val="00B057E0"/>
    <w:rsid w:val="00B0592C"/>
    <w:rsid w:val="00B076E3"/>
    <w:rsid w:val="00B1018C"/>
    <w:rsid w:val="00B11E4E"/>
    <w:rsid w:val="00B12161"/>
    <w:rsid w:val="00B12730"/>
    <w:rsid w:val="00B12A03"/>
    <w:rsid w:val="00B1316F"/>
    <w:rsid w:val="00B14BF5"/>
    <w:rsid w:val="00B152EB"/>
    <w:rsid w:val="00B1764D"/>
    <w:rsid w:val="00B17AC7"/>
    <w:rsid w:val="00B20794"/>
    <w:rsid w:val="00B2207A"/>
    <w:rsid w:val="00B22749"/>
    <w:rsid w:val="00B22D8E"/>
    <w:rsid w:val="00B22E8E"/>
    <w:rsid w:val="00B22FBE"/>
    <w:rsid w:val="00B241B8"/>
    <w:rsid w:val="00B243CC"/>
    <w:rsid w:val="00B24638"/>
    <w:rsid w:val="00B2500A"/>
    <w:rsid w:val="00B251D4"/>
    <w:rsid w:val="00B257B6"/>
    <w:rsid w:val="00B25990"/>
    <w:rsid w:val="00B26AAE"/>
    <w:rsid w:val="00B26DF4"/>
    <w:rsid w:val="00B27A48"/>
    <w:rsid w:val="00B27CB9"/>
    <w:rsid w:val="00B31F60"/>
    <w:rsid w:val="00B326CB"/>
    <w:rsid w:val="00B32C5E"/>
    <w:rsid w:val="00B34D7C"/>
    <w:rsid w:val="00B35398"/>
    <w:rsid w:val="00B35437"/>
    <w:rsid w:val="00B358F5"/>
    <w:rsid w:val="00B36673"/>
    <w:rsid w:val="00B36C13"/>
    <w:rsid w:val="00B36E6B"/>
    <w:rsid w:val="00B37522"/>
    <w:rsid w:val="00B37B74"/>
    <w:rsid w:val="00B422C3"/>
    <w:rsid w:val="00B4399D"/>
    <w:rsid w:val="00B43AA9"/>
    <w:rsid w:val="00B44A90"/>
    <w:rsid w:val="00B44BE6"/>
    <w:rsid w:val="00B44D5F"/>
    <w:rsid w:val="00B450C0"/>
    <w:rsid w:val="00B45DA8"/>
    <w:rsid w:val="00B460F7"/>
    <w:rsid w:val="00B47291"/>
    <w:rsid w:val="00B50D99"/>
    <w:rsid w:val="00B50E40"/>
    <w:rsid w:val="00B52071"/>
    <w:rsid w:val="00B52B72"/>
    <w:rsid w:val="00B52F4E"/>
    <w:rsid w:val="00B54A44"/>
    <w:rsid w:val="00B54A89"/>
    <w:rsid w:val="00B54BDA"/>
    <w:rsid w:val="00B552D0"/>
    <w:rsid w:val="00B56583"/>
    <w:rsid w:val="00B56A6C"/>
    <w:rsid w:val="00B57218"/>
    <w:rsid w:val="00B578D3"/>
    <w:rsid w:val="00B60095"/>
    <w:rsid w:val="00B6077C"/>
    <w:rsid w:val="00B607BA"/>
    <w:rsid w:val="00B6140B"/>
    <w:rsid w:val="00B618EE"/>
    <w:rsid w:val="00B62CBF"/>
    <w:rsid w:val="00B6366A"/>
    <w:rsid w:val="00B639F6"/>
    <w:rsid w:val="00B63C47"/>
    <w:rsid w:val="00B63E0A"/>
    <w:rsid w:val="00B64130"/>
    <w:rsid w:val="00B660E3"/>
    <w:rsid w:val="00B66BC2"/>
    <w:rsid w:val="00B67819"/>
    <w:rsid w:val="00B70132"/>
    <w:rsid w:val="00B72BA7"/>
    <w:rsid w:val="00B730C9"/>
    <w:rsid w:val="00B735A3"/>
    <w:rsid w:val="00B748B0"/>
    <w:rsid w:val="00B74D1D"/>
    <w:rsid w:val="00B74E3F"/>
    <w:rsid w:val="00B755E3"/>
    <w:rsid w:val="00B755F3"/>
    <w:rsid w:val="00B75B58"/>
    <w:rsid w:val="00B77550"/>
    <w:rsid w:val="00B77C0E"/>
    <w:rsid w:val="00B80769"/>
    <w:rsid w:val="00B80A65"/>
    <w:rsid w:val="00B80CEC"/>
    <w:rsid w:val="00B8162B"/>
    <w:rsid w:val="00B82002"/>
    <w:rsid w:val="00B82352"/>
    <w:rsid w:val="00B82401"/>
    <w:rsid w:val="00B8304A"/>
    <w:rsid w:val="00B8310B"/>
    <w:rsid w:val="00B835C5"/>
    <w:rsid w:val="00B83C66"/>
    <w:rsid w:val="00B83EAF"/>
    <w:rsid w:val="00B849E0"/>
    <w:rsid w:val="00B85188"/>
    <w:rsid w:val="00B87EB1"/>
    <w:rsid w:val="00B91DF4"/>
    <w:rsid w:val="00B91F3A"/>
    <w:rsid w:val="00B926E4"/>
    <w:rsid w:val="00B93EB2"/>
    <w:rsid w:val="00B94FF5"/>
    <w:rsid w:val="00B97353"/>
    <w:rsid w:val="00B974E5"/>
    <w:rsid w:val="00BA0A1B"/>
    <w:rsid w:val="00BA0F3B"/>
    <w:rsid w:val="00BA0F9B"/>
    <w:rsid w:val="00BA23AE"/>
    <w:rsid w:val="00BA31BC"/>
    <w:rsid w:val="00BA3472"/>
    <w:rsid w:val="00BA50D0"/>
    <w:rsid w:val="00BA59E8"/>
    <w:rsid w:val="00BA73E8"/>
    <w:rsid w:val="00BA7880"/>
    <w:rsid w:val="00BA7DFB"/>
    <w:rsid w:val="00BB1123"/>
    <w:rsid w:val="00BB1147"/>
    <w:rsid w:val="00BB2051"/>
    <w:rsid w:val="00BB2EED"/>
    <w:rsid w:val="00BB354C"/>
    <w:rsid w:val="00BB4810"/>
    <w:rsid w:val="00BC0045"/>
    <w:rsid w:val="00BC0CDB"/>
    <w:rsid w:val="00BC1942"/>
    <w:rsid w:val="00BC22AC"/>
    <w:rsid w:val="00BC2439"/>
    <w:rsid w:val="00BC2DE6"/>
    <w:rsid w:val="00BC31FA"/>
    <w:rsid w:val="00BC3809"/>
    <w:rsid w:val="00BC3C3A"/>
    <w:rsid w:val="00BC44D7"/>
    <w:rsid w:val="00BC4B87"/>
    <w:rsid w:val="00BC6694"/>
    <w:rsid w:val="00BC67A2"/>
    <w:rsid w:val="00BC6D8D"/>
    <w:rsid w:val="00BC741F"/>
    <w:rsid w:val="00BC7D64"/>
    <w:rsid w:val="00BC7DAF"/>
    <w:rsid w:val="00BD0B10"/>
    <w:rsid w:val="00BD10F2"/>
    <w:rsid w:val="00BD17BA"/>
    <w:rsid w:val="00BD1977"/>
    <w:rsid w:val="00BD3100"/>
    <w:rsid w:val="00BD45FC"/>
    <w:rsid w:val="00BD66BC"/>
    <w:rsid w:val="00BD7147"/>
    <w:rsid w:val="00BE0116"/>
    <w:rsid w:val="00BE1EE7"/>
    <w:rsid w:val="00BE38C6"/>
    <w:rsid w:val="00BE4417"/>
    <w:rsid w:val="00BE4B47"/>
    <w:rsid w:val="00BE52B0"/>
    <w:rsid w:val="00BE52C4"/>
    <w:rsid w:val="00BE7F53"/>
    <w:rsid w:val="00BF0156"/>
    <w:rsid w:val="00BF11FB"/>
    <w:rsid w:val="00BF1870"/>
    <w:rsid w:val="00BF1D69"/>
    <w:rsid w:val="00BF1DC2"/>
    <w:rsid w:val="00BF2552"/>
    <w:rsid w:val="00BF3409"/>
    <w:rsid w:val="00BF3959"/>
    <w:rsid w:val="00BF3EA2"/>
    <w:rsid w:val="00BF3FB4"/>
    <w:rsid w:val="00BF525C"/>
    <w:rsid w:val="00BF5297"/>
    <w:rsid w:val="00BF56B1"/>
    <w:rsid w:val="00BF6F37"/>
    <w:rsid w:val="00BF7BE3"/>
    <w:rsid w:val="00C002C2"/>
    <w:rsid w:val="00C002F8"/>
    <w:rsid w:val="00C00EF3"/>
    <w:rsid w:val="00C01647"/>
    <w:rsid w:val="00C031EF"/>
    <w:rsid w:val="00C03DC3"/>
    <w:rsid w:val="00C04BD1"/>
    <w:rsid w:val="00C06530"/>
    <w:rsid w:val="00C07366"/>
    <w:rsid w:val="00C078D5"/>
    <w:rsid w:val="00C1043E"/>
    <w:rsid w:val="00C10596"/>
    <w:rsid w:val="00C105CA"/>
    <w:rsid w:val="00C10628"/>
    <w:rsid w:val="00C107A1"/>
    <w:rsid w:val="00C11380"/>
    <w:rsid w:val="00C11F4E"/>
    <w:rsid w:val="00C13542"/>
    <w:rsid w:val="00C16116"/>
    <w:rsid w:val="00C17A08"/>
    <w:rsid w:val="00C17B0D"/>
    <w:rsid w:val="00C2122C"/>
    <w:rsid w:val="00C21339"/>
    <w:rsid w:val="00C227AC"/>
    <w:rsid w:val="00C22909"/>
    <w:rsid w:val="00C23144"/>
    <w:rsid w:val="00C23AA9"/>
    <w:rsid w:val="00C23DA9"/>
    <w:rsid w:val="00C23EB0"/>
    <w:rsid w:val="00C24F07"/>
    <w:rsid w:val="00C24F0D"/>
    <w:rsid w:val="00C25117"/>
    <w:rsid w:val="00C27815"/>
    <w:rsid w:val="00C2793C"/>
    <w:rsid w:val="00C30521"/>
    <w:rsid w:val="00C30D3E"/>
    <w:rsid w:val="00C31355"/>
    <w:rsid w:val="00C3220F"/>
    <w:rsid w:val="00C33A39"/>
    <w:rsid w:val="00C33EA6"/>
    <w:rsid w:val="00C3405B"/>
    <w:rsid w:val="00C342E0"/>
    <w:rsid w:val="00C34314"/>
    <w:rsid w:val="00C3447C"/>
    <w:rsid w:val="00C34967"/>
    <w:rsid w:val="00C354F7"/>
    <w:rsid w:val="00C35669"/>
    <w:rsid w:val="00C35D3C"/>
    <w:rsid w:val="00C36A38"/>
    <w:rsid w:val="00C376CE"/>
    <w:rsid w:val="00C4217E"/>
    <w:rsid w:val="00C426E5"/>
    <w:rsid w:val="00C4312A"/>
    <w:rsid w:val="00C4492A"/>
    <w:rsid w:val="00C449AE"/>
    <w:rsid w:val="00C460AD"/>
    <w:rsid w:val="00C50FC8"/>
    <w:rsid w:val="00C510B1"/>
    <w:rsid w:val="00C51AC6"/>
    <w:rsid w:val="00C52204"/>
    <w:rsid w:val="00C525AC"/>
    <w:rsid w:val="00C53A48"/>
    <w:rsid w:val="00C53B1B"/>
    <w:rsid w:val="00C54B88"/>
    <w:rsid w:val="00C54DFE"/>
    <w:rsid w:val="00C5535B"/>
    <w:rsid w:val="00C55B81"/>
    <w:rsid w:val="00C55B89"/>
    <w:rsid w:val="00C5690C"/>
    <w:rsid w:val="00C56A68"/>
    <w:rsid w:val="00C56FC6"/>
    <w:rsid w:val="00C57B5B"/>
    <w:rsid w:val="00C57C9B"/>
    <w:rsid w:val="00C603FC"/>
    <w:rsid w:val="00C607CB"/>
    <w:rsid w:val="00C60C9A"/>
    <w:rsid w:val="00C62C87"/>
    <w:rsid w:val="00C6557B"/>
    <w:rsid w:val="00C667FA"/>
    <w:rsid w:val="00C67032"/>
    <w:rsid w:val="00C7028B"/>
    <w:rsid w:val="00C703F3"/>
    <w:rsid w:val="00C710C6"/>
    <w:rsid w:val="00C712AE"/>
    <w:rsid w:val="00C717E9"/>
    <w:rsid w:val="00C7207A"/>
    <w:rsid w:val="00C73140"/>
    <w:rsid w:val="00C7387C"/>
    <w:rsid w:val="00C74BB0"/>
    <w:rsid w:val="00C74E3B"/>
    <w:rsid w:val="00C75F12"/>
    <w:rsid w:val="00C7614A"/>
    <w:rsid w:val="00C7659E"/>
    <w:rsid w:val="00C76656"/>
    <w:rsid w:val="00C76FD8"/>
    <w:rsid w:val="00C773C0"/>
    <w:rsid w:val="00C773C4"/>
    <w:rsid w:val="00C77631"/>
    <w:rsid w:val="00C776E6"/>
    <w:rsid w:val="00C77B08"/>
    <w:rsid w:val="00C77E60"/>
    <w:rsid w:val="00C80695"/>
    <w:rsid w:val="00C81681"/>
    <w:rsid w:val="00C81697"/>
    <w:rsid w:val="00C8211B"/>
    <w:rsid w:val="00C822DE"/>
    <w:rsid w:val="00C82378"/>
    <w:rsid w:val="00C82B8A"/>
    <w:rsid w:val="00C848BF"/>
    <w:rsid w:val="00C84D26"/>
    <w:rsid w:val="00C854FD"/>
    <w:rsid w:val="00C871E5"/>
    <w:rsid w:val="00C907CC"/>
    <w:rsid w:val="00C9507B"/>
    <w:rsid w:val="00C950B9"/>
    <w:rsid w:val="00C969AB"/>
    <w:rsid w:val="00C96EB7"/>
    <w:rsid w:val="00C9711E"/>
    <w:rsid w:val="00C976C8"/>
    <w:rsid w:val="00C97960"/>
    <w:rsid w:val="00CA04B7"/>
    <w:rsid w:val="00CA053D"/>
    <w:rsid w:val="00CA06C5"/>
    <w:rsid w:val="00CA0832"/>
    <w:rsid w:val="00CA49F7"/>
    <w:rsid w:val="00CA6743"/>
    <w:rsid w:val="00CB1A6A"/>
    <w:rsid w:val="00CB1D1F"/>
    <w:rsid w:val="00CB27AB"/>
    <w:rsid w:val="00CB2917"/>
    <w:rsid w:val="00CB3E6B"/>
    <w:rsid w:val="00CB3FB0"/>
    <w:rsid w:val="00CB4448"/>
    <w:rsid w:val="00CB4B3F"/>
    <w:rsid w:val="00CB522A"/>
    <w:rsid w:val="00CB6038"/>
    <w:rsid w:val="00CB6368"/>
    <w:rsid w:val="00CB656D"/>
    <w:rsid w:val="00CB7985"/>
    <w:rsid w:val="00CC177A"/>
    <w:rsid w:val="00CC2525"/>
    <w:rsid w:val="00CC3097"/>
    <w:rsid w:val="00CC63E1"/>
    <w:rsid w:val="00CC75CF"/>
    <w:rsid w:val="00CC7937"/>
    <w:rsid w:val="00CD007B"/>
    <w:rsid w:val="00CD030B"/>
    <w:rsid w:val="00CD0B5D"/>
    <w:rsid w:val="00CD153B"/>
    <w:rsid w:val="00CD1624"/>
    <w:rsid w:val="00CD1C87"/>
    <w:rsid w:val="00CD2085"/>
    <w:rsid w:val="00CD2103"/>
    <w:rsid w:val="00CD484A"/>
    <w:rsid w:val="00CD6363"/>
    <w:rsid w:val="00CD6455"/>
    <w:rsid w:val="00CD6A45"/>
    <w:rsid w:val="00CD6F89"/>
    <w:rsid w:val="00CD71D1"/>
    <w:rsid w:val="00CD7FB9"/>
    <w:rsid w:val="00CE09F4"/>
    <w:rsid w:val="00CE20F4"/>
    <w:rsid w:val="00CE46A6"/>
    <w:rsid w:val="00CE531F"/>
    <w:rsid w:val="00CE61F3"/>
    <w:rsid w:val="00CE6920"/>
    <w:rsid w:val="00CF030D"/>
    <w:rsid w:val="00CF03A6"/>
    <w:rsid w:val="00CF052B"/>
    <w:rsid w:val="00CF09C0"/>
    <w:rsid w:val="00CF1472"/>
    <w:rsid w:val="00CF157B"/>
    <w:rsid w:val="00CF26A9"/>
    <w:rsid w:val="00CF30BF"/>
    <w:rsid w:val="00CF3530"/>
    <w:rsid w:val="00CF3813"/>
    <w:rsid w:val="00CF3C8A"/>
    <w:rsid w:val="00CF3CF1"/>
    <w:rsid w:val="00CF4578"/>
    <w:rsid w:val="00CF4C55"/>
    <w:rsid w:val="00CF635D"/>
    <w:rsid w:val="00CF66DE"/>
    <w:rsid w:val="00CF68B4"/>
    <w:rsid w:val="00CF7E33"/>
    <w:rsid w:val="00D00090"/>
    <w:rsid w:val="00D00360"/>
    <w:rsid w:val="00D0041F"/>
    <w:rsid w:val="00D0065E"/>
    <w:rsid w:val="00D007DB"/>
    <w:rsid w:val="00D00DE8"/>
    <w:rsid w:val="00D01FB2"/>
    <w:rsid w:val="00D02B3B"/>
    <w:rsid w:val="00D02D7E"/>
    <w:rsid w:val="00D03080"/>
    <w:rsid w:val="00D0451C"/>
    <w:rsid w:val="00D04BB5"/>
    <w:rsid w:val="00D052D6"/>
    <w:rsid w:val="00D0614A"/>
    <w:rsid w:val="00D06C85"/>
    <w:rsid w:val="00D0732D"/>
    <w:rsid w:val="00D108B4"/>
    <w:rsid w:val="00D10D6C"/>
    <w:rsid w:val="00D1342E"/>
    <w:rsid w:val="00D14740"/>
    <w:rsid w:val="00D148D0"/>
    <w:rsid w:val="00D161C6"/>
    <w:rsid w:val="00D170CE"/>
    <w:rsid w:val="00D17789"/>
    <w:rsid w:val="00D21E10"/>
    <w:rsid w:val="00D2220B"/>
    <w:rsid w:val="00D22467"/>
    <w:rsid w:val="00D23086"/>
    <w:rsid w:val="00D2381A"/>
    <w:rsid w:val="00D242B6"/>
    <w:rsid w:val="00D25248"/>
    <w:rsid w:val="00D255E1"/>
    <w:rsid w:val="00D25623"/>
    <w:rsid w:val="00D26977"/>
    <w:rsid w:val="00D26C5A"/>
    <w:rsid w:val="00D27A1B"/>
    <w:rsid w:val="00D27B6B"/>
    <w:rsid w:val="00D316D4"/>
    <w:rsid w:val="00D31B7D"/>
    <w:rsid w:val="00D32AF8"/>
    <w:rsid w:val="00D34114"/>
    <w:rsid w:val="00D3472B"/>
    <w:rsid w:val="00D34B18"/>
    <w:rsid w:val="00D35A1F"/>
    <w:rsid w:val="00D35DA4"/>
    <w:rsid w:val="00D360CE"/>
    <w:rsid w:val="00D36C73"/>
    <w:rsid w:val="00D37780"/>
    <w:rsid w:val="00D37E21"/>
    <w:rsid w:val="00D40E0B"/>
    <w:rsid w:val="00D418DC"/>
    <w:rsid w:val="00D4225D"/>
    <w:rsid w:val="00D454BB"/>
    <w:rsid w:val="00D45A27"/>
    <w:rsid w:val="00D462A5"/>
    <w:rsid w:val="00D463A8"/>
    <w:rsid w:val="00D46944"/>
    <w:rsid w:val="00D46FB0"/>
    <w:rsid w:val="00D472D2"/>
    <w:rsid w:val="00D50C87"/>
    <w:rsid w:val="00D52489"/>
    <w:rsid w:val="00D52B26"/>
    <w:rsid w:val="00D5372A"/>
    <w:rsid w:val="00D5561C"/>
    <w:rsid w:val="00D57A52"/>
    <w:rsid w:val="00D57FED"/>
    <w:rsid w:val="00D60071"/>
    <w:rsid w:val="00D6050D"/>
    <w:rsid w:val="00D61B33"/>
    <w:rsid w:val="00D6291A"/>
    <w:rsid w:val="00D63CC9"/>
    <w:rsid w:val="00D64D8C"/>
    <w:rsid w:val="00D661A0"/>
    <w:rsid w:val="00D66B64"/>
    <w:rsid w:val="00D7004F"/>
    <w:rsid w:val="00D703EB"/>
    <w:rsid w:val="00D709ED"/>
    <w:rsid w:val="00D71477"/>
    <w:rsid w:val="00D72B10"/>
    <w:rsid w:val="00D73172"/>
    <w:rsid w:val="00D73FB8"/>
    <w:rsid w:val="00D74C38"/>
    <w:rsid w:val="00D75B08"/>
    <w:rsid w:val="00D76B01"/>
    <w:rsid w:val="00D77292"/>
    <w:rsid w:val="00D777DC"/>
    <w:rsid w:val="00D814D4"/>
    <w:rsid w:val="00D81C8C"/>
    <w:rsid w:val="00D84A11"/>
    <w:rsid w:val="00D84F24"/>
    <w:rsid w:val="00D851C5"/>
    <w:rsid w:val="00D858A6"/>
    <w:rsid w:val="00D85DAE"/>
    <w:rsid w:val="00D87939"/>
    <w:rsid w:val="00D87BE6"/>
    <w:rsid w:val="00D92215"/>
    <w:rsid w:val="00D92F4B"/>
    <w:rsid w:val="00D938B0"/>
    <w:rsid w:val="00D943B0"/>
    <w:rsid w:val="00D96C67"/>
    <w:rsid w:val="00DA003D"/>
    <w:rsid w:val="00DA08CB"/>
    <w:rsid w:val="00DA0F49"/>
    <w:rsid w:val="00DA105A"/>
    <w:rsid w:val="00DA6DBD"/>
    <w:rsid w:val="00DA709F"/>
    <w:rsid w:val="00DA7483"/>
    <w:rsid w:val="00DA74A5"/>
    <w:rsid w:val="00DB072B"/>
    <w:rsid w:val="00DB108C"/>
    <w:rsid w:val="00DB1635"/>
    <w:rsid w:val="00DB2423"/>
    <w:rsid w:val="00DB2519"/>
    <w:rsid w:val="00DB2C1A"/>
    <w:rsid w:val="00DB2D50"/>
    <w:rsid w:val="00DB367D"/>
    <w:rsid w:val="00DB67C3"/>
    <w:rsid w:val="00DB6907"/>
    <w:rsid w:val="00DB75CE"/>
    <w:rsid w:val="00DC01F9"/>
    <w:rsid w:val="00DC31A9"/>
    <w:rsid w:val="00DC375E"/>
    <w:rsid w:val="00DC3B2D"/>
    <w:rsid w:val="00DC47AC"/>
    <w:rsid w:val="00DC6F12"/>
    <w:rsid w:val="00DC7217"/>
    <w:rsid w:val="00DC7A84"/>
    <w:rsid w:val="00DD151A"/>
    <w:rsid w:val="00DD1900"/>
    <w:rsid w:val="00DD1910"/>
    <w:rsid w:val="00DD1C09"/>
    <w:rsid w:val="00DD2FFE"/>
    <w:rsid w:val="00DD4A92"/>
    <w:rsid w:val="00DD4AB4"/>
    <w:rsid w:val="00DD615F"/>
    <w:rsid w:val="00DD6C1C"/>
    <w:rsid w:val="00DD71C0"/>
    <w:rsid w:val="00DE017C"/>
    <w:rsid w:val="00DE2959"/>
    <w:rsid w:val="00DE4D07"/>
    <w:rsid w:val="00DE6AB4"/>
    <w:rsid w:val="00DE6E53"/>
    <w:rsid w:val="00DF023D"/>
    <w:rsid w:val="00DF05A9"/>
    <w:rsid w:val="00DF0BEB"/>
    <w:rsid w:val="00DF0CEB"/>
    <w:rsid w:val="00DF2492"/>
    <w:rsid w:val="00DF2A90"/>
    <w:rsid w:val="00DF5266"/>
    <w:rsid w:val="00DF52F8"/>
    <w:rsid w:val="00DF64B7"/>
    <w:rsid w:val="00DF6FC5"/>
    <w:rsid w:val="00DF753F"/>
    <w:rsid w:val="00E00B16"/>
    <w:rsid w:val="00E00B24"/>
    <w:rsid w:val="00E0145D"/>
    <w:rsid w:val="00E01A51"/>
    <w:rsid w:val="00E01EF1"/>
    <w:rsid w:val="00E02A8D"/>
    <w:rsid w:val="00E040B9"/>
    <w:rsid w:val="00E0577A"/>
    <w:rsid w:val="00E05A86"/>
    <w:rsid w:val="00E068A3"/>
    <w:rsid w:val="00E078D8"/>
    <w:rsid w:val="00E107E0"/>
    <w:rsid w:val="00E11703"/>
    <w:rsid w:val="00E11D5E"/>
    <w:rsid w:val="00E11DBF"/>
    <w:rsid w:val="00E12502"/>
    <w:rsid w:val="00E1297B"/>
    <w:rsid w:val="00E12EE0"/>
    <w:rsid w:val="00E1351B"/>
    <w:rsid w:val="00E140E5"/>
    <w:rsid w:val="00E15445"/>
    <w:rsid w:val="00E1565F"/>
    <w:rsid w:val="00E168A6"/>
    <w:rsid w:val="00E168A9"/>
    <w:rsid w:val="00E16DFC"/>
    <w:rsid w:val="00E21961"/>
    <w:rsid w:val="00E2439D"/>
    <w:rsid w:val="00E2581E"/>
    <w:rsid w:val="00E25D55"/>
    <w:rsid w:val="00E3050D"/>
    <w:rsid w:val="00E30524"/>
    <w:rsid w:val="00E308F1"/>
    <w:rsid w:val="00E3295A"/>
    <w:rsid w:val="00E32ACC"/>
    <w:rsid w:val="00E32B87"/>
    <w:rsid w:val="00E358D2"/>
    <w:rsid w:val="00E35E96"/>
    <w:rsid w:val="00E36654"/>
    <w:rsid w:val="00E367DF"/>
    <w:rsid w:val="00E36EFE"/>
    <w:rsid w:val="00E36F74"/>
    <w:rsid w:val="00E371A8"/>
    <w:rsid w:val="00E40471"/>
    <w:rsid w:val="00E409D1"/>
    <w:rsid w:val="00E41B44"/>
    <w:rsid w:val="00E420E7"/>
    <w:rsid w:val="00E42AD9"/>
    <w:rsid w:val="00E432B0"/>
    <w:rsid w:val="00E43B4B"/>
    <w:rsid w:val="00E45BED"/>
    <w:rsid w:val="00E45BF8"/>
    <w:rsid w:val="00E45DB4"/>
    <w:rsid w:val="00E45EB5"/>
    <w:rsid w:val="00E4632E"/>
    <w:rsid w:val="00E4693E"/>
    <w:rsid w:val="00E50E04"/>
    <w:rsid w:val="00E515E3"/>
    <w:rsid w:val="00E5360B"/>
    <w:rsid w:val="00E54213"/>
    <w:rsid w:val="00E54853"/>
    <w:rsid w:val="00E55ACC"/>
    <w:rsid w:val="00E56F3E"/>
    <w:rsid w:val="00E57656"/>
    <w:rsid w:val="00E57EA0"/>
    <w:rsid w:val="00E607B5"/>
    <w:rsid w:val="00E61840"/>
    <w:rsid w:val="00E61B76"/>
    <w:rsid w:val="00E62554"/>
    <w:rsid w:val="00E62803"/>
    <w:rsid w:val="00E63350"/>
    <w:rsid w:val="00E633A2"/>
    <w:rsid w:val="00E64118"/>
    <w:rsid w:val="00E6574A"/>
    <w:rsid w:val="00E657CD"/>
    <w:rsid w:val="00E65C62"/>
    <w:rsid w:val="00E66889"/>
    <w:rsid w:val="00E66E8C"/>
    <w:rsid w:val="00E67466"/>
    <w:rsid w:val="00E700F6"/>
    <w:rsid w:val="00E717E0"/>
    <w:rsid w:val="00E71CA4"/>
    <w:rsid w:val="00E72541"/>
    <w:rsid w:val="00E73BBB"/>
    <w:rsid w:val="00E73CE0"/>
    <w:rsid w:val="00E740C5"/>
    <w:rsid w:val="00E7411C"/>
    <w:rsid w:val="00E80E7D"/>
    <w:rsid w:val="00E81098"/>
    <w:rsid w:val="00E811C2"/>
    <w:rsid w:val="00E83784"/>
    <w:rsid w:val="00E83FA7"/>
    <w:rsid w:val="00E84344"/>
    <w:rsid w:val="00E8450D"/>
    <w:rsid w:val="00E84ED4"/>
    <w:rsid w:val="00E85037"/>
    <w:rsid w:val="00E8539F"/>
    <w:rsid w:val="00E85534"/>
    <w:rsid w:val="00E85821"/>
    <w:rsid w:val="00E86C81"/>
    <w:rsid w:val="00E8743B"/>
    <w:rsid w:val="00E901CC"/>
    <w:rsid w:val="00E918D9"/>
    <w:rsid w:val="00E91F80"/>
    <w:rsid w:val="00E94B6C"/>
    <w:rsid w:val="00E95E73"/>
    <w:rsid w:val="00E97B20"/>
    <w:rsid w:val="00EA276E"/>
    <w:rsid w:val="00EA33E3"/>
    <w:rsid w:val="00EA3507"/>
    <w:rsid w:val="00EA3A9E"/>
    <w:rsid w:val="00EA42D7"/>
    <w:rsid w:val="00EA48D9"/>
    <w:rsid w:val="00EA52C0"/>
    <w:rsid w:val="00EA549F"/>
    <w:rsid w:val="00EA77AD"/>
    <w:rsid w:val="00EA786F"/>
    <w:rsid w:val="00EA7EBB"/>
    <w:rsid w:val="00EB0964"/>
    <w:rsid w:val="00EB20DD"/>
    <w:rsid w:val="00EB29B2"/>
    <w:rsid w:val="00EB557F"/>
    <w:rsid w:val="00EB607F"/>
    <w:rsid w:val="00EB642E"/>
    <w:rsid w:val="00EB66B0"/>
    <w:rsid w:val="00EC0355"/>
    <w:rsid w:val="00EC0C4F"/>
    <w:rsid w:val="00EC1029"/>
    <w:rsid w:val="00EC1F9E"/>
    <w:rsid w:val="00EC2ED8"/>
    <w:rsid w:val="00EC3973"/>
    <w:rsid w:val="00EC3B4A"/>
    <w:rsid w:val="00EC4020"/>
    <w:rsid w:val="00EC48F7"/>
    <w:rsid w:val="00EC53A3"/>
    <w:rsid w:val="00EC6622"/>
    <w:rsid w:val="00EC6856"/>
    <w:rsid w:val="00EC76E7"/>
    <w:rsid w:val="00ED30FE"/>
    <w:rsid w:val="00ED35DE"/>
    <w:rsid w:val="00ED36EA"/>
    <w:rsid w:val="00ED3793"/>
    <w:rsid w:val="00ED38EC"/>
    <w:rsid w:val="00ED6070"/>
    <w:rsid w:val="00ED71FF"/>
    <w:rsid w:val="00EE04B9"/>
    <w:rsid w:val="00EE057B"/>
    <w:rsid w:val="00EE0766"/>
    <w:rsid w:val="00EE18A2"/>
    <w:rsid w:val="00EE3376"/>
    <w:rsid w:val="00EE38D6"/>
    <w:rsid w:val="00EE3A35"/>
    <w:rsid w:val="00EE4ABF"/>
    <w:rsid w:val="00EE4C89"/>
    <w:rsid w:val="00EE65AB"/>
    <w:rsid w:val="00EE72CE"/>
    <w:rsid w:val="00EE75B5"/>
    <w:rsid w:val="00EE7FFD"/>
    <w:rsid w:val="00EF0624"/>
    <w:rsid w:val="00EF07D9"/>
    <w:rsid w:val="00EF1EC4"/>
    <w:rsid w:val="00EF228A"/>
    <w:rsid w:val="00EF2AC6"/>
    <w:rsid w:val="00EF2E96"/>
    <w:rsid w:val="00EF4B22"/>
    <w:rsid w:val="00EF4D04"/>
    <w:rsid w:val="00EF5411"/>
    <w:rsid w:val="00EF63DA"/>
    <w:rsid w:val="00EF68CD"/>
    <w:rsid w:val="00EF7169"/>
    <w:rsid w:val="00EF772F"/>
    <w:rsid w:val="00EF7884"/>
    <w:rsid w:val="00EF7F22"/>
    <w:rsid w:val="00F0029C"/>
    <w:rsid w:val="00F01851"/>
    <w:rsid w:val="00F0211B"/>
    <w:rsid w:val="00F02AE7"/>
    <w:rsid w:val="00F03523"/>
    <w:rsid w:val="00F036AE"/>
    <w:rsid w:val="00F057EB"/>
    <w:rsid w:val="00F05DF7"/>
    <w:rsid w:val="00F05E2E"/>
    <w:rsid w:val="00F05F9E"/>
    <w:rsid w:val="00F06DCB"/>
    <w:rsid w:val="00F06FB6"/>
    <w:rsid w:val="00F074FE"/>
    <w:rsid w:val="00F07AA8"/>
    <w:rsid w:val="00F10CDD"/>
    <w:rsid w:val="00F117CB"/>
    <w:rsid w:val="00F12F6A"/>
    <w:rsid w:val="00F1380D"/>
    <w:rsid w:val="00F13C84"/>
    <w:rsid w:val="00F13E47"/>
    <w:rsid w:val="00F15D5B"/>
    <w:rsid w:val="00F17040"/>
    <w:rsid w:val="00F22590"/>
    <w:rsid w:val="00F228F1"/>
    <w:rsid w:val="00F22F7B"/>
    <w:rsid w:val="00F23DC6"/>
    <w:rsid w:val="00F23FE0"/>
    <w:rsid w:val="00F2424C"/>
    <w:rsid w:val="00F24C67"/>
    <w:rsid w:val="00F2528F"/>
    <w:rsid w:val="00F25A0E"/>
    <w:rsid w:val="00F26DCE"/>
    <w:rsid w:val="00F3268B"/>
    <w:rsid w:val="00F355C6"/>
    <w:rsid w:val="00F36805"/>
    <w:rsid w:val="00F37CC7"/>
    <w:rsid w:val="00F415C1"/>
    <w:rsid w:val="00F42488"/>
    <w:rsid w:val="00F427E6"/>
    <w:rsid w:val="00F428B1"/>
    <w:rsid w:val="00F42E1A"/>
    <w:rsid w:val="00F439A8"/>
    <w:rsid w:val="00F4414A"/>
    <w:rsid w:val="00F458F1"/>
    <w:rsid w:val="00F46DDF"/>
    <w:rsid w:val="00F471E7"/>
    <w:rsid w:val="00F4765D"/>
    <w:rsid w:val="00F50336"/>
    <w:rsid w:val="00F50E1B"/>
    <w:rsid w:val="00F51869"/>
    <w:rsid w:val="00F52163"/>
    <w:rsid w:val="00F53280"/>
    <w:rsid w:val="00F534E1"/>
    <w:rsid w:val="00F54922"/>
    <w:rsid w:val="00F54FCF"/>
    <w:rsid w:val="00F551DA"/>
    <w:rsid w:val="00F56402"/>
    <w:rsid w:val="00F568BA"/>
    <w:rsid w:val="00F61145"/>
    <w:rsid w:val="00F613CA"/>
    <w:rsid w:val="00F63C54"/>
    <w:rsid w:val="00F640BE"/>
    <w:rsid w:val="00F64FDE"/>
    <w:rsid w:val="00F65A58"/>
    <w:rsid w:val="00F66954"/>
    <w:rsid w:val="00F67320"/>
    <w:rsid w:val="00F67505"/>
    <w:rsid w:val="00F67884"/>
    <w:rsid w:val="00F67A3D"/>
    <w:rsid w:val="00F707BE"/>
    <w:rsid w:val="00F7146E"/>
    <w:rsid w:val="00F71B13"/>
    <w:rsid w:val="00F71DDB"/>
    <w:rsid w:val="00F73233"/>
    <w:rsid w:val="00F732DC"/>
    <w:rsid w:val="00F737D1"/>
    <w:rsid w:val="00F74D12"/>
    <w:rsid w:val="00F76E43"/>
    <w:rsid w:val="00F77473"/>
    <w:rsid w:val="00F7759B"/>
    <w:rsid w:val="00F81D3D"/>
    <w:rsid w:val="00F83329"/>
    <w:rsid w:val="00F8493D"/>
    <w:rsid w:val="00F84F21"/>
    <w:rsid w:val="00F858F7"/>
    <w:rsid w:val="00F86295"/>
    <w:rsid w:val="00F90260"/>
    <w:rsid w:val="00F9088D"/>
    <w:rsid w:val="00F919AE"/>
    <w:rsid w:val="00F93949"/>
    <w:rsid w:val="00F9462A"/>
    <w:rsid w:val="00F948D0"/>
    <w:rsid w:val="00F95F39"/>
    <w:rsid w:val="00F96D8E"/>
    <w:rsid w:val="00FA06E5"/>
    <w:rsid w:val="00FA17FF"/>
    <w:rsid w:val="00FA2965"/>
    <w:rsid w:val="00FA4FE4"/>
    <w:rsid w:val="00FA5D7C"/>
    <w:rsid w:val="00FA6309"/>
    <w:rsid w:val="00FB18AC"/>
    <w:rsid w:val="00FB215F"/>
    <w:rsid w:val="00FB22D8"/>
    <w:rsid w:val="00FB2965"/>
    <w:rsid w:val="00FB38ED"/>
    <w:rsid w:val="00FB5241"/>
    <w:rsid w:val="00FB6F0B"/>
    <w:rsid w:val="00FB73CA"/>
    <w:rsid w:val="00FB7A43"/>
    <w:rsid w:val="00FB7B69"/>
    <w:rsid w:val="00FB7D7A"/>
    <w:rsid w:val="00FC07AD"/>
    <w:rsid w:val="00FC237D"/>
    <w:rsid w:val="00FC2396"/>
    <w:rsid w:val="00FC277D"/>
    <w:rsid w:val="00FC2ADF"/>
    <w:rsid w:val="00FC2BC9"/>
    <w:rsid w:val="00FC3549"/>
    <w:rsid w:val="00FC3A58"/>
    <w:rsid w:val="00FC6187"/>
    <w:rsid w:val="00FC61A4"/>
    <w:rsid w:val="00FC6966"/>
    <w:rsid w:val="00FC7C83"/>
    <w:rsid w:val="00FD059E"/>
    <w:rsid w:val="00FD0975"/>
    <w:rsid w:val="00FD0C18"/>
    <w:rsid w:val="00FD0DCA"/>
    <w:rsid w:val="00FD10C6"/>
    <w:rsid w:val="00FD152C"/>
    <w:rsid w:val="00FD1BFE"/>
    <w:rsid w:val="00FD2C81"/>
    <w:rsid w:val="00FD30B0"/>
    <w:rsid w:val="00FD3216"/>
    <w:rsid w:val="00FD4F7D"/>
    <w:rsid w:val="00FD5E04"/>
    <w:rsid w:val="00FD7676"/>
    <w:rsid w:val="00FD7746"/>
    <w:rsid w:val="00FD7B6C"/>
    <w:rsid w:val="00FD7CB2"/>
    <w:rsid w:val="00FE003E"/>
    <w:rsid w:val="00FE046B"/>
    <w:rsid w:val="00FE066B"/>
    <w:rsid w:val="00FE18E7"/>
    <w:rsid w:val="00FE22B4"/>
    <w:rsid w:val="00FE3626"/>
    <w:rsid w:val="00FE44A5"/>
    <w:rsid w:val="00FE4AEF"/>
    <w:rsid w:val="00FE5355"/>
    <w:rsid w:val="00FE593F"/>
    <w:rsid w:val="00FE5C90"/>
    <w:rsid w:val="00FE6079"/>
    <w:rsid w:val="00FE6C23"/>
    <w:rsid w:val="00FF1085"/>
    <w:rsid w:val="00FF11C6"/>
    <w:rsid w:val="00FF1F27"/>
    <w:rsid w:val="00FF2568"/>
    <w:rsid w:val="00FF291D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36"/>
    <w:pPr>
      <w:spacing w:after="200" w:line="276" w:lineRule="auto"/>
    </w:pPr>
    <w:rPr>
      <w:rFonts w:ascii="Calibri" w:eastAsia="Times New Roman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8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3836"/>
    <w:pPr>
      <w:keepNext/>
      <w:keepLines/>
      <w:spacing w:before="200" w:after="0"/>
      <w:outlineLvl w:val="1"/>
    </w:pPr>
    <w:rPr>
      <w:rFonts w:ascii="Cambria" w:eastAsia="Calibri" w:hAnsi="Cambria"/>
      <w:b/>
      <w:color w:val="4F81BD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3836"/>
    <w:rPr>
      <w:rFonts w:ascii="Cambria" w:hAnsi="Cambria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3836"/>
    <w:rPr>
      <w:rFonts w:ascii="Cambria" w:hAnsi="Cambria"/>
      <w:b/>
      <w:color w:val="4F81BD"/>
      <w:sz w:val="26"/>
      <w:lang w:eastAsia="ru-RU"/>
    </w:rPr>
  </w:style>
  <w:style w:type="paragraph" w:styleId="ListParagraph">
    <w:name w:val="List Paragraph"/>
    <w:basedOn w:val="Normal"/>
    <w:uiPriority w:val="99"/>
    <w:qFormat/>
    <w:rsid w:val="005E3836"/>
    <w:pPr>
      <w:ind w:left="720"/>
      <w:contextualSpacing/>
    </w:pPr>
  </w:style>
  <w:style w:type="paragraph" w:customStyle="1" w:styleId="ConsPlusNonformat">
    <w:name w:val="ConsPlusNonformat"/>
    <w:uiPriority w:val="99"/>
    <w:rsid w:val="005E383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E3836"/>
    <w:pPr>
      <w:spacing w:after="120"/>
      <w:ind w:left="283"/>
    </w:pPr>
    <w:rPr>
      <w:rFonts w:eastAsia="Calibri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3836"/>
    <w:rPr>
      <w:rFonts w:ascii="Calibri" w:hAnsi="Calibri"/>
      <w:sz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E3836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3836"/>
    <w:rPr>
      <w:rFonts w:ascii="Calibri" w:hAnsi="Calibri"/>
      <w:lang w:eastAsia="ru-RU"/>
    </w:rPr>
  </w:style>
  <w:style w:type="paragraph" w:customStyle="1" w:styleId="a">
    <w:name w:val="ЗАГОЛОВОК"/>
    <w:basedOn w:val="4"/>
    <w:uiPriority w:val="99"/>
    <w:rsid w:val="005E3836"/>
    <w:pPr>
      <w:keepNext/>
      <w:spacing w:before="113" w:after="85"/>
      <w:ind w:firstLine="0"/>
      <w:jc w:val="center"/>
    </w:pPr>
    <w:rPr>
      <w:b/>
      <w:bCs/>
    </w:rPr>
  </w:style>
  <w:style w:type="paragraph" w:customStyle="1" w:styleId="4">
    <w:name w:val="ОснА4А"/>
    <w:uiPriority w:val="99"/>
    <w:rsid w:val="005E3836"/>
    <w:pPr>
      <w:autoSpaceDE w:val="0"/>
      <w:autoSpaceDN w:val="0"/>
      <w:adjustRightInd w:val="0"/>
      <w:spacing w:line="180" w:lineRule="atLeast"/>
      <w:ind w:firstLine="113"/>
      <w:jc w:val="both"/>
    </w:pPr>
    <w:rPr>
      <w:rFonts w:ascii="FreeSetC" w:eastAsia="Times New Roman" w:hAnsi="FreeSetC" w:cs="FreeSetC"/>
      <w:sz w:val="16"/>
      <w:szCs w:val="16"/>
    </w:rPr>
  </w:style>
  <w:style w:type="paragraph" w:customStyle="1" w:styleId="ConsNormal">
    <w:name w:val="ConsNormal"/>
    <w:uiPriority w:val="99"/>
    <w:rsid w:val="005E383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uiPriority w:val="99"/>
    <w:rsid w:val="005E3836"/>
    <w:rPr>
      <w:rFonts w:eastAsia="Times New Roman"/>
      <w:sz w:val="20"/>
      <w:szCs w:val="20"/>
    </w:rPr>
  </w:style>
  <w:style w:type="character" w:customStyle="1" w:styleId="apple-style-span">
    <w:name w:val="apple-style-span"/>
    <w:uiPriority w:val="99"/>
    <w:rsid w:val="00643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</TotalTime>
  <Pages>2</Pages>
  <Words>857</Words>
  <Characters>4890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Dmitrii</cp:lastModifiedBy>
  <cp:revision>20</cp:revision>
  <cp:lastPrinted>2019-07-25T06:40:00Z</cp:lastPrinted>
  <dcterms:created xsi:type="dcterms:W3CDTF">2014-12-26T01:06:00Z</dcterms:created>
  <dcterms:modified xsi:type="dcterms:W3CDTF">2019-07-25T06:43:00Z</dcterms:modified>
</cp:coreProperties>
</file>