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CBB20" w14:textId="77777777" w:rsidR="00984C75" w:rsidRPr="00014D92" w:rsidRDefault="009C6576" w:rsidP="00014D92">
      <w:pPr>
        <w:ind w:left="1656" w:firstLine="6840"/>
        <w:jc w:val="center"/>
        <w:rPr>
          <w:b/>
        </w:rPr>
      </w:pPr>
      <w:r w:rsidRPr="00014D92">
        <w:rPr>
          <w:b/>
        </w:rPr>
        <w:t xml:space="preserve">Форма № </w:t>
      </w:r>
      <w:r w:rsidR="001F561F" w:rsidRPr="00014D92">
        <w:rPr>
          <w:b/>
        </w:rPr>
        <w:t>4</w:t>
      </w:r>
      <w:r w:rsidR="001F561F" w:rsidRPr="00014D92">
        <w:rPr>
          <w:b/>
          <w:u w:val="single"/>
          <w:vertAlign w:val="superscript"/>
        </w:rPr>
        <w:t>РАД</w:t>
      </w:r>
    </w:p>
    <w:p w14:paraId="2BF38674" w14:textId="77777777" w:rsidR="002E0FEB" w:rsidRDefault="002E0FEB" w:rsidP="002E0FEB">
      <w:pPr>
        <w:pStyle w:val="a3"/>
        <w:ind w:left="-284"/>
        <w:rPr>
          <w:rFonts w:ascii="Georgia" w:hAnsi="Georgia"/>
        </w:rPr>
      </w:pPr>
      <w:r>
        <w:rPr>
          <w:rFonts w:ascii="Georgia" w:hAnsi="Georgia"/>
        </w:rPr>
        <w:t>Договор о задатке №____</w:t>
      </w:r>
    </w:p>
    <w:p w14:paraId="3879E316" w14:textId="77777777" w:rsidR="002E0FEB" w:rsidRDefault="002E0FEB" w:rsidP="002E0FEB">
      <w:pPr>
        <w:pStyle w:val="a3"/>
        <w:ind w:left="2160" w:firstLine="720"/>
        <w:jc w:val="left"/>
        <w:rPr>
          <w:b w:val="0"/>
          <w:bCs w:val="0"/>
          <w:sz w:val="22"/>
          <w:szCs w:val="24"/>
        </w:rPr>
      </w:pPr>
      <w:r>
        <w:rPr>
          <w:b w:val="0"/>
          <w:bCs w:val="0"/>
          <w:spacing w:val="30"/>
          <w:sz w:val="24"/>
          <w:szCs w:val="24"/>
        </w:rPr>
        <w:t>(договор присоединения)</w:t>
      </w:r>
    </w:p>
    <w:p w14:paraId="37099FC1" w14:textId="77777777" w:rsidR="002E0FEB" w:rsidRPr="002D31A2" w:rsidRDefault="002E0FEB" w:rsidP="002E0FEB">
      <w:pPr>
        <w:pStyle w:val="a3"/>
        <w:ind w:left="-284" w:firstLine="284"/>
        <w:jc w:val="both"/>
        <w:rPr>
          <w:bCs w:val="0"/>
          <w:sz w:val="22"/>
          <w:szCs w:val="24"/>
        </w:rPr>
      </w:pPr>
      <w:r w:rsidRPr="002D31A2">
        <w:rPr>
          <w:bCs w:val="0"/>
          <w:sz w:val="22"/>
          <w:szCs w:val="24"/>
        </w:rPr>
        <w:t>г.</w:t>
      </w:r>
      <w:r w:rsidR="00E32B8C" w:rsidRPr="002D31A2">
        <w:rPr>
          <w:bCs w:val="0"/>
          <w:sz w:val="22"/>
          <w:szCs w:val="24"/>
        </w:rPr>
        <w:t> </w:t>
      </w:r>
      <w:r w:rsidR="00261C7C" w:rsidRPr="002D31A2">
        <w:rPr>
          <w:bCs w:val="0"/>
          <w:sz w:val="22"/>
          <w:szCs w:val="24"/>
        </w:rPr>
        <w:t>Красноярск</w:t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Pr="002D31A2">
        <w:rPr>
          <w:bCs w:val="0"/>
          <w:sz w:val="24"/>
          <w:szCs w:val="24"/>
        </w:rPr>
        <w:t>“______” _______________</w:t>
      </w:r>
      <w:r w:rsidR="006F08CC" w:rsidRPr="002D31A2">
        <w:rPr>
          <w:bCs w:val="0"/>
          <w:sz w:val="22"/>
          <w:szCs w:val="24"/>
        </w:rPr>
        <w:t>20</w:t>
      </w:r>
      <w:r w:rsidRPr="002D31A2">
        <w:rPr>
          <w:bCs w:val="0"/>
          <w:sz w:val="22"/>
          <w:szCs w:val="24"/>
        </w:rPr>
        <w:t xml:space="preserve">___г. </w:t>
      </w:r>
    </w:p>
    <w:p w14:paraId="07428403" w14:textId="77777777" w:rsidR="002E0FEB" w:rsidRPr="00677CF0" w:rsidRDefault="002E0FEB" w:rsidP="002E0FEB">
      <w:pPr>
        <w:pStyle w:val="a3"/>
        <w:ind w:left="-284" w:firstLine="284"/>
        <w:jc w:val="both"/>
        <w:rPr>
          <w:b w:val="0"/>
          <w:bCs w:val="0"/>
          <w:sz w:val="22"/>
          <w:szCs w:val="22"/>
        </w:rPr>
      </w:pPr>
    </w:p>
    <w:p w14:paraId="1DCF12DA" w14:textId="7487B525" w:rsidR="00E202AF" w:rsidRDefault="00870E93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2E0FEB" w:rsidRPr="0011054A">
        <w:rPr>
          <w:sz w:val="22"/>
          <w:szCs w:val="22"/>
        </w:rPr>
        <w:t>кционерное общество «</w:t>
      </w:r>
      <w:r w:rsidR="002A6F07">
        <w:rPr>
          <w:sz w:val="22"/>
          <w:szCs w:val="22"/>
        </w:rPr>
        <w:t>Российский аукционный дом</w:t>
      </w:r>
      <w:r w:rsidR="002E0FEB" w:rsidRPr="0011054A">
        <w:rPr>
          <w:sz w:val="22"/>
          <w:szCs w:val="22"/>
        </w:rPr>
        <w:t xml:space="preserve">», именуемое в дальнейшем </w:t>
      </w:r>
      <w:r w:rsidR="001051A3">
        <w:rPr>
          <w:sz w:val="22"/>
          <w:szCs w:val="22"/>
        </w:rPr>
        <w:t>«</w:t>
      </w:r>
      <w:r w:rsidR="002A6F07">
        <w:rPr>
          <w:sz w:val="22"/>
          <w:szCs w:val="22"/>
        </w:rPr>
        <w:t>Организатор торгов</w:t>
      </w:r>
      <w:r w:rsidR="001051A3">
        <w:rPr>
          <w:sz w:val="22"/>
          <w:szCs w:val="22"/>
        </w:rPr>
        <w:t>»</w:t>
      </w:r>
      <w:r w:rsidR="002E0FEB" w:rsidRPr="0011054A">
        <w:rPr>
          <w:sz w:val="22"/>
          <w:szCs w:val="22"/>
        </w:rPr>
        <w:t xml:space="preserve">, в </w:t>
      </w:r>
      <w:r w:rsidR="00E9350F" w:rsidRPr="00677CF0">
        <w:rPr>
          <w:sz w:val="22"/>
          <w:szCs w:val="22"/>
        </w:rPr>
        <w:t xml:space="preserve">лице </w:t>
      </w:r>
      <w:r w:rsidR="00D5228C">
        <w:rPr>
          <w:sz w:val="22"/>
          <w:szCs w:val="22"/>
        </w:rPr>
        <w:t xml:space="preserve">руководителя </w:t>
      </w:r>
      <w:r w:rsidR="00677CF0" w:rsidRPr="00EC4D43">
        <w:rPr>
          <w:sz w:val="22"/>
          <w:szCs w:val="22"/>
        </w:rPr>
        <w:t xml:space="preserve">обособленного подразделения АО «РАД» в г. Красноярске Рыжкова Александра Алексеевича, действующей на основании Доверенности </w:t>
      </w:r>
      <w:r w:rsidR="00F119CB">
        <w:rPr>
          <w:sz w:val="22"/>
          <w:szCs w:val="22"/>
        </w:rPr>
        <w:t>№</w:t>
      </w:r>
      <w:r w:rsidR="005233F6">
        <w:rPr>
          <w:sz w:val="22"/>
          <w:szCs w:val="22"/>
        </w:rPr>
        <w:t>Д-0</w:t>
      </w:r>
      <w:r w:rsidR="0094283F">
        <w:rPr>
          <w:sz w:val="22"/>
          <w:szCs w:val="22"/>
        </w:rPr>
        <w:t>23</w:t>
      </w:r>
      <w:r w:rsidR="005233F6">
        <w:rPr>
          <w:sz w:val="22"/>
          <w:szCs w:val="22"/>
        </w:rPr>
        <w:t xml:space="preserve"> </w:t>
      </w:r>
      <w:r w:rsidR="005233F6" w:rsidRPr="00EC4D43">
        <w:rPr>
          <w:sz w:val="22"/>
          <w:szCs w:val="22"/>
        </w:rPr>
        <w:t xml:space="preserve">от </w:t>
      </w:r>
      <w:r w:rsidR="0094283F">
        <w:rPr>
          <w:sz w:val="22"/>
          <w:szCs w:val="22"/>
        </w:rPr>
        <w:t>11</w:t>
      </w:r>
      <w:r w:rsidR="005233F6" w:rsidRPr="00EC4D43">
        <w:rPr>
          <w:sz w:val="22"/>
          <w:szCs w:val="22"/>
        </w:rPr>
        <w:t>.</w:t>
      </w:r>
      <w:r w:rsidR="005233F6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.20</w:t>
      </w:r>
      <w:r w:rsidR="005233F6">
        <w:rPr>
          <w:sz w:val="22"/>
          <w:szCs w:val="22"/>
        </w:rPr>
        <w:t>2</w:t>
      </w:r>
      <w:r w:rsidR="0094283F">
        <w:rPr>
          <w:sz w:val="22"/>
          <w:szCs w:val="22"/>
        </w:rPr>
        <w:t>1</w:t>
      </w:r>
      <w:r w:rsidR="00677CF0" w:rsidRPr="00EC4D43">
        <w:rPr>
          <w:sz w:val="22"/>
          <w:szCs w:val="22"/>
        </w:rPr>
        <w:t>г.</w:t>
      </w:r>
      <w:r w:rsidR="00677CF0">
        <w:rPr>
          <w:sz w:val="22"/>
          <w:szCs w:val="22"/>
        </w:rPr>
        <w:t xml:space="preserve">, </w:t>
      </w:r>
      <w:r w:rsidR="002E0FEB" w:rsidRPr="0011054A">
        <w:rPr>
          <w:sz w:val="22"/>
          <w:szCs w:val="22"/>
        </w:rPr>
        <w:t xml:space="preserve">с одной стороны, и </w:t>
      </w:r>
      <w:r w:rsidR="00BB22C6">
        <w:rPr>
          <w:sz w:val="22"/>
          <w:szCs w:val="22"/>
        </w:rPr>
        <w:t>п</w:t>
      </w:r>
      <w:r w:rsidR="002E0FEB" w:rsidRPr="0011054A">
        <w:rPr>
          <w:sz w:val="22"/>
          <w:szCs w:val="22"/>
        </w:rPr>
        <w:t xml:space="preserve">ретендент на </w:t>
      </w:r>
      <w:r w:rsidR="001051A3">
        <w:rPr>
          <w:sz w:val="22"/>
          <w:szCs w:val="22"/>
        </w:rPr>
        <w:t xml:space="preserve">участие в аукционе </w:t>
      </w:r>
      <w:r w:rsidR="00EE7B1F">
        <w:rPr>
          <w:sz w:val="22"/>
          <w:szCs w:val="22"/>
        </w:rPr>
        <w:t>по продаже имущества, находящ</w:t>
      </w:r>
      <w:r w:rsidR="00BB22C6">
        <w:rPr>
          <w:sz w:val="22"/>
          <w:szCs w:val="22"/>
        </w:rPr>
        <w:t>егося</w:t>
      </w:r>
      <w:r w:rsidR="00EE7B1F">
        <w:rPr>
          <w:sz w:val="22"/>
          <w:szCs w:val="22"/>
        </w:rPr>
        <w:t xml:space="preserve"> в </w:t>
      </w:r>
      <w:r w:rsidR="00984C75">
        <w:rPr>
          <w:sz w:val="22"/>
          <w:szCs w:val="22"/>
        </w:rPr>
        <w:t>частной собственности</w:t>
      </w:r>
      <w:r w:rsidR="00367958">
        <w:rPr>
          <w:sz w:val="22"/>
          <w:szCs w:val="22"/>
        </w:rPr>
        <w:t>,</w:t>
      </w:r>
      <w:r w:rsidR="00A350E7" w:rsidRPr="005E028C">
        <w:rPr>
          <w:sz w:val="22"/>
          <w:szCs w:val="22"/>
        </w:rPr>
        <w:t xml:space="preserve"> ___</w:t>
      </w:r>
      <w:r w:rsidR="00E202AF">
        <w:rPr>
          <w:sz w:val="22"/>
          <w:szCs w:val="22"/>
        </w:rPr>
        <w:t>_____</w:t>
      </w:r>
      <w:r w:rsidR="00261C7C">
        <w:rPr>
          <w:sz w:val="22"/>
          <w:szCs w:val="22"/>
        </w:rPr>
        <w:t>_____________________________________</w:t>
      </w:r>
      <w:r w:rsidR="001E68A0" w:rsidRPr="001E68A0">
        <w:rPr>
          <w:sz w:val="22"/>
          <w:szCs w:val="22"/>
        </w:rPr>
        <w:t>_</w:t>
      </w:r>
      <w:r w:rsidR="00E202AF">
        <w:rPr>
          <w:sz w:val="22"/>
          <w:szCs w:val="22"/>
        </w:rPr>
        <w:t xml:space="preserve"> </w:t>
      </w:r>
    </w:p>
    <w:p w14:paraId="2C12EBAB" w14:textId="77777777" w:rsidR="00E202AF" w:rsidRPr="00972B48" w:rsidRDefault="00E202AF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6CE7DAFB" w14:textId="77777777" w:rsidR="001E68A0" w:rsidRDefault="001E68A0" w:rsidP="001E68A0">
      <w:pPr>
        <w:ind w:left="-284" w:right="27"/>
        <w:jc w:val="center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</w:t>
      </w:r>
      <w:r>
        <w:rPr>
          <w:sz w:val="22"/>
          <w:szCs w:val="22"/>
        </w:rPr>
        <w:t xml:space="preserve"> __________________________________________________________________________________________</w:t>
      </w:r>
    </w:p>
    <w:p w14:paraId="15C8C38D" w14:textId="77777777" w:rsidR="001E68A0" w:rsidRPr="00E71EB9" w:rsidRDefault="001E68A0" w:rsidP="00E71EB9">
      <w:pPr>
        <w:ind w:left="-284" w:right="2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  <w:r w:rsidRPr="001E68A0">
        <w:rPr>
          <w:b/>
          <w:i/>
          <w:sz w:val="16"/>
          <w:szCs w:val="16"/>
        </w:rPr>
        <w:t>д</w:t>
      </w:r>
      <w:r w:rsidR="00B33C4B">
        <w:rPr>
          <w:b/>
          <w:i/>
          <w:sz w:val="16"/>
          <w:szCs w:val="16"/>
        </w:rPr>
        <w:t>д</w:t>
      </w:r>
      <w:r w:rsidRPr="001E68A0">
        <w:rPr>
          <w:b/>
          <w:i/>
          <w:sz w:val="16"/>
          <w:szCs w:val="16"/>
        </w:rPr>
        <w:t>ля ФЛ: ФИО, паспортные данные, серия, №, кем и когда выдан, код подразделения, ИНН</w:t>
      </w:r>
      <w:r>
        <w:rPr>
          <w:b/>
          <w:i/>
          <w:sz w:val="16"/>
          <w:szCs w:val="16"/>
        </w:rPr>
        <w:t>;</w:t>
      </w:r>
    </w:p>
    <w:p w14:paraId="5202AF25" w14:textId="77777777" w:rsidR="00E71EB9" w:rsidRDefault="00E202AF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 xml:space="preserve">для ЮЛ: </w:t>
      </w:r>
      <w:r w:rsidR="009D7FFE" w:rsidRPr="001E68A0">
        <w:rPr>
          <w:b/>
          <w:i/>
          <w:sz w:val="16"/>
          <w:szCs w:val="16"/>
        </w:rPr>
        <w:t xml:space="preserve">полное и сокращенное наименование </w:t>
      </w:r>
      <w:r w:rsidRPr="001E68A0">
        <w:rPr>
          <w:b/>
          <w:i/>
          <w:sz w:val="16"/>
          <w:szCs w:val="16"/>
        </w:rPr>
        <w:t>организации, ИНН, ОГРН, ФИО и должность лица, уполномоченного на подписание договора</w:t>
      </w:r>
      <w:r w:rsidR="001E68A0" w:rsidRPr="001E68A0">
        <w:rPr>
          <w:b/>
          <w:i/>
          <w:sz w:val="16"/>
          <w:szCs w:val="16"/>
        </w:rPr>
        <w:t>;</w:t>
      </w:r>
    </w:p>
    <w:p w14:paraId="4C05FDC0" w14:textId="77777777" w:rsidR="006F0834" w:rsidRPr="001E68A0" w:rsidRDefault="006F0834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>для ИП: наименование, ФИО</w:t>
      </w:r>
      <w:r w:rsidR="00EC6A30">
        <w:rPr>
          <w:b/>
          <w:i/>
          <w:sz w:val="16"/>
          <w:szCs w:val="16"/>
        </w:rPr>
        <w:t>, ИНН</w:t>
      </w:r>
      <w:r w:rsidRPr="001E68A0">
        <w:rPr>
          <w:b/>
          <w:i/>
          <w:sz w:val="16"/>
          <w:szCs w:val="16"/>
        </w:rPr>
        <w:t xml:space="preserve"> и паспортные данные</w:t>
      </w:r>
      <w:r w:rsidR="002E6C9B" w:rsidRPr="001E68A0">
        <w:rPr>
          <w:b/>
          <w:i/>
          <w:sz w:val="16"/>
          <w:szCs w:val="16"/>
        </w:rPr>
        <w:t>:</w:t>
      </w:r>
      <w:r w:rsidRPr="001E68A0">
        <w:rPr>
          <w:b/>
          <w:i/>
          <w:sz w:val="16"/>
          <w:szCs w:val="16"/>
        </w:rPr>
        <w:t xml:space="preserve"> серия</w:t>
      </w:r>
      <w:r w:rsidR="002E6C9B" w:rsidRPr="001E68A0">
        <w:rPr>
          <w:b/>
          <w:i/>
          <w:sz w:val="16"/>
          <w:szCs w:val="16"/>
        </w:rPr>
        <w:t>,</w:t>
      </w:r>
      <w:r w:rsidRPr="001E68A0">
        <w:rPr>
          <w:b/>
          <w:i/>
          <w:sz w:val="16"/>
          <w:szCs w:val="16"/>
        </w:rPr>
        <w:t xml:space="preserve"> №, кем и когда выдан, код подразделения</w:t>
      </w:r>
      <w:r w:rsidR="001E68A0">
        <w:rPr>
          <w:b/>
          <w:i/>
          <w:sz w:val="16"/>
          <w:szCs w:val="16"/>
        </w:rPr>
        <w:t>.</w:t>
      </w:r>
      <w:r w:rsidR="00E71EB9">
        <w:rPr>
          <w:b/>
          <w:i/>
          <w:sz w:val="16"/>
          <w:szCs w:val="16"/>
        </w:rPr>
        <w:t xml:space="preserve"> </w:t>
      </w:r>
    </w:p>
    <w:p w14:paraId="1CE48A64" w14:textId="77777777" w:rsidR="001E68A0" w:rsidRDefault="001E68A0" w:rsidP="00E71EB9">
      <w:pPr>
        <w:ind w:left="-284" w:right="27"/>
        <w:jc w:val="center"/>
        <w:rPr>
          <w:sz w:val="22"/>
          <w:szCs w:val="22"/>
        </w:rPr>
      </w:pPr>
    </w:p>
    <w:p w14:paraId="069DD76D" w14:textId="77777777" w:rsidR="002E0FEB" w:rsidRPr="0011054A" w:rsidRDefault="002E0FEB" w:rsidP="006C3FC8">
      <w:pPr>
        <w:ind w:left="-284" w:right="27"/>
        <w:jc w:val="both"/>
        <w:rPr>
          <w:sz w:val="22"/>
          <w:szCs w:val="22"/>
        </w:rPr>
      </w:pPr>
      <w:r w:rsidRPr="0011054A">
        <w:rPr>
          <w:sz w:val="22"/>
          <w:szCs w:val="22"/>
        </w:rPr>
        <w:t xml:space="preserve">присоединившийся к настоящему Договору, именуемый в дальнейшем </w:t>
      </w:r>
      <w:r w:rsidR="00341546">
        <w:rPr>
          <w:sz w:val="22"/>
          <w:szCs w:val="22"/>
        </w:rPr>
        <w:t>«</w:t>
      </w:r>
      <w:r w:rsidRPr="0011054A">
        <w:rPr>
          <w:sz w:val="22"/>
          <w:szCs w:val="22"/>
        </w:rPr>
        <w:t>Претендент</w:t>
      </w:r>
      <w:r w:rsidR="00341546">
        <w:rPr>
          <w:sz w:val="22"/>
          <w:szCs w:val="22"/>
        </w:rPr>
        <w:t>»</w:t>
      </w:r>
      <w:r w:rsidRPr="0011054A">
        <w:rPr>
          <w:sz w:val="22"/>
          <w:szCs w:val="22"/>
        </w:rPr>
        <w:t>,</w:t>
      </w:r>
      <w:r w:rsidR="00783564">
        <w:rPr>
          <w:sz w:val="22"/>
          <w:szCs w:val="22"/>
        </w:rPr>
        <w:t xml:space="preserve"> </w:t>
      </w:r>
      <w:r w:rsidRPr="0011054A">
        <w:rPr>
          <w:sz w:val="22"/>
          <w:szCs w:val="22"/>
        </w:rPr>
        <w:t xml:space="preserve">с другой стороны, </w:t>
      </w:r>
      <w:r w:rsidRPr="00CE41FC">
        <w:rPr>
          <w:sz w:val="22"/>
          <w:szCs w:val="22"/>
        </w:rPr>
        <w:t>в соответствии с требованиями ст.ст.380, 381, 428 ГК РФ</w:t>
      </w:r>
      <w:r w:rsidR="001E4161">
        <w:rPr>
          <w:sz w:val="22"/>
          <w:szCs w:val="22"/>
        </w:rPr>
        <w:t xml:space="preserve">, </w:t>
      </w:r>
      <w:r w:rsidRPr="00CE41FC">
        <w:rPr>
          <w:sz w:val="22"/>
          <w:szCs w:val="22"/>
        </w:rPr>
        <w:t>заключили настоящий Договор</w:t>
      </w:r>
      <w:r w:rsidR="00341546">
        <w:rPr>
          <w:sz w:val="22"/>
          <w:szCs w:val="22"/>
        </w:rPr>
        <w:t xml:space="preserve"> (далее – Договор) </w:t>
      </w:r>
      <w:r w:rsidRPr="00CE41FC">
        <w:rPr>
          <w:sz w:val="22"/>
          <w:szCs w:val="22"/>
        </w:rPr>
        <w:t>о нижеследующем:</w:t>
      </w:r>
    </w:p>
    <w:p w14:paraId="705E33CE" w14:textId="77777777" w:rsidR="00341546" w:rsidRDefault="00341546" w:rsidP="003E22CF">
      <w:pPr>
        <w:pStyle w:val="a3"/>
        <w:ind w:left="-284" w:firstLine="284"/>
        <w:rPr>
          <w:sz w:val="24"/>
          <w:szCs w:val="24"/>
        </w:rPr>
      </w:pPr>
    </w:p>
    <w:p w14:paraId="68F6636A" w14:textId="77777777" w:rsidR="00D04658" w:rsidRDefault="002E0FEB" w:rsidP="003E22CF">
      <w:pPr>
        <w:pStyle w:val="a3"/>
        <w:ind w:left="-284" w:firstLine="284"/>
        <w:rPr>
          <w:sz w:val="24"/>
          <w:szCs w:val="24"/>
        </w:rPr>
      </w:pPr>
      <w:smartTag w:uri="urn:schemas-microsoft-com:office:smarttags" w:element="place">
        <w:r w:rsidRPr="003E22CF">
          <w:rPr>
            <w:sz w:val="24"/>
            <w:szCs w:val="24"/>
            <w:lang w:val="en-US"/>
          </w:rPr>
          <w:t>I</w:t>
        </w:r>
        <w:r w:rsidRPr="003E22CF">
          <w:rPr>
            <w:sz w:val="24"/>
            <w:szCs w:val="24"/>
          </w:rPr>
          <w:t>.</w:t>
        </w:r>
      </w:smartTag>
      <w:r w:rsidRPr="003E22CF">
        <w:rPr>
          <w:sz w:val="24"/>
          <w:szCs w:val="24"/>
        </w:rPr>
        <w:t xml:space="preserve"> Предмет договора</w:t>
      </w:r>
      <w:r w:rsidR="00727AB7">
        <w:rPr>
          <w:sz w:val="24"/>
          <w:szCs w:val="24"/>
        </w:rPr>
        <w:t xml:space="preserve"> </w:t>
      </w:r>
    </w:p>
    <w:p w14:paraId="4F50C3D5" w14:textId="77777777" w:rsidR="002E0FEB" w:rsidRPr="00CE41FC" w:rsidRDefault="002E0FEB" w:rsidP="00341546">
      <w:pPr>
        <w:pStyle w:val="2"/>
        <w:ind w:left="-284" w:firstLine="426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1.1. В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условиями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настоящего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Претендент для участия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 w:rsidR="00341546">
        <w:rPr>
          <w:sz w:val="22"/>
          <w:szCs w:val="22"/>
        </w:rPr>
        <w:t xml:space="preserve">аукционе </w:t>
      </w:r>
      <w:r w:rsidR="002A6F07">
        <w:rPr>
          <w:sz w:val="22"/>
          <w:szCs w:val="22"/>
        </w:rPr>
        <w:t xml:space="preserve">по продаже: </w:t>
      </w:r>
    </w:p>
    <w:p w14:paraId="6875928D" w14:textId="77777777" w:rsidR="004F0691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018412B4" w14:textId="77777777" w:rsidR="00875856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  <w:r>
        <w:rPr>
          <w:sz w:val="22"/>
          <w:szCs w:val="22"/>
        </w:rPr>
        <w:br/>
      </w:r>
      <w:r w:rsidR="00875856" w:rsidRPr="00E914BB">
        <w:rPr>
          <w:sz w:val="20"/>
          <w:szCs w:val="20"/>
        </w:rPr>
        <w:t>(№ лота</w:t>
      </w:r>
      <w:r w:rsidR="00653899" w:rsidRPr="00E914BB">
        <w:rPr>
          <w:sz w:val="20"/>
          <w:szCs w:val="20"/>
        </w:rPr>
        <w:t xml:space="preserve"> или код лота на электронной торговой площадке, </w:t>
      </w:r>
      <w:r w:rsidR="00875856" w:rsidRPr="00E914BB">
        <w:rPr>
          <w:sz w:val="20"/>
          <w:szCs w:val="20"/>
        </w:rPr>
        <w:t>наименование</w:t>
      </w:r>
      <w:r w:rsidRPr="00E914BB">
        <w:rPr>
          <w:sz w:val="20"/>
          <w:szCs w:val="20"/>
        </w:rPr>
        <w:t xml:space="preserve"> предмета торгов, </w:t>
      </w:r>
      <w:r w:rsidR="00875856" w:rsidRPr="00E914BB">
        <w:rPr>
          <w:sz w:val="20"/>
          <w:szCs w:val="20"/>
        </w:rPr>
        <w:t>адрес местонахождения)</w:t>
      </w:r>
      <w:r w:rsidR="00E914BB">
        <w:rPr>
          <w:sz w:val="22"/>
          <w:szCs w:val="22"/>
        </w:rPr>
        <w:t xml:space="preserve"> </w:t>
      </w:r>
      <w:r w:rsidR="00C7650B">
        <w:rPr>
          <w:sz w:val="22"/>
          <w:szCs w:val="22"/>
        </w:rPr>
        <w:t>_______________</w:t>
      </w:r>
      <w:r w:rsidR="00875856">
        <w:rPr>
          <w:sz w:val="22"/>
          <w:szCs w:val="22"/>
        </w:rPr>
        <w:t>__________________</w:t>
      </w:r>
      <w:r w:rsidR="00C6786D">
        <w:rPr>
          <w:sz w:val="22"/>
          <w:szCs w:val="22"/>
        </w:rPr>
        <w:t>_____________</w:t>
      </w:r>
      <w:r w:rsidR="00875856">
        <w:rPr>
          <w:sz w:val="22"/>
          <w:szCs w:val="22"/>
        </w:rPr>
        <w:t>_______________________________</w:t>
      </w:r>
      <w:r w:rsidR="002642F5">
        <w:rPr>
          <w:sz w:val="22"/>
          <w:szCs w:val="22"/>
        </w:rPr>
        <w:t>_____________</w:t>
      </w:r>
      <w:r w:rsidR="00E914BB">
        <w:rPr>
          <w:sz w:val="22"/>
          <w:szCs w:val="22"/>
        </w:rPr>
        <w:t xml:space="preserve"> </w:t>
      </w:r>
      <w:r w:rsidR="002642F5">
        <w:rPr>
          <w:sz w:val="22"/>
          <w:szCs w:val="22"/>
        </w:rPr>
        <w:t>_</w:t>
      </w:r>
      <w:r w:rsidR="00E914BB">
        <w:rPr>
          <w:sz w:val="22"/>
          <w:szCs w:val="22"/>
        </w:rPr>
        <w:t>_______________________________________________________________</w:t>
      </w:r>
      <w:r w:rsidR="002642F5">
        <w:rPr>
          <w:sz w:val="22"/>
          <w:szCs w:val="22"/>
        </w:rPr>
        <w:t>______</w:t>
      </w:r>
      <w:r w:rsidR="00BB22C6">
        <w:rPr>
          <w:sz w:val="22"/>
          <w:szCs w:val="22"/>
        </w:rPr>
        <w:t>____</w:t>
      </w:r>
      <w:r w:rsidR="00875856">
        <w:rPr>
          <w:sz w:val="22"/>
          <w:szCs w:val="22"/>
        </w:rPr>
        <w:t xml:space="preserve">________________ </w:t>
      </w:r>
    </w:p>
    <w:p w14:paraId="42CE30F2" w14:textId="77777777" w:rsidR="002E0FEB" w:rsidRPr="002E0FEB" w:rsidRDefault="00875856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BB22C6">
        <w:rPr>
          <w:sz w:val="22"/>
          <w:szCs w:val="22"/>
        </w:rPr>
        <w:t>(далее - Имущество)</w:t>
      </w:r>
      <w:r w:rsidR="002E0FEB" w:rsidRPr="00CE41FC">
        <w:rPr>
          <w:sz w:val="22"/>
          <w:szCs w:val="22"/>
        </w:rPr>
        <w:t xml:space="preserve">, </w:t>
      </w:r>
    </w:p>
    <w:p w14:paraId="7B389E89" w14:textId="77777777" w:rsidR="002E0FEB" w:rsidRPr="006C3FC8" w:rsidRDefault="006C3FC8" w:rsidP="006C3FC8">
      <w:pPr>
        <w:pStyle w:val="2"/>
        <w:ind w:left="-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</w:t>
      </w:r>
      <w:r w:rsidR="002E0FEB" w:rsidRPr="006C3FC8">
        <w:rPr>
          <w:i/>
          <w:sz w:val="18"/>
          <w:szCs w:val="18"/>
        </w:rPr>
        <w:t>(все графы заполняются  в электронном виде или от руки печатными буквами)</w:t>
      </w:r>
    </w:p>
    <w:p w14:paraId="4626E548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проводим</w:t>
      </w:r>
      <w:r w:rsidR="00361635">
        <w:rPr>
          <w:sz w:val="22"/>
          <w:szCs w:val="22"/>
        </w:rPr>
        <w:t>ого</w:t>
      </w:r>
      <w:r w:rsidRPr="00CE41FC">
        <w:rPr>
          <w:sz w:val="22"/>
          <w:szCs w:val="22"/>
        </w:rPr>
        <w:t xml:space="preserve"> </w:t>
      </w:r>
      <w:r w:rsidR="0048054D">
        <w:rPr>
          <w:sz w:val="22"/>
          <w:szCs w:val="22"/>
        </w:rPr>
        <w:t>«</w:t>
      </w:r>
      <w:r w:rsidRPr="00CE41FC">
        <w:rPr>
          <w:sz w:val="22"/>
          <w:szCs w:val="22"/>
        </w:rPr>
        <w:t>______</w:t>
      </w:r>
      <w:r w:rsidR="0048054D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 ____________________ 20</w:t>
      </w:r>
      <w:r w:rsidR="00014D92" w:rsidRPr="00014D92">
        <w:rPr>
          <w:sz w:val="22"/>
          <w:szCs w:val="22"/>
        </w:rPr>
        <w:t>_</w:t>
      </w:r>
      <w:r w:rsidRPr="00CE41FC">
        <w:rPr>
          <w:sz w:val="22"/>
          <w:szCs w:val="22"/>
        </w:rPr>
        <w:t>__г.,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перечисляет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денежные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средства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размере </w:t>
      </w:r>
      <w:r w:rsidR="006C3FC8">
        <w:rPr>
          <w:sz w:val="22"/>
          <w:szCs w:val="22"/>
        </w:rPr>
        <w:t>________</w:t>
      </w:r>
    </w:p>
    <w:p w14:paraId="5D36CA34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</w:t>
      </w:r>
    </w:p>
    <w:p w14:paraId="19F81EEF" w14:textId="77777777" w:rsidR="002E0FEB" w:rsidRPr="006C3FC8" w:rsidRDefault="002E0FEB" w:rsidP="002E0FEB">
      <w:pPr>
        <w:pStyle w:val="2"/>
        <w:ind w:left="-284" w:firstLine="284"/>
        <w:jc w:val="both"/>
        <w:rPr>
          <w:sz w:val="16"/>
          <w:szCs w:val="16"/>
        </w:rPr>
      </w:pP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="006C3FC8">
        <w:rPr>
          <w:sz w:val="22"/>
          <w:szCs w:val="22"/>
        </w:rPr>
        <w:t xml:space="preserve">                   </w:t>
      </w:r>
      <w:r w:rsidRPr="006C3FC8">
        <w:rPr>
          <w:sz w:val="16"/>
          <w:szCs w:val="16"/>
        </w:rPr>
        <w:t>(цифрой и прописью)</w:t>
      </w:r>
    </w:p>
    <w:p w14:paraId="5EC77BD5" w14:textId="77777777" w:rsidR="002E0FEB" w:rsidRDefault="002E0FEB" w:rsidP="002E0FEB">
      <w:pPr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</w:t>
      </w:r>
      <w:r>
        <w:rPr>
          <w:sz w:val="22"/>
          <w:szCs w:val="22"/>
        </w:rPr>
        <w:t>_______</w:t>
      </w:r>
      <w:r w:rsidRPr="00CE41FC">
        <w:rPr>
          <w:sz w:val="22"/>
          <w:szCs w:val="22"/>
        </w:rPr>
        <w:t>__</w:t>
      </w:r>
      <w:r>
        <w:rPr>
          <w:sz w:val="22"/>
          <w:szCs w:val="22"/>
        </w:rPr>
        <w:t>_____________</w:t>
      </w:r>
    </w:p>
    <w:p w14:paraId="25E67F62" w14:textId="77777777" w:rsidR="00CC6266" w:rsidRDefault="002E0FEB" w:rsidP="00CC6266">
      <w:pPr>
        <w:ind w:left="-284"/>
        <w:jc w:val="both"/>
        <w:rPr>
          <w:sz w:val="22"/>
        </w:rPr>
      </w:pPr>
      <w:r w:rsidRPr="00CE41FC">
        <w:rPr>
          <w:sz w:val="22"/>
          <w:szCs w:val="22"/>
        </w:rPr>
        <w:t xml:space="preserve">(далее – </w:t>
      </w:r>
      <w:r w:rsidR="001629B9">
        <w:rPr>
          <w:sz w:val="22"/>
          <w:szCs w:val="22"/>
        </w:rPr>
        <w:t>«</w:t>
      </w:r>
      <w:r w:rsidRPr="00CE41FC">
        <w:rPr>
          <w:sz w:val="22"/>
          <w:szCs w:val="22"/>
        </w:rPr>
        <w:t>Задаток</w:t>
      </w:r>
      <w:r w:rsidR="001629B9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) путем перечисления </w:t>
      </w:r>
      <w:r w:rsidR="00CC6266">
        <w:rPr>
          <w:sz w:val="22"/>
        </w:rPr>
        <w:t xml:space="preserve">на </w:t>
      </w:r>
      <w:r w:rsidR="00BB3F1F">
        <w:rPr>
          <w:sz w:val="22"/>
        </w:rPr>
        <w:t xml:space="preserve">один из </w:t>
      </w:r>
      <w:r w:rsidR="00CC6266">
        <w:rPr>
          <w:sz w:val="22"/>
        </w:rPr>
        <w:t>расчетны</w:t>
      </w:r>
      <w:r w:rsidR="00BB3F1F">
        <w:rPr>
          <w:sz w:val="22"/>
        </w:rPr>
        <w:t>х</w:t>
      </w:r>
      <w:r w:rsidR="00CC6266">
        <w:rPr>
          <w:sz w:val="22"/>
        </w:rPr>
        <w:t xml:space="preserve"> счет</w:t>
      </w:r>
      <w:r w:rsidR="00BB3F1F">
        <w:rPr>
          <w:sz w:val="22"/>
        </w:rPr>
        <w:t>ов</w:t>
      </w:r>
      <w:r w:rsidR="00CC6266">
        <w:rPr>
          <w:sz w:val="22"/>
        </w:rPr>
        <w:t xml:space="preserve"> </w:t>
      </w:r>
      <w:r w:rsidR="002A6F07">
        <w:rPr>
          <w:sz w:val="22"/>
        </w:rPr>
        <w:t>Организатор</w:t>
      </w:r>
      <w:r w:rsidR="0048054D">
        <w:rPr>
          <w:sz w:val="22"/>
        </w:rPr>
        <w:t>а</w:t>
      </w:r>
      <w:r w:rsidR="002A6F07">
        <w:rPr>
          <w:sz w:val="22"/>
        </w:rPr>
        <w:t xml:space="preserve"> торгов</w:t>
      </w:r>
      <w:r w:rsidR="00CC6266">
        <w:rPr>
          <w:sz w:val="22"/>
        </w:rPr>
        <w:t>:</w:t>
      </w:r>
      <w:r w:rsidR="00365726">
        <w:rPr>
          <w:sz w:val="22"/>
        </w:rPr>
        <w:t xml:space="preserve"> </w:t>
      </w:r>
    </w:p>
    <w:p w14:paraId="16B1A6C0" w14:textId="77777777" w:rsidR="00B42FFF" w:rsidRPr="00B42FFF" w:rsidRDefault="00B42FFF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>
        <w:rPr>
          <w:b/>
          <w:sz w:val="22"/>
        </w:rPr>
        <w:t>№ </w:t>
      </w:r>
      <w:r w:rsidRPr="00B42FFF">
        <w:rPr>
          <w:b/>
          <w:sz w:val="22"/>
        </w:rPr>
        <w:t xml:space="preserve">40702810855230001547 в Северо-Западном банке РФ ПАО Сбербанк </w:t>
      </w:r>
      <w:r w:rsidRPr="00B42FFF">
        <w:rPr>
          <w:b/>
          <w:sz w:val="22"/>
        </w:rPr>
        <w:br/>
        <w:t xml:space="preserve">г. Санкт-Петербург, к/с 30101810500000000653, БИК 044030653; </w:t>
      </w:r>
    </w:p>
    <w:p w14:paraId="3856C68D" w14:textId="77777777" w:rsidR="00B42FFF" w:rsidRPr="00B42FFF" w:rsidRDefault="002366F6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 w:rsidRPr="00D00392">
        <w:rPr>
          <w:b/>
          <w:sz w:val="22"/>
        </w:rPr>
        <w:t>№40702810100050004773 в ф-ле Северо-Западный ПАО БАНК "ФК ОТКРЫТИЕ", г. Санкт-Петербург, к/с 30101810540300000795, БИК 044030795</w:t>
      </w:r>
      <w:r>
        <w:rPr>
          <w:b/>
          <w:sz w:val="22"/>
        </w:rPr>
        <w:t xml:space="preserve">. </w:t>
      </w:r>
    </w:p>
    <w:p w14:paraId="740BEEE7" w14:textId="77777777" w:rsidR="002E0FEB" w:rsidRPr="00CE41FC" w:rsidRDefault="002E0FEB" w:rsidP="0048054D">
      <w:pPr>
        <w:pStyle w:val="30"/>
        <w:ind w:firstLine="464"/>
        <w:rPr>
          <w:szCs w:val="22"/>
        </w:rPr>
      </w:pPr>
      <w:r w:rsidRPr="00CE41FC">
        <w:rPr>
          <w:szCs w:val="22"/>
        </w:rPr>
        <w:t xml:space="preserve">1.2. Задаток служит обеспечением исполнения обязательств Претендента </w:t>
      </w:r>
      <w:r w:rsidR="009C6576">
        <w:rPr>
          <w:szCs w:val="22"/>
        </w:rPr>
        <w:t xml:space="preserve">по </w:t>
      </w:r>
      <w:r w:rsidR="00BB22C6">
        <w:rPr>
          <w:szCs w:val="22"/>
        </w:rPr>
        <w:t xml:space="preserve">заключению договора купли-продажи и </w:t>
      </w:r>
      <w:r w:rsidR="009C6576">
        <w:rPr>
          <w:szCs w:val="22"/>
        </w:rPr>
        <w:t xml:space="preserve">оплате </w:t>
      </w:r>
      <w:r w:rsidR="00BB22C6">
        <w:rPr>
          <w:szCs w:val="22"/>
        </w:rPr>
        <w:t>продаваемого на торгах Имущества</w:t>
      </w:r>
      <w:r w:rsidR="00BB22C6">
        <w:t xml:space="preserve"> </w:t>
      </w:r>
      <w:r w:rsidRPr="00CE41FC">
        <w:rPr>
          <w:szCs w:val="22"/>
        </w:rPr>
        <w:t xml:space="preserve">в случае признания Претендента победителем </w:t>
      </w:r>
      <w:r w:rsidR="001629B9">
        <w:rPr>
          <w:szCs w:val="22"/>
        </w:rPr>
        <w:t>аукциона</w:t>
      </w:r>
      <w:r w:rsidRPr="00CE41FC">
        <w:rPr>
          <w:szCs w:val="22"/>
        </w:rPr>
        <w:t>.</w:t>
      </w:r>
    </w:p>
    <w:p w14:paraId="08D91267" w14:textId="77777777" w:rsidR="001629B9" w:rsidRDefault="001629B9" w:rsidP="00D04658">
      <w:pPr>
        <w:pStyle w:val="a3"/>
        <w:ind w:left="-284" w:firstLine="284"/>
        <w:rPr>
          <w:sz w:val="24"/>
          <w:szCs w:val="24"/>
        </w:rPr>
      </w:pPr>
    </w:p>
    <w:p w14:paraId="0AA39DE9" w14:textId="77777777" w:rsidR="002E0FEB" w:rsidRDefault="002E0FEB" w:rsidP="00D04658">
      <w:pPr>
        <w:pStyle w:val="a3"/>
        <w:ind w:left="-284" w:firstLine="284"/>
        <w:rPr>
          <w:sz w:val="24"/>
          <w:szCs w:val="24"/>
        </w:rPr>
      </w:pPr>
      <w:r w:rsidRPr="00D04658">
        <w:rPr>
          <w:sz w:val="24"/>
          <w:szCs w:val="24"/>
          <w:lang w:val="en-US"/>
        </w:rPr>
        <w:t>II</w:t>
      </w:r>
      <w:r w:rsidRPr="00D04658">
        <w:rPr>
          <w:sz w:val="24"/>
          <w:szCs w:val="24"/>
        </w:rPr>
        <w:t>. Порядок внесения задатка</w:t>
      </w:r>
      <w:r w:rsidR="00146376">
        <w:rPr>
          <w:sz w:val="24"/>
          <w:szCs w:val="24"/>
        </w:rPr>
        <w:t xml:space="preserve"> </w:t>
      </w:r>
    </w:p>
    <w:p w14:paraId="41EDB8BB" w14:textId="77777777" w:rsidR="002E0FEB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 xml:space="preserve">2.1. Задаток </w:t>
      </w:r>
      <w:r>
        <w:rPr>
          <w:sz w:val="22"/>
          <w:szCs w:val="22"/>
        </w:rPr>
        <w:t xml:space="preserve">подлежит перечислению Претендентом на счет </w:t>
      </w:r>
      <w:r w:rsidR="002A6F07">
        <w:rPr>
          <w:sz w:val="22"/>
          <w:szCs w:val="22"/>
        </w:rPr>
        <w:t>Организатор</w:t>
      </w:r>
      <w:r w:rsidR="0048054D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16642D">
        <w:rPr>
          <w:sz w:val="22"/>
          <w:szCs w:val="22"/>
        </w:rPr>
        <w:t xml:space="preserve"> после заключения </w:t>
      </w:r>
      <w:r>
        <w:rPr>
          <w:sz w:val="22"/>
          <w:szCs w:val="22"/>
        </w:rPr>
        <w:t xml:space="preserve"> настоящего Договора</w:t>
      </w:r>
      <w:r w:rsidRPr="0016642D">
        <w:rPr>
          <w:sz w:val="22"/>
          <w:szCs w:val="22"/>
        </w:rPr>
        <w:t xml:space="preserve"> и перечисляется  непосредственно </w:t>
      </w:r>
      <w:r>
        <w:rPr>
          <w:sz w:val="22"/>
          <w:szCs w:val="22"/>
        </w:rPr>
        <w:t>Претендентом</w:t>
      </w:r>
      <w:r w:rsidRPr="0016642D">
        <w:rPr>
          <w:sz w:val="22"/>
          <w:szCs w:val="22"/>
        </w:rPr>
        <w:t xml:space="preserve">. </w:t>
      </w:r>
    </w:p>
    <w:p w14:paraId="57D4A38A" w14:textId="77777777" w:rsidR="002E0FEB" w:rsidRPr="00DE135E" w:rsidRDefault="002E0FEB" w:rsidP="0048054D">
      <w:pPr>
        <w:ind w:left="-284" w:firstLine="284"/>
        <w:jc w:val="both"/>
        <w:rPr>
          <w:sz w:val="22"/>
          <w:szCs w:val="22"/>
        </w:rPr>
      </w:pPr>
      <w:r w:rsidRPr="00DE135E">
        <w:rPr>
          <w:sz w:val="22"/>
          <w:szCs w:val="22"/>
        </w:rPr>
        <w:t xml:space="preserve">Надлежащей оплатой задатка является перечисление </w:t>
      </w:r>
      <w:r>
        <w:rPr>
          <w:sz w:val="22"/>
          <w:szCs w:val="22"/>
        </w:rPr>
        <w:t xml:space="preserve">Претендентом </w:t>
      </w:r>
      <w:r w:rsidRPr="00DE135E">
        <w:rPr>
          <w:sz w:val="22"/>
          <w:szCs w:val="22"/>
        </w:rPr>
        <w:t xml:space="preserve">денежных средств на основании </w:t>
      </w:r>
      <w:r>
        <w:rPr>
          <w:sz w:val="22"/>
          <w:szCs w:val="22"/>
        </w:rPr>
        <w:t xml:space="preserve">настоящего </w:t>
      </w:r>
      <w:r w:rsidRPr="00DE135E">
        <w:rPr>
          <w:sz w:val="22"/>
          <w:szCs w:val="22"/>
        </w:rPr>
        <w:t>договора о задатке (договора присоединения).</w:t>
      </w:r>
    </w:p>
    <w:p w14:paraId="1392DB86" w14:textId="77777777" w:rsidR="009F7A53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>В платежном документе в графе «назначение платежа» должна содержаться ссылка</w:t>
      </w:r>
      <w:r w:rsidR="009F7A53">
        <w:rPr>
          <w:sz w:val="22"/>
          <w:szCs w:val="22"/>
        </w:rPr>
        <w:t xml:space="preserve"> </w:t>
      </w:r>
      <w:r w:rsidRPr="0016642D">
        <w:rPr>
          <w:sz w:val="22"/>
          <w:szCs w:val="22"/>
        </w:rPr>
        <w:t xml:space="preserve">на реквизиты </w:t>
      </w:r>
      <w:r>
        <w:rPr>
          <w:sz w:val="22"/>
          <w:szCs w:val="22"/>
        </w:rPr>
        <w:t>настоящего Д</w:t>
      </w:r>
      <w:r w:rsidRPr="0016642D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</w:t>
      </w:r>
      <w:r w:rsidR="008B09EC">
        <w:rPr>
          <w:sz w:val="22"/>
          <w:szCs w:val="22"/>
        </w:rPr>
        <w:t xml:space="preserve">ФИО участника, </w:t>
      </w:r>
      <w:r>
        <w:rPr>
          <w:sz w:val="22"/>
          <w:szCs w:val="22"/>
        </w:rPr>
        <w:t>дат</w:t>
      </w:r>
      <w:r w:rsidR="008B09EC">
        <w:rPr>
          <w:sz w:val="22"/>
          <w:szCs w:val="22"/>
        </w:rPr>
        <w:t>а</w:t>
      </w:r>
      <w:r>
        <w:rPr>
          <w:sz w:val="22"/>
          <w:szCs w:val="22"/>
        </w:rPr>
        <w:t xml:space="preserve"> проведения </w:t>
      </w:r>
      <w:r w:rsidR="001629B9">
        <w:rPr>
          <w:sz w:val="22"/>
          <w:szCs w:val="22"/>
        </w:rPr>
        <w:t>аукциона</w:t>
      </w:r>
      <w:r w:rsidR="00E30A5D">
        <w:rPr>
          <w:sz w:val="22"/>
          <w:szCs w:val="22"/>
        </w:rPr>
        <w:t xml:space="preserve">, номер лота, наименование </w:t>
      </w:r>
      <w:r w:rsidR="009F7A53">
        <w:rPr>
          <w:sz w:val="22"/>
          <w:szCs w:val="22"/>
        </w:rPr>
        <w:t>и</w:t>
      </w:r>
      <w:r w:rsidR="00E30A5D">
        <w:rPr>
          <w:sz w:val="22"/>
          <w:szCs w:val="22"/>
        </w:rPr>
        <w:t>/или</w:t>
      </w:r>
      <w:r w:rsidR="009F7A53">
        <w:rPr>
          <w:sz w:val="22"/>
          <w:szCs w:val="22"/>
        </w:rPr>
        <w:t xml:space="preserve"> адрес объекта</w:t>
      </w:r>
      <w:r w:rsidR="00E30A5D">
        <w:rPr>
          <w:sz w:val="22"/>
          <w:szCs w:val="22"/>
        </w:rPr>
        <w:t xml:space="preserve"> торгов</w:t>
      </w:r>
      <w:r w:rsidR="009F7A53">
        <w:rPr>
          <w:sz w:val="22"/>
          <w:szCs w:val="22"/>
        </w:rPr>
        <w:t>. Для электронных торгов дополнительно указывается код лота на электронной торговой площадке (в формате</w:t>
      </w:r>
      <w:r w:rsidR="00430B69">
        <w:rPr>
          <w:sz w:val="22"/>
          <w:szCs w:val="22"/>
        </w:rPr>
        <w:t xml:space="preserve">: </w:t>
      </w:r>
      <w:r w:rsidR="009F7A53">
        <w:rPr>
          <w:sz w:val="22"/>
          <w:szCs w:val="22"/>
        </w:rPr>
        <w:t xml:space="preserve">РАД-******). </w:t>
      </w:r>
    </w:p>
    <w:p w14:paraId="03FC56DC" w14:textId="77777777" w:rsidR="002E0FEB" w:rsidRPr="00CE41FC" w:rsidRDefault="002E0FEB" w:rsidP="002E0FEB">
      <w:pPr>
        <w:pStyle w:val="30"/>
        <w:rPr>
          <w:szCs w:val="22"/>
        </w:rPr>
      </w:pPr>
      <w:r>
        <w:rPr>
          <w:szCs w:val="22"/>
        </w:rPr>
        <w:t>2.2.</w:t>
      </w:r>
      <w:r w:rsidRPr="00CE41FC">
        <w:rPr>
          <w:szCs w:val="22"/>
        </w:rPr>
        <w:t xml:space="preserve">Задаток должен быть внесен Претендентом не позднее даты окончания приёма заявок и должен поступить </w:t>
      </w:r>
      <w:r w:rsidR="00146C3F">
        <w:t>на указанны</w:t>
      </w:r>
      <w:r w:rsidR="0048054D">
        <w:t>й</w:t>
      </w:r>
      <w:r w:rsidR="00146C3F">
        <w:t xml:space="preserve"> в п.1.1 настоящего Договора </w:t>
      </w:r>
      <w:r w:rsidR="0048054D" w:rsidRPr="00CE41FC">
        <w:rPr>
          <w:szCs w:val="22"/>
        </w:rPr>
        <w:t xml:space="preserve">расчетный </w:t>
      </w:r>
      <w:r w:rsidR="00146C3F">
        <w:t xml:space="preserve">счет </w:t>
      </w:r>
      <w:r w:rsidR="002A6F07">
        <w:t>Организатор</w:t>
      </w:r>
      <w:r w:rsidR="0048054D">
        <w:t>а</w:t>
      </w:r>
      <w:r w:rsidR="002A6F07">
        <w:t xml:space="preserve"> торгов</w:t>
      </w:r>
      <w:r w:rsidR="00146C3F">
        <w:t xml:space="preserve"> </w:t>
      </w:r>
      <w:r w:rsidRPr="00CE41FC">
        <w:rPr>
          <w:szCs w:val="22"/>
        </w:rPr>
        <w:t xml:space="preserve">не позднее даты, указанной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а именно </w:t>
      </w:r>
      <w:r w:rsidR="004A18D6">
        <w:rPr>
          <w:szCs w:val="22"/>
        </w:rPr>
        <w:t>«</w:t>
      </w:r>
      <w:r w:rsidRPr="00CE41FC">
        <w:rPr>
          <w:szCs w:val="22"/>
        </w:rPr>
        <w:t>_____</w:t>
      </w:r>
      <w:r w:rsidR="004A18D6">
        <w:rPr>
          <w:szCs w:val="22"/>
        </w:rPr>
        <w:t>»</w:t>
      </w:r>
      <w:r w:rsidRPr="00CE41FC">
        <w:rPr>
          <w:szCs w:val="22"/>
        </w:rPr>
        <w:t xml:space="preserve"> _______________20</w:t>
      </w:r>
      <w:r w:rsidR="00014D92" w:rsidRPr="00014D92">
        <w:rPr>
          <w:szCs w:val="22"/>
        </w:rPr>
        <w:t>_</w:t>
      </w:r>
      <w:r w:rsidRPr="00CE41FC">
        <w:rPr>
          <w:szCs w:val="22"/>
        </w:rPr>
        <w:t xml:space="preserve">____г. Задаток считается внесенным с даты поступления всей суммы </w:t>
      </w:r>
      <w:r>
        <w:rPr>
          <w:szCs w:val="22"/>
        </w:rPr>
        <w:t>З</w:t>
      </w:r>
      <w:r w:rsidRPr="00CE41FC">
        <w:rPr>
          <w:szCs w:val="22"/>
        </w:rPr>
        <w:t>адатка на указанный счет.</w:t>
      </w:r>
    </w:p>
    <w:p w14:paraId="029CEBB9" w14:textId="77777777" w:rsidR="002E0FEB" w:rsidRPr="00CE41FC" w:rsidRDefault="002E0FEB" w:rsidP="002E0FEB">
      <w:pPr>
        <w:pStyle w:val="21"/>
        <w:ind w:left="-284" w:firstLine="284"/>
        <w:rPr>
          <w:szCs w:val="22"/>
        </w:rPr>
      </w:pPr>
      <w:r w:rsidRPr="00CE41FC">
        <w:rPr>
          <w:szCs w:val="22"/>
        </w:rPr>
        <w:t xml:space="preserve">В случае, когда сумма </w:t>
      </w:r>
      <w:r>
        <w:rPr>
          <w:szCs w:val="22"/>
        </w:rPr>
        <w:t>З</w:t>
      </w:r>
      <w:r w:rsidRPr="00CE41FC">
        <w:rPr>
          <w:szCs w:val="22"/>
        </w:rPr>
        <w:t xml:space="preserve">адатка от Претендента не зачислена на расчетный счет </w:t>
      </w:r>
      <w:r w:rsidR="002A6F07">
        <w:rPr>
          <w:szCs w:val="22"/>
        </w:rPr>
        <w:t>Организатор</w:t>
      </w:r>
      <w:r w:rsidR="0048054D">
        <w:rPr>
          <w:szCs w:val="22"/>
        </w:rPr>
        <w:t>а</w:t>
      </w:r>
      <w:r w:rsidR="002A6F07">
        <w:rPr>
          <w:szCs w:val="22"/>
        </w:rPr>
        <w:t xml:space="preserve"> торгов</w:t>
      </w:r>
      <w:r w:rsidRPr="00CE41FC">
        <w:rPr>
          <w:szCs w:val="22"/>
        </w:rPr>
        <w:t xml:space="preserve"> на дату, указанную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Претендент не допускается к участию в </w:t>
      </w:r>
      <w:r w:rsidR="001629B9">
        <w:rPr>
          <w:szCs w:val="22"/>
        </w:rPr>
        <w:t>аукционе</w:t>
      </w:r>
      <w:r w:rsidRPr="00CE41FC">
        <w:rPr>
          <w:szCs w:val="22"/>
        </w:rPr>
        <w:t xml:space="preserve">. Представление Претендентом платежных документов с отметкой об исполнении при этом во внимание </w:t>
      </w:r>
      <w:r w:rsidR="002A6F07">
        <w:rPr>
          <w:szCs w:val="22"/>
        </w:rPr>
        <w:t>Организатор</w:t>
      </w:r>
      <w:r w:rsidR="00783564">
        <w:rPr>
          <w:szCs w:val="22"/>
        </w:rPr>
        <w:t>ом</w:t>
      </w:r>
      <w:r w:rsidR="002A6F07">
        <w:rPr>
          <w:szCs w:val="22"/>
        </w:rPr>
        <w:t xml:space="preserve"> торгов</w:t>
      </w:r>
      <w:r>
        <w:rPr>
          <w:szCs w:val="22"/>
        </w:rPr>
        <w:t xml:space="preserve"> </w:t>
      </w:r>
      <w:r w:rsidRPr="00CE41FC">
        <w:rPr>
          <w:szCs w:val="22"/>
        </w:rPr>
        <w:t>не принимается.</w:t>
      </w:r>
    </w:p>
    <w:p w14:paraId="590BDBB7" w14:textId="77777777" w:rsidR="002E0FEB" w:rsidRPr="00CE41FC" w:rsidRDefault="002E0FEB" w:rsidP="002E0FEB">
      <w:pPr>
        <w:ind w:left="-284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>. На денежные средства, перечисленные в соответ</w:t>
      </w:r>
      <w:r w:rsidR="003444FC">
        <w:rPr>
          <w:sz w:val="22"/>
          <w:szCs w:val="22"/>
        </w:rPr>
        <w:t>ствии с настоящим Д</w:t>
      </w:r>
      <w:r w:rsidRPr="00CE41FC">
        <w:rPr>
          <w:sz w:val="22"/>
          <w:szCs w:val="22"/>
        </w:rPr>
        <w:t>оговором, проценты не начисляются.</w:t>
      </w:r>
    </w:p>
    <w:p w14:paraId="36F8EE93" w14:textId="77777777" w:rsidR="002E0FEB" w:rsidRDefault="002E0FEB" w:rsidP="002E0FEB">
      <w:pPr>
        <w:ind w:left="-851" w:firstLine="425"/>
        <w:jc w:val="center"/>
        <w:rPr>
          <w:b/>
          <w:bCs/>
          <w:sz w:val="22"/>
          <w:szCs w:val="22"/>
        </w:rPr>
      </w:pPr>
      <w:r w:rsidRPr="00CE41FC">
        <w:rPr>
          <w:b/>
          <w:bCs/>
          <w:sz w:val="22"/>
          <w:szCs w:val="22"/>
          <w:lang w:val="en-US"/>
        </w:rPr>
        <w:t>III</w:t>
      </w:r>
      <w:r w:rsidRPr="00CE41FC">
        <w:rPr>
          <w:b/>
          <w:bCs/>
          <w:sz w:val="22"/>
          <w:szCs w:val="22"/>
        </w:rPr>
        <w:t>. Порядок возврата и удержания задатка</w:t>
      </w:r>
    </w:p>
    <w:p w14:paraId="06E547E3" w14:textId="77777777" w:rsidR="00742EAF" w:rsidRDefault="00742EAF" w:rsidP="00742EAF">
      <w:pPr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3.1. Задаток возвращается Претенденту в случаях и в сроки, которые установлены пунктами 3.2 – 3.6 настоящего Договора путем перечисления суммы внесенного Задатка </w:t>
      </w:r>
      <w:r>
        <w:rPr>
          <w:rFonts w:ascii="NTTimes/Cyrillic" w:hAnsi="NTTimes/Cyrillic"/>
          <w:sz w:val="22"/>
          <w:szCs w:val="24"/>
        </w:rPr>
        <w:t>в том порядке, в каком он был внесен</w:t>
      </w:r>
      <w:r>
        <w:rPr>
          <w:sz w:val="22"/>
          <w:szCs w:val="24"/>
        </w:rPr>
        <w:t xml:space="preserve"> Претендентом</w:t>
      </w:r>
      <w:r>
        <w:rPr>
          <w:rFonts w:ascii="NTTimes/Cyrillic" w:hAnsi="NTTimes/Cyrillic"/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14:paraId="250371B6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(пяти) банковских дней с даты оформления Организатором торгов Протокола определения участников аукциона.</w:t>
      </w:r>
    </w:p>
    <w:p w14:paraId="102E06F9" w14:textId="77777777" w:rsidR="00742EAF" w:rsidRPr="00D2672B" w:rsidRDefault="00742EAF" w:rsidP="00742EAF">
      <w:pPr>
        <w:adjustRightInd w:val="0"/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Pr="00D2672B">
        <w:rPr>
          <w:sz w:val="22"/>
          <w:szCs w:val="24"/>
        </w:rPr>
        <w:t xml:space="preserve">.3. В случае, если Претендент участвовал в аукционе и не признан победителем </w:t>
      </w:r>
      <w:r>
        <w:rPr>
          <w:sz w:val="22"/>
          <w:szCs w:val="24"/>
        </w:rPr>
        <w:t>торгов</w:t>
      </w:r>
      <w:r w:rsidRPr="00D2672B">
        <w:rPr>
          <w:sz w:val="22"/>
          <w:szCs w:val="24"/>
        </w:rPr>
        <w:t xml:space="preserve">, </w:t>
      </w:r>
      <w:r>
        <w:rPr>
          <w:sz w:val="22"/>
          <w:szCs w:val="24"/>
        </w:rPr>
        <w:t>Организатор торгов</w:t>
      </w:r>
      <w:r w:rsidRPr="00D2672B">
        <w:rPr>
          <w:sz w:val="22"/>
          <w:szCs w:val="24"/>
        </w:rPr>
        <w:t xml:space="preserve"> обязуется возвратить сумму внесенного Претендентом Задатка </w:t>
      </w:r>
      <w:r>
        <w:rPr>
          <w:sz w:val="22"/>
          <w:szCs w:val="24"/>
        </w:rPr>
        <w:t>не позднее 5 (пяти) банковских дней</w:t>
      </w:r>
      <w:r w:rsidRPr="00D2672B">
        <w:rPr>
          <w:sz w:val="22"/>
          <w:szCs w:val="24"/>
        </w:rPr>
        <w:t xml:space="preserve"> с даты подведения итогов аукциона.</w:t>
      </w:r>
    </w:p>
    <w:p w14:paraId="50CE263E" w14:textId="77777777" w:rsidR="00742EAF" w:rsidRDefault="00742EAF" w:rsidP="00742EAF">
      <w:pPr>
        <w:tabs>
          <w:tab w:val="left" w:pos="9781"/>
        </w:tabs>
        <w:ind w:right="27" w:firstLine="567"/>
        <w:jc w:val="both"/>
        <w:rPr>
          <w:sz w:val="22"/>
          <w:szCs w:val="24"/>
        </w:rPr>
      </w:pPr>
      <w:r>
        <w:rPr>
          <w:sz w:val="22"/>
          <w:szCs w:val="24"/>
        </w:rPr>
        <w:t>3.4. В случае отзыва Претендентом заявки на участие в аукционе до даты окончания приема заявок Организатор торгов обязуется возвратить сумму внесенного Претендентом Задатка в течение 5 (пяти) банковских дней со дня поступления Организатору торгов от Претендента уведомления об отзыве заявки. В случае отзыва Претендентом заявки позднее даты окончания приема заявок Задаток возвращается в порядке, установленном пунктом 3.3 настоящего Договора.</w:t>
      </w:r>
    </w:p>
    <w:p w14:paraId="0F9E03AD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3.5. В случае отмены аукциона Организатор торгов обязуется возвратить сумму внесенного Претендентом Задатка в течение 5 (пяти) банковских дней со дня подписания генеральным директором Организатора торгов приказа об отмене аукциона.</w:t>
      </w:r>
    </w:p>
    <w:p w14:paraId="3BFFAD95" w14:textId="77777777" w:rsidR="00742EAF" w:rsidRPr="00CC2FBD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6</w:t>
      </w:r>
      <w:r w:rsidRPr="00CC2FBD">
        <w:rPr>
          <w:sz w:val="22"/>
        </w:rPr>
        <w:t>. Внесенный Задаток не возвращается в случае, если Претендент, признанный победителем торгов, уклонится/откажется от подписания в установленный срок договора, заключаемого по итогам торгов, от оплаты продаваемого на торгах имущества.</w:t>
      </w:r>
    </w:p>
    <w:p w14:paraId="5AB30DA3" w14:textId="77777777" w:rsidR="00742EAF" w:rsidRDefault="00742EAF" w:rsidP="004A6F01">
      <w:pPr>
        <w:pStyle w:val="a7"/>
        <w:tabs>
          <w:tab w:val="left" w:pos="9781"/>
        </w:tabs>
        <w:ind w:left="0"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7</w:t>
      </w:r>
      <w:r w:rsidRPr="00CC2FBD">
        <w:rPr>
          <w:sz w:val="22"/>
        </w:rPr>
        <w:t>.</w:t>
      </w:r>
      <w:r w:rsidR="004A6F01" w:rsidRPr="004A6F01">
        <w:rPr>
          <w:sz w:val="22"/>
        </w:rPr>
        <w:t xml:space="preserve"> </w:t>
      </w:r>
      <w:r w:rsidRPr="00CC2FBD">
        <w:rPr>
          <w:sz w:val="22"/>
        </w:rPr>
        <w:t>Указанный договор о задатке считается в любом случае заключенным на условиях формы договора о задатке (договора присоединения) в случае подачи заявки на участие в аукционе и перечисления Претендентом задатка на расчётный счет Организатора торгов, указанный в сообщении о проведении аукциона. Фактом внесения</w:t>
      </w:r>
      <w:r w:rsidRPr="00F15FEE">
        <w:rPr>
          <w:sz w:val="22"/>
        </w:rPr>
        <w:t xml:space="preserve"> денежных средств, в качестве задатка на участие в торгах, и подачей заявки, Претендент на участие в торгах подтверждает согласие со всеми условиями проведения торгов, опубликованными в настоящем информационном сообщении.</w:t>
      </w:r>
      <w:r>
        <w:rPr>
          <w:sz w:val="22"/>
        </w:rPr>
        <w:t xml:space="preserve"> </w:t>
      </w:r>
    </w:p>
    <w:p w14:paraId="221EFE42" w14:textId="77777777" w:rsidR="00126899" w:rsidRDefault="00126899" w:rsidP="00742EAF">
      <w:pPr>
        <w:pStyle w:val="3"/>
        <w:ind w:firstLine="567"/>
        <w:rPr>
          <w:sz w:val="22"/>
        </w:rPr>
      </w:pPr>
    </w:p>
    <w:p w14:paraId="1A0CEDDD" w14:textId="77777777" w:rsidR="00126899" w:rsidRDefault="00126899" w:rsidP="002E0FEB">
      <w:pPr>
        <w:widowControl w:val="0"/>
        <w:ind w:left="-284" w:firstLine="425"/>
        <w:jc w:val="both"/>
        <w:rPr>
          <w:sz w:val="22"/>
          <w:szCs w:val="22"/>
        </w:rPr>
      </w:pPr>
    </w:p>
    <w:p w14:paraId="7D0E007D" w14:textId="77777777" w:rsidR="00D04658" w:rsidRDefault="002E0FEB" w:rsidP="003E22CF">
      <w:pPr>
        <w:pStyle w:val="a3"/>
        <w:ind w:left="-851" w:right="565" w:firstLine="284"/>
        <w:rPr>
          <w:sz w:val="24"/>
          <w:szCs w:val="24"/>
        </w:rPr>
      </w:pPr>
      <w:r w:rsidRPr="003E22CF">
        <w:rPr>
          <w:sz w:val="24"/>
          <w:szCs w:val="24"/>
          <w:lang w:val="en-US"/>
        </w:rPr>
        <w:t>IV</w:t>
      </w:r>
      <w:r w:rsidRPr="003E22CF">
        <w:rPr>
          <w:sz w:val="24"/>
          <w:szCs w:val="24"/>
        </w:rPr>
        <w:t xml:space="preserve">. Заключительные положения  </w:t>
      </w:r>
    </w:p>
    <w:p w14:paraId="1D35A702" w14:textId="77777777" w:rsidR="002E0FEB" w:rsidRPr="00CE41FC" w:rsidRDefault="002E0FEB" w:rsidP="006F0ACB">
      <w:pPr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 xml:space="preserve">4.1.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>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14:paraId="2E54CB46" w14:textId="77777777" w:rsidR="002E0FEB" w:rsidRPr="00CE41FC" w:rsidRDefault="002E0FEB" w:rsidP="006F0ACB">
      <w:pPr>
        <w:pStyle w:val="3"/>
        <w:ind w:left="-284" w:right="27" w:firstLine="284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CE41FC">
        <w:rPr>
          <w:sz w:val="22"/>
          <w:szCs w:val="22"/>
        </w:rPr>
        <w:t xml:space="preserve">. Все возможные споры и разногласия, связанные с исполнением настоящего </w:t>
      </w:r>
      <w:r w:rsidR="00AA4869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</w:t>
      </w:r>
      <w:r w:rsidR="00AA4869">
        <w:rPr>
          <w:sz w:val="22"/>
          <w:szCs w:val="22"/>
        </w:rPr>
        <w:t xml:space="preserve">арбитражном суде или в </w:t>
      </w:r>
      <w:r w:rsidRPr="00CE41FC">
        <w:rPr>
          <w:sz w:val="22"/>
          <w:szCs w:val="22"/>
        </w:rPr>
        <w:t>суде</w:t>
      </w:r>
      <w:r w:rsidR="00AA4869">
        <w:rPr>
          <w:sz w:val="22"/>
          <w:szCs w:val="22"/>
        </w:rPr>
        <w:t xml:space="preserve"> общей юрисдикции </w:t>
      </w:r>
      <w:r w:rsidRPr="00CE41FC">
        <w:rPr>
          <w:sz w:val="22"/>
          <w:szCs w:val="22"/>
        </w:rPr>
        <w:t xml:space="preserve">в соответствии с </w:t>
      </w:r>
      <w:r w:rsidR="00AA4869">
        <w:rPr>
          <w:sz w:val="22"/>
          <w:szCs w:val="22"/>
        </w:rPr>
        <w:t xml:space="preserve">их компетенцией по месту нахождения </w:t>
      </w:r>
      <w:r w:rsidR="002A6F07">
        <w:rPr>
          <w:sz w:val="22"/>
          <w:szCs w:val="22"/>
        </w:rPr>
        <w:t>Организатор</w:t>
      </w:r>
      <w:r w:rsidR="006F0ACB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CE41FC">
        <w:rPr>
          <w:sz w:val="22"/>
          <w:szCs w:val="22"/>
        </w:rPr>
        <w:t>.</w:t>
      </w:r>
    </w:p>
    <w:p w14:paraId="06070437" w14:textId="77777777" w:rsidR="002E0FEB" w:rsidRPr="00CE41FC" w:rsidRDefault="002E0FEB" w:rsidP="006F0ACB">
      <w:pPr>
        <w:pStyle w:val="a6"/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 xml:space="preserve">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 составлен в трех экземплярах, имеющих одинаковую юридическую силу, два из которых остаются в распоряжении </w:t>
      </w:r>
      <w:r w:rsidR="002A6F07">
        <w:rPr>
          <w:sz w:val="22"/>
          <w:szCs w:val="22"/>
        </w:rPr>
        <w:t>Организатор</w:t>
      </w:r>
      <w:r w:rsidR="006F0ACB" w:rsidRPr="00CE41FC">
        <w:rPr>
          <w:sz w:val="22"/>
          <w:szCs w:val="22"/>
        </w:rPr>
        <w:t>а</w:t>
      </w:r>
      <w:r w:rsidR="006F0ACB">
        <w:rPr>
          <w:sz w:val="22"/>
          <w:szCs w:val="22"/>
        </w:rPr>
        <w:t xml:space="preserve"> </w:t>
      </w:r>
      <w:r w:rsidR="002A6F07">
        <w:rPr>
          <w:sz w:val="22"/>
          <w:szCs w:val="22"/>
        </w:rPr>
        <w:t>торгов</w:t>
      </w:r>
      <w:r w:rsidRPr="00CE41FC">
        <w:rPr>
          <w:sz w:val="22"/>
          <w:szCs w:val="22"/>
        </w:rPr>
        <w:t>, один передается Претенденту.</w:t>
      </w:r>
    </w:p>
    <w:p w14:paraId="563965E8" w14:textId="77777777" w:rsidR="00905F67" w:rsidRDefault="00905F67" w:rsidP="002E0FEB">
      <w:pPr>
        <w:pStyle w:val="a3"/>
        <w:ind w:left="-284" w:right="27" w:firstLine="284"/>
        <w:rPr>
          <w:sz w:val="22"/>
          <w:szCs w:val="22"/>
        </w:rPr>
      </w:pPr>
    </w:p>
    <w:p w14:paraId="73074A66" w14:textId="77777777" w:rsidR="002E0FEB" w:rsidRDefault="002E0FEB" w:rsidP="002E0FEB">
      <w:pPr>
        <w:pStyle w:val="a3"/>
        <w:ind w:left="-284" w:right="27" w:firstLine="284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Р</w:t>
      </w:r>
      <w:r w:rsidRPr="00CE41FC">
        <w:rPr>
          <w:sz w:val="22"/>
          <w:szCs w:val="22"/>
        </w:rPr>
        <w:t>еквизиты и подписи сторон:</w:t>
      </w:r>
    </w:p>
    <w:tbl>
      <w:tblPr>
        <w:tblW w:w="1045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66"/>
        <w:gridCol w:w="552"/>
        <w:gridCol w:w="5038"/>
      </w:tblGrid>
      <w:tr w:rsidR="002E0FEB" w14:paraId="2082198D" w14:textId="77777777">
        <w:trPr>
          <w:trHeight w:val="3107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14:paraId="79BE1214" w14:textId="77777777" w:rsidR="002E0FEB" w:rsidRDefault="002A6F07" w:rsidP="002E0FEB">
            <w:pPr>
              <w:ind w:left="175" w:right="27"/>
              <w:jc w:val="center"/>
              <w:rPr>
                <w:rFonts w:ascii="NTTimes/Cyrillic" w:hAnsi="NTTimes/Cyrillic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ТОРГОВ</w:t>
            </w:r>
            <w:r w:rsidR="002E0FEB">
              <w:rPr>
                <w:rFonts w:ascii="NTTimes/Cyrillic" w:hAnsi="NTTimes/Cyrillic"/>
                <w:b/>
                <w:bCs/>
                <w:sz w:val="22"/>
                <w:szCs w:val="22"/>
              </w:rPr>
              <w:t>:</w:t>
            </w:r>
          </w:p>
          <w:p w14:paraId="0BC8802E" w14:textId="77777777" w:rsidR="002E0FEB" w:rsidRDefault="002E0FEB" w:rsidP="002E0FEB">
            <w:pPr>
              <w:ind w:left="175" w:right="27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  <w:p w14:paraId="25EA2261" w14:textId="77777777" w:rsidR="006F0ACB" w:rsidRPr="00054BC0" w:rsidRDefault="00544382" w:rsidP="006F0AC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  <w:r w:rsidR="006F0ACB" w:rsidRPr="00054BC0">
              <w:rPr>
                <w:b/>
                <w:sz w:val="22"/>
                <w:szCs w:val="22"/>
              </w:rPr>
              <w:t>кционерное общество</w:t>
            </w:r>
            <w:r w:rsidR="006F0ACB" w:rsidRPr="00054BC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235A986" w14:textId="77777777" w:rsidR="006F0ACB" w:rsidRPr="00054BC0" w:rsidRDefault="006F0ACB" w:rsidP="006F0ACB">
            <w:pPr>
              <w:jc w:val="both"/>
              <w:rPr>
                <w:sz w:val="22"/>
                <w:szCs w:val="22"/>
              </w:rPr>
            </w:pPr>
            <w:r w:rsidRPr="00054BC0">
              <w:rPr>
                <w:b/>
                <w:sz w:val="22"/>
                <w:szCs w:val="22"/>
              </w:rPr>
              <w:t>«Российский аукционный дом»</w:t>
            </w:r>
            <w:r w:rsidRPr="00054BC0">
              <w:rPr>
                <w:sz w:val="22"/>
                <w:szCs w:val="22"/>
              </w:rPr>
              <w:t xml:space="preserve">, </w:t>
            </w:r>
          </w:p>
          <w:p w14:paraId="7FB53BB0" w14:textId="77777777" w:rsidR="006F0ACB" w:rsidRDefault="006F0ACB" w:rsidP="006F0ACB">
            <w:pPr>
              <w:jc w:val="both"/>
            </w:pPr>
            <w:r w:rsidRPr="00AA39C2">
              <w:t xml:space="preserve">ИНН 7838430413, </w:t>
            </w:r>
          </w:p>
          <w:p w14:paraId="66BFD01D" w14:textId="77777777" w:rsidR="006F0ACB" w:rsidRDefault="006F0ACB" w:rsidP="006F0ACB">
            <w:pPr>
              <w:jc w:val="both"/>
            </w:pPr>
            <w:r w:rsidRPr="00AA39C2">
              <w:t xml:space="preserve">ОГРН 1097847233351, </w:t>
            </w:r>
          </w:p>
          <w:p w14:paraId="679FC811" w14:textId="77777777" w:rsidR="006F0ACB" w:rsidRPr="00AA39C2" w:rsidRDefault="006F0ACB" w:rsidP="006F0ACB">
            <w:pPr>
              <w:jc w:val="both"/>
            </w:pPr>
            <w:r w:rsidRPr="00AA39C2">
              <w:t>КПП 783801001,</w:t>
            </w:r>
          </w:p>
          <w:p w14:paraId="77CB24B7" w14:textId="77777777" w:rsidR="006F0ACB" w:rsidRPr="00AA39C2" w:rsidRDefault="006F0ACB" w:rsidP="006F0ACB">
            <w:pPr>
              <w:jc w:val="both"/>
            </w:pPr>
            <w:r w:rsidRPr="00AA39C2">
              <w:t xml:space="preserve">Санкт-Петербург, пер. Гривцова, д. 5, </w:t>
            </w:r>
          </w:p>
          <w:p w14:paraId="474C79F0" w14:textId="77777777" w:rsidR="006F0ACB" w:rsidRDefault="006F0ACB" w:rsidP="006F0ACB">
            <w:pPr>
              <w:jc w:val="both"/>
            </w:pPr>
            <w:r w:rsidRPr="00AA39C2">
              <w:t xml:space="preserve">р/с </w:t>
            </w:r>
            <w:r>
              <w:t>40702810855230001547</w:t>
            </w:r>
            <w:r w:rsidRPr="00AA39C2">
              <w:t xml:space="preserve"> в </w:t>
            </w:r>
            <w:r>
              <w:t xml:space="preserve">Северо-Западном банке </w:t>
            </w:r>
            <w:r w:rsidR="00293CF6">
              <w:t xml:space="preserve">ПАО </w:t>
            </w:r>
            <w:r>
              <w:t>Сбербанк России  г. Санкт-Петербург</w:t>
            </w:r>
            <w:r w:rsidRPr="00AA39C2">
              <w:t xml:space="preserve">, </w:t>
            </w:r>
          </w:p>
          <w:p w14:paraId="5BEED6F5" w14:textId="77777777" w:rsidR="006F0ACB" w:rsidRPr="00AA39C2" w:rsidRDefault="006F0ACB" w:rsidP="006F0ACB">
            <w:pPr>
              <w:jc w:val="both"/>
            </w:pPr>
            <w:r w:rsidRPr="00AA39C2">
              <w:t xml:space="preserve">к/с </w:t>
            </w:r>
            <w:r>
              <w:t>30101810500000000653</w:t>
            </w:r>
            <w:r w:rsidRPr="00AA39C2">
              <w:t xml:space="preserve">, БИК </w:t>
            </w:r>
            <w:r>
              <w:t>044030653</w:t>
            </w:r>
            <w:r w:rsidRPr="00AA39C2">
              <w:t>.</w:t>
            </w:r>
          </w:p>
          <w:p w14:paraId="74B96EFC" w14:textId="77777777" w:rsidR="006F0ACB" w:rsidRDefault="006F0ACB" w:rsidP="002E0FEB">
            <w:pPr>
              <w:tabs>
                <w:tab w:val="left" w:pos="938"/>
              </w:tabs>
              <w:ind w:left="175" w:right="27"/>
              <w:rPr>
                <w:sz w:val="22"/>
                <w:szCs w:val="22"/>
              </w:rPr>
            </w:pPr>
          </w:p>
          <w:p w14:paraId="08E3AEAA" w14:textId="77777777" w:rsidR="006F0ACB" w:rsidRDefault="006F0ACB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21B05FA4" w14:textId="77777777" w:rsidR="006D37A4" w:rsidRDefault="006D37A4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0651CCAE" w14:textId="77777777" w:rsidR="00D17D32" w:rsidRPr="006D0C22" w:rsidRDefault="00366D40" w:rsidP="00C80136">
            <w:pPr>
              <w:tabs>
                <w:tab w:val="left" w:pos="938"/>
              </w:tabs>
              <w:ind w:left="175" w:right="27"/>
              <w:rPr>
                <w:rFonts w:ascii="Calibri" w:hAnsi="Calibri"/>
                <w:sz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6F0ACB">
              <w:rPr>
                <w:sz w:val="22"/>
                <w:szCs w:val="22"/>
              </w:rPr>
              <w:t>_/</w:t>
            </w:r>
            <w:r w:rsidR="009007F6">
              <w:rPr>
                <w:sz w:val="22"/>
                <w:szCs w:val="22"/>
              </w:rPr>
              <w:t>А.А. Рыжков</w:t>
            </w:r>
            <w:r w:rsidR="006F0ACB">
              <w:rPr>
                <w:sz w:val="22"/>
                <w:szCs w:val="22"/>
              </w:rPr>
              <w:t>/</w:t>
            </w:r>
            <w:r w:rsidR="00DC5957">
              <w:rPr>
                <w:sz w:val="22"/>
                <w:szCs w:val="22"/>
              </w:rPr>
              <w:t xml:space="preserve"> </w:t>
            </w:r>
          </w:p>
          <w:p w14:paraId="0B25E83C" w14:textId="77777777" w:rsidR="002E0FEB" w:rsidRPr="006D0C22" w:rsidRDefault="00936A01" w:rsidP="002E0FEB">
            <w:pPr>
              <w:ind w:left="-284" w:right="27" w:firstLine="720"/>
              <w:rPr>
                <w:rFonts w:ascii="Calibri" w:hAnsi="Calibri"/>
                <w:sz w:val="22"/>
              </w:rPr>
            </w:pPr>
            <w:r w:rsidRPr="006D0C22">
              <w:rPr>
                <w:rFonts w:ascii="Calibri" w:hAnsi="Calibri"/>
                <w:sz w:val="22"/>
              </w:rPr>
              <w:t>м.п.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84B020A" w14:textId="77777777" w:rsidR="002E0FEB" w:rsidRDefault="002E0FEB" w:rsidP="002E0FEB">
            <w:pPr>
              <w:ind w:left="-284" w:right="27" w:firstLine="284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009A14F9" w14:textId="77777777" w:rsidR="002E0FEB" w:rsidRDefault="002E0FEB" w:rsidP="002E0FEB">
            <w:pPr>
              <w:pBdr>
                <w:bottom w:val="single" w:sz="12" w:space="1" w:color="auto"/>
              </w:pBdr>
              <w:tabs>
                <w:tab w:val="left" w:pos="840"/>
                <w:tab w:val="center" w:pos="2222"/>
              </w:tabs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b/>
                <w:bCs/>
                <w:sz w:val="22"/>
                <w:szCs w:val="22"/>
              </w:rPr>
              <w:t>ПРЕТЕНДЕНТ:</w:t>
            </w:r>
          </w:p>
          <w:p w14:paraId="3223580B" w14:textId="77777777" w:rsidR="002E0FEB" w:rsidRPr="00BD44AA" w:rsidRDefault="002E0FEB" w:rsidP="002E0FEB">
            <w:pPr>
              <w:pBdr>
                <w:bottom w:val="single" w:sz="12" w:space="1" w:color="auto"/>
              </w:pBdr>
              <w:ind w:left="-284" w:right="27"/>
              <w:jc w:val="center"/>
              <w:rPr>
                <w:bCs/>
                <w:sz w:val="22"/>
                <w:szCs w:val="22"/>
              </w:rPr>
            </w:pPr>
          </w:p>
          <w:p w14:paraId="10F571B2" w14:textId="77777777" w:rsidR="002E0FEB" w:rsidRPr="00BD44AA" w:rsidRDefault="002E0FEB" w:rsidP="002E0FEB">
            <w:pPr>
              <w:ind w:left="-284" w:right="27"/>
              <w:rPr>
                <w:bCs/>
                <w:sz w:val="22"/>
                <w:szCs w:val="22"/>
              </w:rPr>
            </w:pPr>
            <w:r w:rsidRPr="00BD44AA">
              <w:rPr>
                <w:bCs/>
                <w:sz w:val="22"/>
                <w:szCs w:val="22"/>
              </w:rPr>
              <w:t>_____________________________________________</w:t>
            </w:r>
          </w:p>
          <w:p w14:paraId="33177485" w14:textId="77777777" w:rsidR="002E0FEB" w:rsidRPr="00B21B40" w:rsidRDefault="002E0FEB" w:rsidP="002E0FEB">
            <w:pPr>
              <w:ind w:left="-284" w:right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25DDF303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EC0905F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C6F5946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66C0C2F8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0C049D8E" w14:textId="77777777" w:rsidR="002E0FEB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14:paraId="281D14EC" w14:textId="77777777" w:rsidR="002E0FEB" w:rsidRDefault="002E0FEB" w:rsidP="002E0FEB">
            <w:pPr>
              <w:ind w:left="-284" w:right="27" w:firstLine="2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14:paraId="7EB86E62" w14:textId="77777777" w:rsidR="002E0FEB" w:rsidRDefault="002E0FEB" w:rsidP="003E22CF">
            <w:pPr>
              <w:ind w:left="-63" w:right="27"/>
            </w:pPr>
            <w:r w:rsidRPr="00D510E9">
              <w:rPr>
                <w:i/>
              </w:rPr>
              <w:t>(физические</w:t>
            </w:r>
            <w:r w:rsidR="003E22CF">
              <w:rPr>
                <w:i/>
              </w:rPr>
              <w:t xml:space="preserve"> и юридические лица в том числе</w:t>
            </w:r>
            <w:r w:rsidRPr="00D510E9">
              <w:rPr>
                <w:i/>
              </w:rPr>
              <w:t xml:space="preserve"> должны указать банковские реквизиты</w:t>
            </w:r>
            <w:r w:rsidRPr="00D510E9">
              <w:t>)</w:t>
            </w:r>
            <w:r w:rsidR="00C535B7">
              <w:t xml:space="preserve"> </w:t>
            </w:r>
          </w:p>
          <w:p w14:paraId="046F9ED7" w14:textId="77777777" w:rsidR="006D37A4" w:rsidRDefault="006D37A4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492D4DAF" w14:textId="77777777" w:rsidR="006F0ACB" w:rsidRPr="006F0ACB" w:rsidRDefault="006F0ACB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________________________/_______________/</w:t>
            </w:r>
          </w:p>
          <w:p w14:paraId="6A0A1986" w14:textId="77777777" w:rsidR="002E0FEB" w:rsidRPr="00364711" w:rsidRDefault="002E0FEB" w:rsidP="002E0FEB">
            <w:pPr>
              <w:tabs>
                <w:tab w:val="left" w:pos="1206"/>
              </w:tabs>
              <w:ind w:left="-284" w:right="27"/>
              <w:rPr>
                <w:sz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</w:t>
            </w:r>
          </w:p>
        </w:tc>
      </w:tr>
    </w:tbl>
    <w:p w14:paraId="3A1AF0F8" w14:textId="77777777" w:rsidR="00E32304" w:rsidRDefault="00E32304" w:rsidP="00E10EEA">
      <w:pPr>
        <w:ind w:right="565"/>
        <w:jc w:val="both"/>
      </w:pPr>
    </w:p>
    <w:sectPr w:rsidR="00E32304" w:rsidSect="00E10EEA">
      <w:footerReference w:type="default" r:id="rId6"/>
      <w:footerReference w:type="first" r:id="rId7"/>
      <w:pgSz w:w="11906" w:h="16838" w:code="9"/>
      <w:pgMar w:top="567" w:right="567" w:bottom="454" w:left="1134" w:header="0" w:footer="3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A2C23" w14:textId="77777777" w:rsidR="00A30C47" w:rsidRDefault="00A30C47">
      <w:r>
        <w:separator/>
      </w:r>
    </w:p>
  </w:endnote>
  <w:endnote w:type="continuationSeparator" w:id="0">
    <w:p w14:paraId="36749E71" w14:textId="77777777" w:rsidR="00A30C47" w:rsidRDefault="00A3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4761A" w14:textId="77777777" w:rsidR="00366D40" w:rsidRDefault="00366D40">
    <w:pPr>
      <w:pStyle w:val="a4"/>
      <w:framePr w:wrap="auto" w:vAnchor="text" w:hAnchor="margin" w:xAlign="right" w:y="1"/>
      <w:rPr>
        <w:rStyle w:val="a5"/>
      </w:rPr>
    </w:pPr>
  </w:p>
  <w:p w14:paraId="4A538801" w14:textId="77777777" w:rsidR="00B8797D" w:rsidRDefault="00B8797D" w:rsidP="00B8797D">
    <w:pPr>
      <w:pStyle w:val="a4"/>
    </w:pPr>
  </w:p>
  <w:p w14:paraId="01956FED" w14:textId="77777777" w:rsidR="00366D40" w:rsidRDefault="00B8797D" w:rsidP="00B8797D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25C72" w14:textId="77777777" w:rsidR="00931A65" w:rsidRDefault="00931A65">
    <w:pPr>
      <w:pStyle w:val="a4"/>
    </w:pPr>
  </w:p>
  <w:p w14:paraId="3E1134F7" w14:textId="77777777" w:rsidR="00931A65" w:rsidRDefault="00931A65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62D98" w14:textId="77777777" w:rsidR="00A30C47" w:rsidRDefault="00A30C47">
      <w:r>
        <w:separator/>
      </w:r>
    </w:p>
  </w:footnote>
  <w:footnote w:type="continuationSeparator" w:id="0">
    <w:p w14:paraId="41441D16" w14:textId="77777777" w:rsidR="00A30C47" w:rsidRDefault="00A30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FEB"/>
    <w:rsid w:val="00014D92"/>
    <w:rsid w:val="00054BC0"/>
    <w:rsid w:val="00065B1B"/>
    <w:rsid w:val="00075C71"/>
    <w:rsid w:val="00092E4C"/>
    <w:rsid w:val="000C3F29"/>
    <w:rsid w:val="000C615A"/>
    <w:rsid w:val="000C6BBF"/>
    <w:rsid w:val="000D4425"/>
    <w:rsid w:val="000E5928"/>
    <w:rsid w:val="00103998"/>
    <w:rsid w:val="001051A3"/>
    <w:rsid w:val="00126899"/>
    <w:rsid w:val="00146376"/>
    <w:rsid w:val="00146C3F"/>
    <w:rsid w:val="00157EB6"/>
    <w:rsid w:val="001629B9"/>
    <w:rsid w:val="0017014C"/>
    <w:rsid w:val="00173D5B"/>
    <w:rsid w:val="001C2187"/>
    <w:rsid w:val="001E4161"/>
    <w:rsid w:val="001E68A0"/>
    <w:rsid w:val="001F3930"/>
    <w:rsid w:val="001F561F"/>
    <w:rsid w:val="00212272"/>
    <w:rsid w:val="00224AF0"/>
    <w:rsid w:val="002366F6"/>
    <w:rsid w:val="00261C7C"/>
    <w:rsid w:val="002642F5"/>
    <w:rsid w:val="002717F2"/>
    <w:rsid w:val="0027256B"/>
    <w:rsid w:val="00290F86"/>
    <w:rsid w:val="00293CF6"/>
    <w:rsid w:val="002A5E5B"/>
    <w:rsid w:val="002A6F07"/>
    <w:rsid w:val="002B284D"/>
    <w:rsid w:val="002D31A2"/>
    <w:rsid w:val="002E0FEB"/>
    <w:rsid w:val="002E6C9B"/>
    <w:rsid w:val="0030241C"/>
    <w:rsid w:val="00341546"/>
    <w:rsid w:val="003444FC"/>
    <w:rsid w:val="00361635"/>
    <w:rsid w:val="00365726"/>
    <w:rsid w:val="00366D40"/>
    <w:rsid w:val="00367958"/>
    <w:rsid w:val="003712E0"/>
    <w:rsid w:val="003730DD"/>
    <w:rsid w:val="003C1D51"/>
    <w:rsid w:val="003D7D45"/>
    <w:rsid w:val="003E22CF"/>
    <w:rsid w:val="004123E9"/>
    <w:rsid w:val="004255DA"/>
    <w:rsid w:val="00430B69"/>
    <w:rsid w:val="00432478"/>
    <w:rsid w:val="00461437"/>
    <w:rsid w:val="00462F75"/>
    <w:rsid w:val="0048054D"/>
    <w:rsid w:val="00491FDB"/>
    <w:rsid w:val="00492FC0"/>
    <w:rsid w:val="004A18D6"/>
    <w:rsid w:val="004A44F3"/>
    <w:rsid w:val="004A6F01"/>
    <w:rsid w:val="004C69DB"/>
    <w:rsid w:val="004D07AE"/>
    <w:rsid w:val="004F0691"/>
    <w:rsid w:val="005051B7"/>
    <w:rsid w:val="005233F6"/>
    <w:rsid w:val="00535CFD"/>
    <w:rsid w:val="00544382"/>
    <w:rsid w:val="0054613A"/>
    <w:rsid w:val="00554048"/>
    <w:rsid w:val="00565DBA"/>
    <w:rsid w:val="00574717"/>
    <w:rsid w:val="00594E9F"/>
    <w:rsid w:val="005A7F64"/>
    <w:rsid w:val="005B02C3"/>
    <w:rsid w:val="005B099E"/>
    <w:rsid w:val="005B39E3"/>
    <w:rsid w:val="005C29CE"/>
    <w:rsid w:val="005C2EEE"/>
    <w:rsid w:val="005E028C"/>
    <w:rsid w:val="00616739"/>
    <w:rsid w:val="006256E8"/>
    <w:rsid w:val="00627689"/>
    <w:rsid w:val="00641B15"/>
    <w:rsid w:val="00644C6D"/>
    <w:rsid w:val="00650B27"/>
    <w:rsid w:val="006525A9"/>
    <w:rsid w:val="00653899"/>
    <w:rsid w:val="00674AE4"/>
    <w:rsid w:val="00677CF0"/>
    <w:rsid w:val="006973BC"/>
    <w:rsid w:val="006A124C"/>
    <w:rsid w:val="006C3FC8"/>
    <w:rsid w:val="006D0C22"/>
    <w:rsid w:val="006D37A4"/>
    <w:rsid w:val="006F0834"/>
    <w:rsid w:val="006F08CC"/>
    <w:rsid w:val="006F0ACB"/>
    <w:rsid w:val="00700C98"/>
    <w:rsid w:val="00706B65"/>
    <w:rsid w:val="00727AB7"/>
    <w:rsid w:val="0074090D"/>
    <w:rsid w:val="00742EAF"/>
    <w:rsid w:val="0077440F"/>
    <w:rsid w:val="00783564"/>
    <w:rsid w:val="0078796D"/>
    <w:rsid w:val="00790E72"/>
    <w:rsid w:val="007C6FDB"/>
    <w:rsid w:val="007F4F83"/>
    <w:rsid w:val="007F6E3B"/>
    <w:rsid w:val="00824179"/>
    <w:rsid w:val="008461AA"/>
    <w:rsid w:val="00870E93"/>
    <w:rsid w:val="00875856"/>
    <w:rsid w:val="00882C64"/>
    <w:rsid w:val="0088617C"/>
    <w:rsid w:val="00886F80"/>
    <w:rsid w:val="008B09EC"/>
    <w:rsid w:val="008B1B06"/>
    <w:rsid w:val="008B2E38"/>
    <w:rsid w:val="008B4415"/>
    <w:rsid w:val="008C1F6A"/>
    <w:rsid w:val="008C2C6A"/>
    <w:rsid w:val="008D0CFD"/>
    <w:rsid w:val="008D6FAE"/>
    <w:rsid w:val="008E72F9"/>
    <w:rsid w:val="009007F6"/>
    <w:rsid w:val="00905F67"/>
    <w:rsid w:val="00912419"/>
    <w:rsid w:val="00922B82"/>
    <w:rsid w:val="00926BEF"/>
    <w:rsid w:val="009301C6"/>
    <w:rsid w:val="00931A65"/>
    <w:rsid w:val="00936A01"/>
    <w:rsid w:val="0094283F"/>
    <w:rsid w:val="009520F1"/>
    <w:rsid w:val="00956191"/>
    <w:rsid w:val="00972B48"/>
    <w:rsid w:val="00984C75"/>
    <w:rsid w:val="00987DBB"/>
    <w:rsid w:val="009B1808"/>
    <w:rsid w:val="009C48E1"/>
    <w:rsid w:val="009C6576"/>
    <w:rsid w:val="009D7FFE"/>
    <w:rsid w:val="009F7A53"/>
    <w:rsid w:val="00A141E2"/>
    <w:rsid w:val="00A23992"/>
    <w:rsid w:val="00A30C47"/>
    <w:rsid w:val="00A350E7"/>
    <w:rsid w:val="00A4720A"/>
    <w:rsid w:val="00A50977"/>
    <w:rsid w:val="00AA4869"/>
    <w:rsid w:val="00AB4A55"/>
    <w:rsid w:val="00AC1EC5"/>
    <w:rsid w:val="00AD2C74"/>
    <w:rsid w:val="00B007E5"/>
    <w:rsid w:val="00B11F1B"/>
    <w:rsid w:val="00B20762"/>
    <w:rsid w:val="00B24CEA"/>
    <w:rsid w:val="00B33C4B"/>
    <w:rsid w:val="00B42FFF"/>
    <w:rsid w:val="00B449AA"/>
    <w:rsid w:val="00B74512"/>
    <w:rsid w:val="00B8603A"/>
    <w:rsid w:val="00B8797D"/>
    <w:rsid w:val="00B90C55"/>
    <w:rsid w:val="00B95028"/>
    <w:rsid w:val="00BB22C6"/>
    <w:rsid w:val="00BB3F1F"/>
    <w:rsid w:val="00BF5B07"/>
    <w:rsid w:val="00C17E21"/>
    <w:rsid w:val="00C17F44"/>
    <w:rsid w:val="00C3632A"/>
    <w:rsid w:val="00C535B7"/>
    <w:rsid w:val="00C674B9"/>
    <w:rsid w:val="00C6786D"/>
    <w:rsid w:val="00C72287"/>
    <w:rsid w:val="00C7650B"/>
    <w:rsid w:val="00C80136"/>
    <w:rsid w:val="00C93F71"/>
    <w:rsid w:val="00CB6BD5"/>
    <w:rsid w:val="00CC2FBD"/>
    <w:rsid w:val="00CC6266"/>
    <w:rsid w:val="00CE47CC"/>
    <w:rsid w:val="00D03FBD"/>
    <w:rsid w:val="00D04658"/>
    <w:rsid w:val="00D05748"/>
    <w:rsid w:val="00D165F4"/>
    <w:rsid w:val="00D17D32"/>
    <w:rsid w:val="00D2672B"/>
    <w:rsid w:val="00D33F07"/>
    <w:rsid w:val="00D3789C"/>
    <w:rsid w:val="00D40679"/>
    <w:rsid w:val="00D4656D"/>
    <w:rsid w:val="00D47416"/>
    <w:rsid w:val="00D4760B"/>
    <w:rsid w:val="00D5228C"/>
    <w:rsid w:val="00D60938"/>
    <w:rsid w:val="00D62477"/>
    <w:rsid w:val="00DA3222"/>
    <w:rsid w:val="00DC1EE3"/>
    <w:rsid w:val="00DC5957"/>
    <w:rsid w:val="00DD3208"/>
    <w:rsid w:val="00E06C34"/>
    <w:rsid w:val="00E10EEA"/>
    <w:rsid w:val="00E202AF"/>
    <w:rsid w:val="00E25DEC"/>
    <w:rsid w:val="00E30A5D"/>
    <w:rsid w:val="00E31005"/>
    <w:rsid w:val="00E32304"/>
    <w:rsid w:val="00E32B8C"/>
    <w:rsid w:val="00E32CE9"/>
    <w:rsid w:val="00E4615B"/>
    <w:rsid w:val="00E47547"/>
    <w:rsid w:val="00E51F57"/>
    <w:rsid w:val="00E71EB9"/>
    <w:rsid w:val="00E850C0"/>
    <w:rsid w:val="00E914BB"/>
    <w:rsid w:val="00E9350F"/>
    <w:rsid w:val="00EA2EA5"/>
    <w:rsid w:val="00EA491C"/>
    <w:rsid w:val="00EA6C3C"/>
    <w:rsid w:val="00EC6A30"/>
    <w:rsid w:val="00EC729C"/>
    <w:rsid w:val="00EE398B"/>
    <w:rsid w:val="00EE7B1F"/>
    <w:rsid w:val="00F119CB"/>
    <w:rsid w:val="00F40AAD"/>
    <w:rsid w:val="00F44FB1"/>
    <w:rsid w:val="00F501CE"/>
    <w:rsid w:val="00F54E65"/>
    <w:rsid w:val="00F726A3"/>
    <w:rsid w:val="00F836AB"/>
    <w:rsid w:val="00F83754"/>
    <w:rsid w:val="00F96C90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C3A0CA3"/>
  <w15:docId w15:val="{02537B5E-3C22-431B-A0EF-E115C5A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416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6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Reanimator Extreme Edition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urs14</dc:creator>
  <cp:lastModifiedBy>Рыжков Александр Алексеевич</cp:lastModifiedBy>
  <cp:revision>10</cp:revision>
  <cp:lastPrinted>2011-05-04T08:28:00Z</cp:lastPrinted>
  <dcterms:created xsi:type="dcterms:W3CDTF">2018-11-07T07:15:00Z</dcterms:created>
  <dcterms:modified xsi:type="dcterms:W3CDTF">2021-01-21T06:17:00Z</dcterms:modified>
</cp:coreProperties>
</file>